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244" w:rsidRDefault="00276C10" w:rsidP="005D6A0F">
      <w:pPr>
        <w:jc w:val="both"/>
        <w:rPr>
          <w:rFonts w:ascii="Corbel" w:hAnsi="Corbel"/>
        </w:rPr>
      </w:pPr>
      <w:r>
        <w:rPr>
          <w:rFonts w:ascii="Corbel" w:hAnsi="Corbel"/>
        </w:rPr>
        <w:t>Il</w:t>
      </w:r>
      <w:r w:rsidR="00BC5244">
        <w:rPr>
          <w:rFonts w:ascii="Corbel" w:hAnsi="Corbel"/>
        </w:rPr>
        <w:t xml:space="preserve"> giorno</w:t>
      </w:r>
      <w:r w:rsidR="007A1EF2">
        <w:rPr>
          <w:rFonts w:ascii="Corbel" w:hAnsi="Corbel"/>
        </w:rPr>
        <w:t xml:space="preserve"> </w:t>
      </w:r>
      <w:r w:rsidR="008A04F0">
        <w:rPr>
          <w:rFonts w:ascii="Corbel" w:hAnsi="Corbel"/>
        </w:rPr>
        <w:t>30 Novembre</w:t>
      </w:r>
      <w:r w:rsidR="002D1F6A">
        <w:rPr>
          <w:rFonts w:ascii="Corbel" w:hAnsi="Corbel"/>
        </w:rPr>
        <w:t xml:space="preserve"> 2021</w:t>
      </w:r>
      <w:r w:rsidR="000B5CE4">
        <w:rPr>
          <w:rFonts w:ascii="Corbel" w:hAnsi="Corbel"/>
        </w:rPr>
        <w:t xml:space="preserve"> </w:t>
      </w:r>
      <w:r w:rsidR="00BC5244">
        <w:rPr>
          <w:rFonts w:ascii="Corbel" w:hAnsi="Corbel"/>
        </w:rPr>
        <w:t>alle ore</w:t>
      </w:r>
      <w:r w:rsidR="00D75B2A">
        <w:rPr>
          <w:rFonts w:ascii="Corbel" w:hAnsi="Corbel"/>
        </w:rPr>
        <w:t xml:space="preserve"> </w:t>
      </w:r>
      <w:r w:rsidR="005D3C23">
        <w:rPr>
          <w:rFonts w:ascii="Corbel" w:hAnsi="Corbel"/>
        </w:rPr>
        <w:t xml:space="preserve">13:20 </w:t>
      </w:r>
      <w:r w:rsidR="00BC5244">
        <w:rPr>
          <w:rFonts w:ascii="Corbel" w:hAnsi="Corbel"/>
        </w:rPr>
        <w:t>si è riunito</w:t>
      </w:r>
      <w:r w:rsidR="00B371F3">
        <w:rPr>
          <w:rFonts w:ascii="Corbel" w:hAnsi="Corbel"/>
        </w:rPr>
        <w:t xml:space="preserve"> in forma telematica</w:t>
      </w:r>
      <w:r w:rsidR="00BC5244">
        <w:rPr>
          <w:rFonts w:ascii="Corbel" w:hAnsi="Corbel"/>
        </w:rPr>
        <w:t xml:space="preserve">, </w:t>
      </w:r>
      <w:r w:rsidR="00DB123E" w:rsidRPr="00366CA9">
        <w:rPr>
          <w:rFonts w:ascii="Corbel" w:hAnsi="Corbel"/>
        </w:rPr>
        <w:t>ai sensi dell’art. 3 del “Regolamento temporaneo per lo svolgimento delle sedute collegiali in modalità telematica” emanato con D.R. n. 480 del 17.03.2020</w:t>
      </w:r>
      <w:r w:rsidR="00DB123E">
        <w:rPr>
          <w:rFonts w:ascii="Corbel" w:hAnsi="Corbel"/>
        </w:rPr>
        <w:t xml:space="preserve"> </w:t>
      </w:r>
      <w:r w:rsidR="00BC5244">
        <w:rPr>
          <w:rFonts w:ascii="Corbel" w:hAnsi="Corbel"/>
        </w:rPr>
        <w:t xml:space="preserve">previa regolare convocazione in </w:t>
      </w:r>
      <w:r w:rsidR="00BC5244" w:rsidRPr="000C2BB2">
        <w:rPr>
          <w:rFonts w:ascii="Corbel" w:hAnsi="Corbel"/>
        </w:rPr>
        <w:t>data</w:t>
      </w:r>
      <w:r w:rsidR="00005E4A" w:rsidRPr="000C2BB2">
        <w:rPr>
          <w:rFonts w:ascii="Corbel" w:hAnsi="Corbel"/>
        </w:rPr>
        <w:t xml:space="preserve"> </w:t>
      </w:r>
      <w:r w:rsidR="008A04F0" w:rsidRPr="000C2BB2">
        <w:rPr>
          <w:rFonts w:ascii="Corbel" w:hAnsi="Corbel"/>
        </w:rPr>
        <w:t>24 Novembre</w:t>
      </w:r>
      <w:r w:rsidR="00661C0F" w:rsidRPr="000C2BB2">
        <w:rPr>
          <w:rFonts w:ascii="Corbel" w:hAnsi="Corbel"/>
        </w:rPr>
        <w:t xml:space="preserve"> 2</w:t>
      </w:r>
      <w:r w:rsidR="00005E4A" w:rsidRPr="000C2BB2">
        <w:rPr>
          <w:rFonts w:ascii="Corbel" w:hAnsi="Corbel"/>
        </w:rPr>
        <w:t>021</w:t>
      </w:r>
      <w:r w:rsidR="00BC5244" w:rsidRPr="000C2BB2">
        <w:rPr>
          <w:rFonts w:ascii="Corbel" w:hAnsi="Corbel"/>
        </w:rPr>
        <w:t>, il Consiglio del Dipartimento di Economia.</w:t>
      </w:r>
    </w:p>
    <w:p w:rsidR="00307396" w:rsidRDefault="00307396" w:rsidP="005D6A0F">
      <w:pPr>
        <w:jc w:val="both"/>
        <w:rPr>
          <w:rFonts w:ascii="Corbel" w:hAnsi="Corbel"/>
        </w:rPr>
      </w:pPr>
    </w:p>
    <w:tbl>
      <w:tblPr>
        <w:tblW w:w="9351" w:type="dxa"/>
        <w:jc w:val="center"/>
        <w:tblLayout w:type="fixed"/>
        <w:tblCellMar>
          <w:left w:w="70" w:type="dxa"/>
          <w:right w:w="70" w:type="dxa"/>
        </w:tblCellMar>
        <w:tblLook w:val="00A0" w:firstRow="1" w:lastRow="0" w:firstColumn="1" w:lastColumn="0" w:noHBand="0" w:noVBand="0"/>
      </w:tblPr>
      <w:tblGrid>
        <w:gridCol w:w="984"/>
        <w:gridCol w:w="3973"/>
        <w:gridCol w:w="425"/>
        <w:gridCol w:w="567"/>
        <w:gridCol w:w="425"/>
        <w:gridCol w:w="2977"/>
      </w:tblGrid>
      <w:tr w:rsidR="00BC5244"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C5244" w:rsidRDefault="00BC5244">
            <w:pPr>
              <w:rPr>
                <w:rFonts w:ascii="Corbel" w:hAnsi="Corbel" w:cs="Arial"/>
              </w:rPr>
            </w:pPr>
          </w:p>
        </w:tc>
        <w:tc>
          <w:tcPr>
            <w:tcW w:w="3973" w:type="dxa"/>
            <w:tcBorders>
              <w:top w:val="single" w:sz="4" w:space="0" w:color="auto"/>
              <w:left w:val="single" w:sz="4" w:space="0" w:color="auto"/>
              <w:bottom w:val="single" w:sz="4" w:space="0" w:color="auto"/>
              <w:right w:val="single" w:sz="4" w:space="0" w:color="auto"/>
            </w:tcBorders>
            <w:noWrap/>
          </w:tcPr>
          <w:p w:rsidR="00BC5244" w:rsidRDefault="0003604A">
            <w:pPr>
              <w:rPr>
                <w:rFonts w:ascii="Corbel" w:hAnsi="Corbel" w:cs="Arial"/>
                <w:b/>
              </w:rPr>
            </w:pPr>
            <w:r>
              <w:rPr>
                <w:rFonts w:ascii="Corbel" w:hAnsi="Corbel" w:cs="Arial"/>
                <w:b/>
              </w:rPr>
              <w:t xml:space="preserve"> </w:t>
            </w:r>
          </w:p>
        </w:tc>
        <w:tc>
          <w:tcPr>
            <w:tcW w:w="425" w:type="dxa"/>
            <w:tcBorders>
              <w:top w:val="single" w:sz="4" w:space="0" w:color="auto"/>
              <w:left w:val="single" w:sz="4" w:space="0" w:color="auto"/>
              <w:bottom w:val="single" w:sz="4" w:space="0" w:color="auto"/>
              <w:right w:val="single" w:sz="4" w:space="0" w:color="auto"/>
            </w:tcBorders>
            <w:noWrap/>
          </w:tcPr>
          <w:p w:rsidR="00BC5244" w:rsidRDefault="00BC5244">
            <w:pPr>
              <w:jc w:val="center"/>
              <w:rPr>
                <w:rFonts w:ascii="Corbel" w:hAnsi="Corbel" w:cs="Arial"/>
              </w:rPr>
            </w:pPr>
            <w:r>
              <w:rPr>
                <w:rFonts w:ascii="Corbel" w:hAnsi="Corbel" w:cs="Arial"/>
              </w:rPr>
              <w:t>P</w:t>
            </w:r>
          </w:p>
        </w:tc>
        <w:tc>
          <w:tcPr>
            <w:tcW w:w="567" w:type="dxa"/>
            <w:tcBorders>
              <w:top w:val="single" w:sz="4" w:space="0" w:color="auto"/>
              <w:left w:val="single" w:sz="4" w:space="0" w:color="auto"/>
              <w:bottom w:val="single" w:sz="4" w:space="0" w:color="auto"/>
              <w:right w:val="single" w:sz="4" w:space="0" w:color="auto"/>
            </w:tcBorders>
          </w:tcPr>
          <w:p w:rsidR="00BC5244" w:rsidRDefault="00BC5244">
            <w:pPr>
              <w:jc w:val="center"/>
              <w:rPr>
                <w:rFonts w:ascii="Corbel" w:hAnsi="Corbel" w:cs="Arial"/>
              </w:rPr>
            </w:pPr>
            <w:r>
              <w:rPr>
                <w:rFonts w:ascii="Corbel" w:hAnsi="Corbel" w:cs="Arial"/>
              </w:rPr>
              <w:t>AG</w:t>
            </w:r>
          </w:p>
        </w:tc>
        <w:tc>
          <w:tcPr>
            <w:tcW w:w="425" w:type="dxa"/>
            <w:tcBorders>
              <w:top w:val="single" w:sz="4" w:space="0" w:color="auto"/>
              <w:left w:val="single" w:sz="4" w:space="0" w:color="auto"/>
              <w:bottom w:val="single" w:sz="4" w:space="0" w:color="auto"/>
              <w:right w:val="single" w:sz="4" w:space="0" w:color="auto"/>
            </w:tcBorders>
          </w:tcPr>
          <w:p w:rsidR="00BC5244" w:rsidRDefault="00BC5244">
            <w:pPr>
              <w:jc w:val="center"/>
              <w:rPr>
                <w:rFonts w:ascii="Corbel" w:hAnsi="Corbel" w:cs="Arial"/>
              </w:rPr>
            </w:pPr>
            <w:r>
              <w:rPr>
                <w:rFonts w:ascii="Corbel" w:hAnsi="Corbel" w:cs="Arial"/>
              </w:rPr>
              <w:t>A</w:t>
            </w:r>
          </w:p>
        </w:tc>
        <w:tc>
          <w:tcPr>
            <w:tcW w:w="2977" w:type="dxa"/>
            <w:tcBorders>
              <w:top w:val="single" w:sz="4" w:space="0" w:color="auto"/>
              <w:left w:val="single" w:sz="4" w:space="0" w:color="auto"/>
              <w:bottom w:val="single" w:sz="4" w:space="0" w:color="auto"/>
              <w:right w:val="single" w:sz="4" w:space="0" w:color="auto"/>
            </w:tcBorders>
          </w:tcPr>
          <w:p w:rsidR="00BC5244" w:rsidRDefault="00BC5244">
            <w:pPr>
              <w:jc w:val="center"/>
              <w:rPr>
                <w:rFonts w:ascii="Corbel" w:hAnsi="Corbel" w:cs="Arial"/>
              </w:rPr>
            </w:pPr>
            <w:r>
              <w:rPr>
                <w:rFonts w:ascii="Corbel" w:hAnsi="Corbel" w:cs="Arial"/>
              </w:rPr>
              <w:t>Note</w:t>
            </w:r>
          </w:p>
        </w:tc>
      </w:tr>
      <w:tr w:rsidR="00BC5244" w:rsidTr="004567EE">
        <w:trPr>
          <w:tblHeader/>
          <w:jc w:val="center"/>
        </w:trPr>
        <w:tc>
          <w:tcPr>
            <w:tcW w:w="984" w:type="dxa"/>
            <w:tcBorders>
              <w:top w:val="single" w:sz="4" w:space="0" w:color="auto"/>
              <w:left w:val="single" w:sz="4" w:space="0" w:color="auto"/>
              <w:bottom w:val="single" w:sz="4" w:space="0" w:color="auto"/>
              <w:right w:val="single" w:sz="4" w:space="0" w:color="auto"/>
            </w:tcBorders>
            <w:noWrap/>
          </w:tcPr>
          <w:p w:rsidR="00BC5244" w:rsidRDefault="00BC5244">
            <w:pPr>
              <w:rPr>
                <w:rFonts w:ascii="Corbel" w:hAnsi="Corbel" w:cs="Arial"/>
              </w:rPr>
            </w:pPr>
          </w:p>
        </w:tc>
        <w:tc>
          <w:tcPr>
            <w:tcW w:w="3973" w:type="dxa"/>
            <w:tcBorders>
              <w:top w:val="single" w:sz="4" w:space="0" w:color="auto"/>
              <w:left w:val="single" w:sz="4" w:space="0" w:color="auto"/>
              <w:bottom w:val="single" w:sz="4" w:space="0" w:color="auto"/>
              <w:right w:val="single" w:sz="4" w:space="0" w:color="auto"/>
            </w:tcBorders>
            <w:noWrap/>
          </w:tcPr>
          <w:p w:rsidR="00BC5244" w:rsidRDefault="00BC5244">
            <w:pPr>
              <w:rPr>
                <w:rFonts w:ascii="Corbel" w:hAnsi="Corbel" w:cs="Arial"/>
                <w:b/>
              </w:rPr>
            </w:pPr>
            <w:r>
              <w:rPr>
                <w:rFonts w:ascii="Corbel" w:hAnsi="Corbel" w:cs="Arial"/>
                <w:b/>
              </w:rPr>
              <w:t>DOCENTI I FASCIA</w:t>
            </w:r>
          </w:p>
        </w:tc>
        <w:tc>
          <w:tcPr>
            <w:tcW w:w="425" w:type="dxa"/>
            <w:tcBorders>
              <w:top w:val="single" w:sz="4" w:space="0" w:color="auto"/>
              <w:left w:val="single" w:sz="4" w:space="0" w:color="auto"/>
              <w:bottom w:val="single" w:sz="4" w:space="0" w:color="auto"/>
              <w:right w:val="single" w:sz="4" w:space="0" w:color="auto"/>
            </w:tcBorders>
            <w:noWrap/>
          </w:tcPr>
          <w:p w:rsidR="00BC5244" w:rsidRDefault="00BC5244">
            <w:pPr>
              <w:jc w:val="center"/>
              <w:rPr>
                <w:rFonts w:ascii="Corbel" w:hAnsi="Corbel" w:cs="Arial"/>
              </w:rPr>
            </w:pPr>
          </w:p>
        </w:tc>
        <w:tc>
          <w:tcPr>
            <w:tcW w:w="567" w:type="dxa"/>
            <w:tcBorders>
              <w:top w:val="single" w:sz="4" w:space="0" w:color="auto"/>
              <w:left w:val="single" w:sz="4" w:space="0" w:color="auto"/>
              <w:bottom w:val="single" w:sz="4" w:space="0" w:color="auto"/>
              <w:right w:val="single" w:sz="4" w:space="0" w:color="auto"/>
            </w:tcBorders>
          </w:tcPr>
          <w:p w:rsidR="00BC5244" w:rsidRDefault="00BC5244">
            <w:pPr>
              <w:jc w:val="center"/>
              <w:rPr>
                <w:rFonts w:ascii="Corbel" w:hAnsi="Corbel" w:cs="Arial"/>
              </w:rPr>
            </w:pPr>
          </w:p>
        </w:tc>
        <w:tc>
          <w:tcPr>
            <w:tcW w:w="425" w:type="dxa"/>
            <w:tcBorders>
              <w:top w:val="single" w:sz="4" w:space="0" w:color="auto"/>
              <w:left w:val="single" w:sz="4" w:space="0" w:color="auto"/>
              <w:bottom w:val="single" w:sz="4" w:space="0" w:color="auto"/>
              <w:right w:val="single" w:sz="4" w:space="0" w:color="auto"/>
            </w:tcBorders>
          </w:tcPr>
          <w:p w:rsidR="00BC5244" w:rsidRDefault="00BC5244">
            <w:pPr>
              <w:jc w:val="center"/>
              <w:rPr>
                <w:rFonts w:ascii="Corbel" w:hAnsi="Corbel" w:cs="Arial"/>
              </w:rPr>
            </w:pPr>
          </w:p>
        </w:tc>
        <w:tc>
          <w:tcPr>
            <w:tcW w:w="2977" w:type="dxa"/>
            <w:tcBorders>
              <w:top w:val="single" w:sz="4" w:space="0" w:color="auto"/>
              <w:left w:val="single" w:sz="4" w:space="0" w:color="auto"/>
              <w:bottom w:val="single" w:sz="4" w:space="0" w:color="auto"/>
              <w:right w:val="single" w:sz="4" w:space="0" w:color="auto"/>
            </w:tcBorders>
          </w:tcPr>
          <w:p w:rsidR="00BC5244" w:rsidRDefault="00BC5244">
            <w:pPr>
              <w:jc w:val="center"/>
              <w:rPr>
                <w:rFonts w:ascii="Corbel" w:hAnsi="Corbel" w:cs="Arial"/>
              </w:rPr>
            </w:pPr>
          </w:p>
        </w:tc>
      </w:tr>
      <w:tr w:rsidR="00BC5244"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C5244" w:rsidRDefault="00BC5244">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BC5244" w:rsidRDefault="00BC5244">
            <w:pPr>
              <w:rPr>
                <w:rFonts w:ascii="Corbel" w:hAnsi="Corbel" w:cs="Arial"/>
                <w:bCs/>
              </w:rPr>
            </w:pPr>
            <w:r>
              <w:rPr>
                <w:rFonts w:ascii="Corbel" w:hAnsi="Corbel" w:cs="Arial"/>
                <w:bCs/>
              </w:rPr>
              <w:t>BARTOLUCCI FRANCESCO</w:t>
            </w:r>
          </w:p>
        </w:tc>
        <w:tc>
          <w:tcPr>
            <w:tcW w:w="425" w:type="dxa"/>
            <w:tcBorders>
              <w:top w:val="single" w:sz="4" w:space="0" w:color="auto"/>
              <w:left w:val="nil"/>
              <w:bottom w:val="single" w:sz="4" w:space="0" w:color="auto"/>
              <w:right w:val="single" w:sz="4" w:space="0" w:color="auto"/>
            </w:tcBorders>
            <w:noWrap/>
          </w:tcPr>
          <w:p w:rsidR="00BC5244" w:rsidRPr="00C414BF" w:rsidRDefault="00AA45CB" w:rsidP="00DF2F9B">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tcPr>
          <w:p w:rsidR="00BC5244" w:rsidRPr="00C414BF" w:rsidRDefault="00BC5244" w:rsidP="00DF2F9B">
            <w:pPr>
              <w:jc w:val="center"/>
              <w:rPr>
                <w:rFonts w:ascii="Corbel" w:hAnsi="Corbel" w:cs="Arial"/>
                <w:bCs/>
              </w:rPr>
            </w:pPr>
          </w:p>
        </w:tc>
        <w:tc>
          <w:tcPr>
            <w:tcW w:w="425" w:type="dxa"/>
            <w:tcBorders>
              <w:top w:val="single" w:sz="4" w:space="0" w:color="auto"/>
              <w:left w:val="nil"/>
              <w:bottom w:val="single" w:sz="4" w:space="0" w:color="auto"/>
              <w:right w:val="single" w:sz="4" w:space="0" w:color="auto"/>
            </w:tcBorders>
          </w:tcPr>
          <w:p w:rsidR="00BC5244" w:rsidRPr="00F1003D" w:rsidRDefault="00BC5244">
            <w:pPr>
              <w:jc w:val="center"/>
              <w:rPr>
                <w:rFonts w:ascii="Corbel" w:hAnsi="Corbel" w:cs="Arial"/>
                <w:bCs/>
              </w:rPr>
            </w:pPr>
          </w:p>
        </w:tc>
        <w:tc>
          <w:tcPr>
            <w:tcW w:w="2977" w:type="dxa"/>
            <w:tcBorders>
              <w:top w:val="single" w:sz="4" w:space="0" w:color="auto"/>
              <w:left w:val="nil"/>
              <w:bottom w:val="single" w:sz="4" w:space="0" w:color="auto"/>
              <w:right w:val="single" w:sz="4" w:space="0" w:color="auto"/>
            </w:tcBorders>
          </w:tcPr>
          <w:p w:rsidR="00BC5244" w:rsidRPr="001546EE" w:rsidRDefault="00BC5244">
            <w:pPr>
              <w:jc w:val="center"/>
              <w:rPr>
                <w:rFonts w:ascii="Corbel" w:hAnsi="Corbel" w:cs="Arial"/>
                <w:bCs/>
                <w:sz w:val="22"/>
                <w:szCs w:val="22"/>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Default="00005E4A" w:rsidP="00005E4A">
            <w:pPr>
              <w:rPr>
                <w:rFonts w:ascii="Corbel" w:hAnsi="Corbel" w:cs="Arial"/>
                <w:bCs/>
              </w:rPr>
            </w:pPr>
            <w:r>
              <w:rPr>
                <w:rFonts w:ascii="Corbel" w:hAnsi="Corbel" w:cs="Arial"/>
                <w:bCs/>
              </w:rPr>
              <w:t>BOCCACCIO MARCO</w:t>
            </w:r>
          </w:p>
        </w:tc>
        <w:tc>
          <w:tcPr>
            <w:tcW w:w="425" w:type="dxa"/>
            <w:tcBorders>
              <w:top w:val="nil"/>
              <w:left w:val="nil"/>
              <w:bottom w:val="single" w:sz="4" w:space="0" w:color="auto"/>
              <w:right w:val="single" w:sz="4" w:space="0" w:color="auto"/>
            </w:tcBorders>
            <w:noWrap/>
          </w:tcPr>
          <w:p w:rsidR="00005E4A" w:rsidRPr="00661C0F" w:rsidRDefault="00AA45CB" w:rsidP="00005E4A">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005E4A" w:rsidRPr="00C414BF" w:rsidRDefault="00005E4A" w:rsidP="00005E4A">
            <w:pPr>
              <w:jc w:val="center"/>
              <w:rPr>
                <w:rFonts w:ascii="Corbel" w:hAnsi="Corbel"/>
              </w:rPr>
            </w:pPr>
          </w:p>
        </w:tc>
        <w:tc>
          <w:tcPr>
            <w:tcW w:w="425" w:type="dxa"/>
            <w:tcBorders>
              <w:top w:val="nil"/>
              <w:left w:val="nil"/>
              <w:bottom w:val="single" w:sz="4" w:space="0" w:color="auto"/>
              <w:right w:val="single" w:sz="4" w:space="0" w:color="auto"/>
            </w:tcBorders>
          </w:tcPr>
          <w:p w:rsidR="00005E4A" w:rsidRPr="009219F9" w:rsidRDefault="00005E4A" w:rsidP="00005E4A">
            <w:pPr>
              <w:jc w:val="center"/>
              <w:rPr>
                <w:rFonts w:ascii="Corbel" w:hAnsi="Corbel" w:cs="Arial"/>
                <w:bCs/>
              </w:rPr>
            </w:pPr>
          </w:p>
        </w:tc>
        <w:tc>
          <w:tcPr>
            <w:tcW w:w="2977" w:type="dxa"/>
            <w:tcBorders>
              <w:top w:val="nil"/>
              <w:left w:val="nil"/>
              <w:bottom w:val="single" w:sz="4" w:space="0" w:color="auto"/>
              <w:right w:val="single" w:sz="4" w:space="0" w:color="auto"/>
            </w:tcBorders>
          </w:tcPr>
          <w:p w:rsidR="00005E4A" w:rsidRPr="00F27FF2" w:rsidRDefault="00005E4A" w:rsidP="00005E4A">
            <w:pPr>
              <w:jc w:val="center"/>
              <w:rPr>
                <w:rFonts w:ascii="Corbel" w:hAnsi="Corbel" w:cs="Arial"/>
                <w:bCs/>
                <w:sz w:val="20"/>
                <w:szCs w:val="20"/>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Default="00005E4A" w:rsidP="00005E4A">
            <w:pPr>
              <w:rPr>
                <w:rFonts w:ascii="Corbel" w:hAnsi="Corbel" w:cs="Arial"/>
                <w:bCs/>
              </w:rPr>
            </w:pPr>
            <w:r>
              <w:rPr>
                <w:rFonts w:ascii="Corbel" w:hAnsi="Corbel" w:cs="Arial"/>
                <w:bCs/>
              </w:rPr>
              <w:t>BOLLINO CARLO ANDREA</w:t>
            </w:r>
          </w:p>
        </w:tc>
        <w:tc>
          <w:tcPr>
            <w:tcW w:w="425" w:type="dxa"/>
            <w:tcBorders>
              <w:top w:val="nil"/>
              <w:left w:val="nil"/>
              <w:bottom w:val="single" w:sz="4" w:space="0" w:color="auto"/>
              <w:right w:val="single" w:sz="4" w:space="0" w:color="auto"/>
            </w:tcBorders>
            <w:noWrap/>
          </w:tcPr>
          <w:p w:rsidR="00005E4A" w:rsidRPr="00661C0F" w:rsidRDefault="006C1650" w:rsidP="00005E4A">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005E4A" w:rsidRPr="00C414BF" w:rsidRDefault="00005E4A" w:rsidP="00005E4A">
            <w:pPr>
              <w:jc w:val="center"/>
              <w:rPr>
                <w:rFonts w:ascii="Corbel" w:hAnsi="Corbel"/>
              </w:rPr>
            </w:pPr>
          </w:p>
        </w:tc>
        <w:tc>
          <w:tcPr>
            <w:tcW w:w="425" w:type="dxa"/>
            <w:tcBorders>
              <w:top w:val="nil"/>
              <w:left w:val="nil"/>
              <w:bottom w:val="single" w:sz="4" w:space="0" w:color="auto"/>
              <w:right w:val="single" w:sz="4" w:space="0" w:color="auto"/>
            </w:tcBorders>
          </w:tcPr>
          <w:p w:rsidR="00005E4A" w:rsidRPr="00F1003D" w:rsidRDefault="00005E4A" w:rsidP="00005E4A">
            <w:pPr>
              <w:jc w:val="center"/>
              <w:rPr>
                <w:rFonts w:ascii="Corbel" w:hAnsi="Corbel" w:cs="Arial"/>
                <w:b/>
                <w:bCs/>
              </w:rPr>
            </w:pPr>
          </w:p>
        </w:tc>
        <w:tc>
          <w:tcPr>
            <w:tcW w:w="2977" w:type="dxa"/>
            <w:tcBorders>
              <w:top w:val="nil"/>
              <w:left w:val="nil"/>
              <w:bottom w:val="single" w:sz="4" w:space="0" w:color="auto"/>
              <w:right w:val="single" w:sz="4" w:space="0" w:color="auto"/>
            </w:tcBorders>
          </w:tcPr>
          <w:p w:rsidR="00005E4A" w:rsidRPr="00525E9E" w:rsidRDefault="00005E4A" w:rsidP="00005E4A">
            <w:pPr>
              <w:rPr>
                <w:rFonts w:ascii="Corbel" w:hAnsi="Corbel" w:cs="Arial"/>
                <w:bCs/>
                <w:sz w:val="20"/>
                <w:szCs w:val="20"/>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Default="00005E4A" w:rsidP="00005E4A">
            <w:pPr>
              <w:rPr>
                <w:rFonts w:ascii="Corbel" w:hAnsi="Corbel" w:cs="Arial"/>
                <w:bCs/>
              </w:rPr>
            </w:pPr>
            <w:r>
              <w:rPr>
                <w:rFonts w:ascii="Corbel" w:hAnsi="Corbel" w:cs="Arial"/>
                <w:bCs/>
              </w:rPr>
              <w:t>CASTELLANI DAVIDE</w:t>
            </w:r>
          </w:p>
        </w:tc>
        <w:tc>
          <w:tcPr>
            <w:tcW w:w="425" w:type="dxa"/>
            <w:tcBorders>
              <w:top w:val="nil"/>
              <w:left w:val="nil"/>
              <w:bottom w:val="single" w:sz="4" w:space="0" w:color="auto"/>
              <w:right w:val="single" w:sz="4" w:space="0" w:color="auto"/>
            </w:tcBorders>
            <w:noWrap/>
          </w:tcPr>
          <w:p w:rsidR="00005E4A" w:rsidRPr="00661C0F" w:rsidRDefault="00005E4A" w:rsidP="00005E4A">
            <w:pPr>
              <w:jc w:val="center"/>
              <w:rPr>
                <w:rFonts w:ascii="Corbel" w:hAnsi="Corbel"/>
              </w:rPr>
            </w:pPr>
          </w:p>
        </w:tc>
        <w:tc>
          <w:tcPr>
            <w:tcW w:w="567" w:type="dxa"/>
            <w:tcBorders>
              <w:top w:val="nil"/>
              <w:left w:val="nil"/>
              <w:bottom w:val="single" w:sz="4" w:space="0" w:color="auto"/>
              <w:right w:val="single" w:sz="4" w:space="0" w:color="auto"/>
            </w:tcBorders>
            <w:noWrap/>
          </w:tcPr>
          <w:p w:rsidR="00005E4A" w:rsidRPr="00C414BF" w:rsidRDefault="002076AB" w:rsidP="00005E4A">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005E4A" w:rsidRPr="00C510DC" w:rsidRDefault="00005E4A" w:rsidP="00005E4A">
            <w:pPr>
              <w:jc w:val="center"/>
              <w:rPr>
                <w:rFonts w:ascii="Corbel" w:hAnsi="Corbel" w:cs="Arial"/>
                <w:bCs/>
              </w:rPr>
            </w:pPr>
          </w:p>
        </w:tc>
        <w:tc>
          <w:tcPr>
            <w:tcW w:w="2977" w:type="dxa"/>
            <w:tcBorders>
              <w:top w:val="nil"/>
              <w:left w:val="nil"/>
              <w:bottom w:val="single" w:sz="4" w:space="0" w:color="auto"/>
              <w:right w:val="single" w:sz="4" w:space="0" w:color="auto"/>
            </w:tcBorders>
          </w:tcPr>
          <w:p w:rsidR="00005E4A" w:rsidRPr="00F27FF2" w:rsidRDefault="00005E4A" w:rsidP="00005E4A">
            <w:pPr>
              <w:rPr>
                <w:rFonts w:ascii="Corbel" w:hAnsi="Corbel" w:cs="Arial"/>
                <w:bCs/>
                <w:sz w:val="20"/>
                <w:szCs w:val="20"/>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Default="00005E4A" w:rsidP="00005E4A">
            <w:pPr>
              <w:rPr>
                <w:rFonts w:ascii="Corbel" w:hAnsi="Corbel" w:cs="Arial"/>
                <w:bCs/>
              </w:rPr>
            </w:pPr>
            <w:r>
              <w:rPr>
                <w:rFonts w:ascii="Corbel" w:hAnsi="Corbel" w:cs="Arial"/>
                <w:bCs/>
              </w:rPr>
              <w:t>FARENGA LUIGI</w:t>
            </w:r>
          </w:p>
        </w:tc>
        <w:tc>
          <w:tcPr>
            <w:tcW w:w="425" w:type="dxa"/>
            <w:tcBorders>
              <w:top w:val="nil"/>
              <w:left w:val="nil"/>
              <w:bottom w:val="single" w:sz="4" w:space="0" w:color="auto"/>
              <w:right w:val="single" w:sz="4" w:space="0" w:color="auto"/>
            </w:tcBorders>
            <w:noWrap/>
          </w:tcPr>
          <w:p w:rsidR="00005E4A" w:rsidRPr="00661C0F" w:rsidRDefault="002076AB" w:rsidP="00005E4A">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005E4A" w:rsidRPr="00C414BF" w:rsidRDefault="00005E4A" w:rsidP="00005E4A">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005E4A" w:rsidRPr="00F1003D" w:rsidRDefault="00005E4A" w:rsidP="00005E4A">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005E4A" w:rsidRPr="00F27FF2" w:rsidRDefault="00005E4A" w:rsidP="00005E4A">
            <w:pPr>
              <w:jc w:val="center"/>
              <w:rPr>
                <w:rFonts w:ascii="Corbel" w:hAnsi="Corbel" w:cs="Arial"/>
                <w:bCs/>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Pr="00A16821" w:rsidRDefault="00005E4A" w:rsidP="00005E4A">
            <w:pPr>
              <w:rPr>
                <w:rFonts w:ascii="Corbel" w:hAnsi="Corbel" w:cs="Arial"/>
                <w:bCs/>
              </w:rPr>
            </w:pPr>
            <w:r w:rsidRPr="00A16821">
              <w:rPr>
                <w:rFonts w:ascii="Corbel" w:hAnsi="Corbel" w:cs="Arial"/>
                <w:bCs/>
              </w:rPr>
              <w:t>FERRUCCI LUCA</w:t>
            </w:r>
          </w:p>
        </w:tc>
        <w:tc>
          <w:tcPr>
            <w:tcW w:w="425" w:type="dxa"/>
            <w:tcBorders>
              <w:top w:val="nil"/>
              <w:left w:val="nil"/>
              <w:bottom w:val="single" w:sz="4" w:space="0" w:color="auto"/>
              <w:right w:val="single" w:sz="4" w:space="0" w:color="auto"/>
            </w:tcBorders>
            <w:noWrap/>
          </w:tcPr>
          <w:p w:rsidR="00005E4A" w:rsidRPr="00661C0F" w:rsidRDefault="002076AB" w:rsidP="00005E4A">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005E4A" w:rsidRPr="00C414BF" w:rsidRDefault="00005E4A" w:rsidP="00005E4A">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005E4A" w:rsidRPr="009219F9" w:rsidRDefault="00005E4A" w:rsidP="00005E4A">
            <w:pPr>
              <w:jc w:val="center"/>
              <w:rPr>
                <w:rFonts w:ascii="Corbel" w:hAnsi="Corbel" w:cs="Arial"/>
                <w:bCs/>
              </w:rPr>
            </w:pPr>
          </w:p>
        </w:tc>
        <w:tc>
          <w:tcPr>
            <w:tcW w:w="2977" w:type="dxa"/>
            <w:tcBorders>
              <w:top w:val="single" w:sz="4" w:space="0" w:color="auto"/>
              <w:left w:val="nil"/>
              <w:bottom w:val="single" w:sz="4" w:space="0" w:color="auto"/>
              <w:right w:val="single" w:sz="4" w:space="0" w:color="auto"/>
            </w:tcBorders>
          </w:tcPr>
          <w:p w:rsidR="00005E4A" w:rsidRPr="00F27FF2" w:rsidRDefault="00005E4A" w:rsidP="00005E4A">
            <w:pPr>
              <w:rPr>
                <w:rFonts w:ascii="Corbel" w:hAnsi="Corbel" w:cs="Arial"/>
                <w:bCs/>
                <w:sz w:val="20"/>
                <w:szCs w:val="20"/>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Default="00005E4A" w:rsidP="00005E4A">
            <w:pPr>
              <w:rPr>
                <w:rFonts w:ascii="Corbel" w:hAnsi="Corbel" w:cs="Arial"/>
                <w:bCs/>
              </w:rPr>
            </w:pPr>
            <w:r>
              <w:rPr>
                <w:rFonts w:ascii="Corbel" w:hAnsi="Corbel" w:cs="Arial"/>
                <w:bCs/>
              </w:rPr>
              <w:t>MARI LIBERO MARIO</w:t>
            </w:r>
          </w:p>
        </w:tc>
        <w:tc>
          <w:tcPr>
            <w:tcW w:w="425" w:type="dxa"/>
            <w:tcBorders>
              <w:top w:val="nil"/>
              <w:left w:val="nil"/>
              <w:bottom w:val="single" w:sz="4" w:space="0" w:color="auto"/>
              <w:right w:val="single" w:sz="4" w:space="0" w:color="auto"/>
            </w:tcBorders>
            <w:noWrap/>
          </w:tcPr>
          <w:p w:rsidR="00005E4A" w:rsidRPr="00661C0F" w:rsidRDefault="002076AB" w:rsidP="00005E4A">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005E4A" w:rsidRPr="00661C0F" w:rsidRDefault="00005E4A" w:rsidP="00005E4A">
            <w:pPr>
              <w:jc w:val="center"/>
              <w:rPr>
                <w:rFonts w:ascii="Corbel" w:hAnsi="Corbel"/>
              </w:rPr>
            </w:pPr>
          </w:p>
        </w:tc>
        <w:tc>
          <w:tcPr>
            <w:tcW w:w="425" w:type="dxa"/>
            <w:tcBorders>
              <w:top w:val="nil"/>
              <w:left w:val="nil"/>
              <w:bottom w:val="single" w:sz="4" w:space="0" w:color="auto"/>
              <w:right w:val="single" w:sz="4" w:space="0" w:color="auto"/>
            </w:tcBorders>
          </w:tcPr>
          <w:p w:rsidR="00005E4A" w:rsidRPr="00F1003D" w:rsidRDefault="00005E4A" w:rsidP="00005E4A">
            <w:pPr>
              <w:jc w:val="center"/>
              <w:rPr>
                <w:rFonts w:ascii="Corbel" w:hAnsi="Corbel" w:cs="Arial"/>
                <w:b/>
                <w:bCs/>
              </w:rPr>
            </w:pPr>
          </w:p>
        </w:tc>
        <w:tc>
          <w:tcPr>
            <w:tcW w:w="2977" w:type="dxa"/>
            <w:tcBorders>
              <w:top w:val="nil"/>
              <w:left w:val="nil"/>
              <w:bottom w:val="single" w:sz="4" w:space="0" w:color="auto"/>
              <w:right w:val="single" w:sz="4" w:space="0" w:color="auto"/>
            </w:tcBorders>
          </w:tcPr>
          <w:p w:rsidR="00005E4A" w:rsidRPr="00F27FF2" w:rsidRDefault="00005E4A" w:rsidP="00005E4A">
            <w:pPr>
              <w:jc w:val="center"/>
              <w:rPr>
                <w:rFonts w:ascii="Corbel" w:hAnsi="Corbel" w:cs="Arial"/>
                <w:b/>
                <w:bCs/>
              </w:rPr>
            </w:pPr>
          </w:p>
        </w:tc>
      </w:tr>
      <w:tr w:rsidR="00430478"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430478" w:rsidRDefault="00430478" w:rsidP="0043047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430478" w:rsidRDefault="00430478" w:rsidP="00430478">
            <w:pPr>
              <w:rPr>
                <w:rFonts w:ascii="Corbel" w:hAnsi="Corbel" w:cs="Arial"/>
                <w:bCs/>
              </w:rPr>
            </w:pPr>
            <w:r>
              <w:rPr>
                <w:rFonts w:ascii="Corbel" w:hAnsi="Corbel" w:cs="Arial"/>
                <w:bCs/>
              </w:rPr>
              <w:t>MEZZASOMA LORENZO</w:t>
            </w:r>
          </w:p>
        </w:tc>
        <w:tc>
          <w:tcPr>
            <w:tcW w:w="425" w:type="dxa"/>
            <w:tcBorders>
              <w:top w:val="nil"/>
              <w:left w:val="nil"/>
              <w:bottom w:val="single" w:sz="4" w:space="0" w:color="auto"/>
              <w:right w:val="single" w:sz="4" w:space="0" w:color="auto"/>
            </w:tcBorders>
            <w:noWrap/>
          </w:tcPr>
          <w:p w:rsidR="00430478" w:rsidRPr="00661C0F" w:rsidRDefault="002076AB" w:rsidP="0043047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430478" w:rsidRPr="00661C0F" w:rsidRDefault="00430478" w:rsidP="00430478">
            <w:pPr>
              <w:jc w:val="center"/>
              <w:rPr>
                <w:rFonts w:ascii="Corbel" w:hAnsi="Corbel"/>
              </w:rPr>
            </w:pPr>
          </w:p>
        </w:tc>
        <w:tc>
          <w:tcPr>
            <w:tcW w:w="425" w:type="dxa"/>
            <w:tcBorders>
              <w:top w:val="nil"/>
              <w:left w:val="nil"/>
              <w:bottom w:val="single" w:sz="4" w:space="0" w:color="auto"/>
              <w:right w:val="single" w:sz="4" w:space="0" w:color="auto"/>
            </w:tcBorders>
          </w:tcPr>
          <w:p w:rsidR="00430478" w:rsidRPr="00F1003D" w:rsidRDefault="00430478" w:rsidP="00430478">
            <w:pPr>
              <w:jc w:val="center"/>
              <w:rPr>
                <w:rFonts w:ascii="Corbel" w:hAnsi="Corbel" w:cs="Arial"/>
                <w:b/>
                <w:bCs/>
              </w:rPr>
            </w:pPr>
          </w:p>
        </w:tc>
        <w:tc>
          <w:tcPr>
            <w:tcW w:w="2977" w:type="dxa"/>
            <w:tcBorders>
              <w:top w:val="nil"/>
              <w:left w:val="nil"/>
              <w:bottom w:val="single" w:sz="4" w:space="0" w:color="auto"/>
              <w:right w:val="single" w:sz="4" w:space="0" w:color="auto"/>
            </w:tcBorders>
          </w:tcPr>
          <w:p w:rsidR="00430478" w:rsidRPr="00F27FF2" w:rsidRDefault="00430478" w:rsidP="00430478">
            <w:pPr>
              <w:jc w:val="center"/>
              <w:rPr>
                <w:rFonts w:ascii="Corbel" w:hAnsi="Corbel" w:cs="Arial"/>
                <w:b/>
                <w:bCs/>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Default="00005E4A" w:rsidP="00005E4A">
            <w:pPr>
              <w:rPr>
                <w:rFonts w:ascii="Corbel" w:hAnsi="Corbel" w:cs="Arial"/>
                <w:bCs/>
              </w:rPr>
            </w:pPr>
            <w:r>
              <w:rPr>
                <w:rFonts w:ascii="Corbel" w:hAnsi="Corbel" w:cs="Arial"/>
                <w:bCs/>
              </w:rPr>
              <w:t>MONTRONE ALESSANDRO</w:t>
            </w:r>
          </w:p>
        </w:tc>
        <w:tc>
          <w:tcPr>
            <w:tcW w:w="425" w:type="dxa"/>
            <w:tcBorders>
              <w:top w:val="nil"/>
              <w:left w:val="nil"/>
              <w:bottom w:val="single" w:sz="4" w:space="0" w:color="auto"/>
              <w:right w:val="single" w:sz="4" w:space="0" w:color="auto"/>
            </w:tcBorders>
            <w:noWrap/>
          </w:tcPr>
          <w:p w:rsidR="00005E4A" w:rsidRPr="00661C0F" w:rsidRDefault="002076AB" w:rsidP="00005E4A">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005E4A" w:rsidRPr="00661C0F" w:rsidRDefault="00005E4A" w:rsidP="00005E4A">
            <w:pPr>
              <w:jc w:val="center"/>
              <w:rPr>
                <w:rFonts w:ascii="Corbel" w:hAnsi="Corbel"/>
              </w:rPr>
            </w:pPr>
          </w:p>
        </w:tc>
        <w:tc>
          <w:tcPr>
            <w:tcW w:w="425" w:type="dxa"/>
            <w:tcBorders>
              <w:top w:val="nil"/>
              <w:left w:val="nil"/>
              <w:bottom w:val="single" w:sz="4" w:space="0" w:color="auto"/>
              <w:right w:val="single" w:sz="4" w:space="0" w:color="auto"/>
            </w:tcBorders>
          </w:tcPr>
          <w:p w:rsidR="00005E4A" w:rsidRPr="00F1003D" w:rsidRDefault="00005E4A" w:rsidP="00005E4A">
            <w:pPr>
              <w:jc w:val="center"/>
              <w:rPr>
                <w:rFonts w:ascii="Corbel" w:hAnsi="Corbel" w:cs="Arial"/>
                <w:b/>
                <w:bCs/>
              </w:rPr>
            </w:pPr>
          </w:p>
        </w:tc>
        <w:tc>
          <w:tcPr>
            <w:tcW w:w="2977" w:type="dxa"/>
            <w:tcBorders>
              <w:top w:val="nil"/>
              <w:left w:val="nil"/>
              <w:bottom w:val="single" w:sz="4" w:space="0" w:color="auto"/>
              <w:right w:val="single" w:sz="4" w:space="0" w:color="auto"/>
            </w:tcBorders>
          </w:tcPr>
          <w:p w:rsidR="00005E4A" w:rsidRPr="00F27FF2" w:rsidRDefault="00005E4A" w:rsidP="00005E4A">
            <w:pPr>
              <w:jc w:val="center"/>
              <w:rPr>
                <w:rFonts w:ascii="Corbel" w:hAnsi="Corbel" w:cs="Arial"/>
                <w:b/>
                <w:bCs/>
              </w:rPr>
            </w:pPr>
          </w:p>
        </w:tc>
      </w:tr>
      <w:tr w:rsidR="00005E4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05E4A" w:rsidRDefault="00005E4A" w:rsidP="00005E4A">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5E4A" w:rsidRDefault="00005E4A" w:rsidP="00005E4A">
            <w:pPr>
              <w:rPr>
                <w:rFonts w:ascii="Corbel" w:hAnsi="Corbel" w:cs="Arial"/>
                <w:bCs/>
              </w:rPr>
            </w:pPr>
            <w:r>
              <w:rPr>
                <w:rFonts w:ascii="Corbel" w:hAnsi="Corbel" w:cs="Arial"/>
                <w:bCs/>
              </w:rPr>
              <w:t>MUSILE TANZI PAOLA</w:t>
            </w:r>
          </w:p>
        </w:tc>
        <w:tc>
          <w:tcPr>
            <w:tcW w:w="425" w:type="dxa"/>
            <w:tcBorders>
              <w:top w:val="single" w:sz="4" w:space="0" w:color="auto"/>
              <w:left w:val="nil"/>
              <w:bottom w:val="single" w:sz="4" w:space="0" w:color="auto"/>
              <w:right w:val="single" w:sz="4" w:space="0" w:color="auto"/>
            </w:tcBorders>
            <w:noWrap/>
          </w:tcPr>
          <w:p w:rsidR="00005E4A" w:rsidRPr="00661C0F" w:rsidRDefault="002076AB" w:rsidP="00005E4A">
            <w:pPr>
              <w:jc w:val="center"/>
              <w:rPr>
                <w:rFonts w:ascii="Corbel" w:hAnsi="Corbel"/>
              </w:rPr>
            </w:pPr>
            <w:r>
              <w:rPr>
                <w:rFonts w:ascii="Corbel" w:hAnsi="Corbel"/>
              </w:rPr>
              <w:t>x</w:t>
            </w:r>
          </w:p>
        </w:tc>
        <w:tc>
          <w:tcPr>
            <w:tcW w:w="567" w:type="dxa"/>
            <w:tcBorders>
              <w:top w:val="single" w:sz="4" w:space="0" w:color="auto"/>
              <w:left w:val="single" w:sz="4" w:space="0" w:color="auto"/>
              <w:bottom w:val="single" w:sz="4" w:space="0" w:color="auto"/>
              <w:right w:val="single" w:sz="4" w:space="0" w:color="auto"/>
            </w:tcBorders>
          </w:tcPr>
          <w:p w:rsidR="00005E4A" w:rsidRPr="00661C0F" w:rsidRDefault="00005E4A" w:rsidP="00005E4A">
            <w:pPr>
              <w:jc w:val="center"/>
              <w:rPr>
                <w:rFonts w:ascii="Corbel" w:hAnsi="Corbel"/>
              </w:rPr>
            </w:pPr>
          </w:p>
        </w:tc>
        <w:tc>
          <w:tcPr>
            <w:tcW w:w="425" w:type="dxa"/>
            <w:tcBorders>
              <w:top w:val="single" w:sz="4" w:space="0" w:color="auto"/>
              <w:left w:val="single" w:sz="4" w:space="0" w:color="auto"/>
              <w:bottom w:val="single" w:sz="4" w:space="0" w:color="auto"/>
              <w:right w:val="single" w:sz="4" w:space="0" w:color="auto"/>
            </w:tcBorders>
          </w:tcPr>
          <w:p w:rsidR="00005E4A" w:rsidRPr="00F1003D" w:rsidRDefault="00005E4A" w:rsidP="00005E4A">
            <w:pPr>
              <w:jc w:val="center"/>
              <w:rPr>
                <w:rFonts w:ascii="Corbel" w:hAnsi="Corbel" w:cs="Arial"/>
                <w:bCs/>
              </w:rPr>
            </w:pPr>
          </w:p>
        </w:tc>
        <w:tc>
          <w:tcPr>
            <w:tcW w:w="2977" w:type="dxa"/>
            <w:tcBorders>
              <w:top w:val="single" w:sz="4" w:space="0" w:color="auto"/>
              <w:left w:val="single" w:sz="4" w:space="0" w:color="auto"/>
              <w:bottom w:val="single" w:sz="4" w:space="0" w:color="auto"/>
              <w:right w:val="single" w:sz="4" w:space="0" w:color="auto"/>
            </w:tcBorders>
          </w:tcPr>
          <w:p w:rsidR="00005E4A" w:rsidRDefault="00005E4A" w:rsidP="00005E4A">
            <w:pPr>
              <w:jc w:val="center"/>
              <w:rPr>
                <w:rFonts w:ascii="Corbel" w:hAnsi="Corbel" w:cs="Arial"/>
                <w:bCs/>
                <w:sz w:val="20"/>
                <w:szCs w:val="20"/>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NADOTTI LORIS L.M.</w:t>
            </w:r>
          </w:p>
        </w:tc>
        <w:tc>
          <w:tcPr>
            <w:tcW w:w="425" w:type="dxa"/>
            <w:tcBorders>
              <w:top w:val="nil"/>
              <w:left w:val="nil"/>
              <w:bottom w:val="single" w:sz="4" w:space="0" w:color="auto"/>
              <w:right w:val="single" w:sz="4" w:space="0" w:color="auto"/>
            </w:tcBorders>
            <w:noWrap/>
          </w:tcPr>
          <w:p w:rsidR="0017200F" w:rsidRPr="00661C0F" w:rsidRDefault="002076AB" w:rsidP="0017200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F1003D" w:rsidRDefault="0017200F" w:rsidP="0017200F">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17200F" w:rsidRPr="00F27FF2" w:rsidRDefault="0017200F" w:rsidP="0017200F">
            <w:pPr>
              <w:rPr>
                <w:rFonts w:ascii="Corbel" w:hAnsi="Corbel" w:cs="Arial"/>
                <w:bCs/>
                <w:sz w:val="20"/>
                <w:szCs w:val="20"/>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PAGLIACCI MAURO</w:t>
            </w:r>
          </w:p>
        </w:tc>
        <w:tc>
          <w:tcPr>
            <w:tcW w:w="425" w:type="dxa"/>
            <w:tcBorders>
              <w:top w:val="nil"/>
              <w:left w:val="nil"/>
              <w:bottom w:val="single" w:sz="4" w:space="0" w:color="auto"/>
              <w:right w:val="single" w:sz="4" w:space="0" w:color="auto"/>
            </w:tcBorders>
            <w:noWrap/>
          </w:tcPr>
          <w:p w:rsidR="0017200F" w:rsidRDefault="002076AB" w:rsidP="0017200F">
            <w:pPr>
              <w:jc w:val="center"/>
            </w:pPr>
            <w:r>
              <w:t>x</w:t>
            </w:r>
          </w:p>
        </w:tc>
        <w:tc>
          <w:tcPr>
            <w:tcW w:w="567" w:type="dxa"/>
            <w:tcBorders>
              <w:top w:val="nil"/>
              <w:left w:val="nil"/>
              <w:bottom w:val="single" w:sz="4" w:space="0" w:color="auto"/>
              <w:right w:val="single" w:sz="4" w:space="0" w:color="auto"/>
            </w:tcBorders>
            <w:noWrap/>
          </w:tcPr>
          <w:p w:rsidR="0017200F" w:rsidRPr="00C414B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F1003D" w:rsidRDefault="0017200F" w:rsidP="0017200F">
            <w:pPr>
              <w:jc w:val="center"/>
              <w:rPr>
                <w:rFonts w:ascii="Corbel" w:hAnsi="Corbel" w:cs="Arial"/>
                <w:b/>
                <w:bCs/>
              </w:rPr>
            </w:pPr>
          </w:p>
        </w:tc>
        <w:tc>
          <w:tcPr>
            <w:tcW w:w="2977" w:type="dxa"/>
            <w:tcBorders>
              <w:top w:val="nil"/>
              <w:left w:val="nil"/>
              <w:bottom w:val="single" w:sz="4" w:space="0" w:color="auto"/>
              <w:right w:val="single" w:sz="4" w:space="0" w:color="auto"/>
            </w:tcBorders>
          </w:tcPr>
          <w:p w:rsidR="0017200F" w:rsidRDefault="0017200F" w:rsidP="0017200F">
            <w:pPr>
              <w:rPr>
                <w:rFonts w:ascii="Corbel" w:hAnsi="Corbel" w:cs="Arial"/>
                <w:bCs/>
                <w:sz w:val="20"/>
                <w:szCs w:val="20"/>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SCAGLIONE FRANCESCO</w:t>
            </w:r>
          </w:p>
        </w:tc>
        <w:tc>
          <w:tcPr>
            <w:tcW w:w="425" w:type="dxa"/>
            <w:tcBorders>
              <w:top w:val="nil"/>
              <w:left w:val="nil"/>
              <w:bottom w:val="single" w:sz="4" w:space="0" w:color="auto"/>
              <w:right w:val="single" w:sz="4" w:space="0" w:color="auto"/>
            </w:tcBorders>
            <w:noWrap/>
          </w:tcPr>
          <w:p w:rsidR="0017200F" w:rsidRPr="00661C0F" w:rsidRDefault="002076AB" w:rsidP="0017200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200F" w:rsidRPr="00C414B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F1003D" w:rsidRDefault="0017200F" w:rsidP="0017200F">
            <w:pPr>
              <w:jc w:val="center"/>
              <w:rPr>
                <w:rFonts w:ascii="Corbel" w:hAnsi="Corbel" w:cs="Arial"/>
                <w:b/>
                <w:bCs/>
              </w:rPr>
            </w:pPr>
          </w:p>
        </w:tc>
        <w:tc>
          <w:tcPr>
            <w:tcW w:w="2977" w:type="dxa"/>
            <w:tcBorders>
              <w:top w:val="nil"/>
              <w:left w:val="nil"/>
              <w:bottom w:val="single" w:sz="4" w:space="0" w:color="auto"/>
              <w:right w:val="single" w:sz="4" w:space="0" w:color="auto"/>
            </w:tcBorders>
          </w:tcPr>
          <w:p w:rsidR="0017200F" w:rsidRDefault="0017200F" w:rsidP="0017200F">
            <w:pPr>
              <w:jc w:val="center"/>
              <w:rPr>
                <w:rFonts w:ascii="Corbel" w:hAnsi="Corbel" w:cs="Arial"/>
                <w:bCs/>
                <w:sz w:val="20"/>
                <w:szCs w:val="20"/>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Cs/>
              </w:rPr>
            </w:pPr>
            <w:r>
              <w:rPr>
                <w:rFonts w:ascii="Corbel" w:hAnsi="Corbel" w:cs="Arial"/>
                <w:bCs/>
              </w:rPr>
              <w:t>SCHIUMA LAURA</w:t>
            </w:r>
          </w:p>
        </w:tc>
        <w:tc>
          <w:tcPr>
            <w:tcW w:w="425" w:type="dxa"/>
            <w:tcBorders>
              <w:top w:val="nil"/>
              <w:left w:val="nil"/>
              <w:bottom w:val="single" w:sz="4" w:space="0" w:color="auto"/>
              <w:right w:val="single" w:sz="4" w:space="0" w:color="auto"/>
            </w:tcBorders>
            <w:noWrap/>
          </w:tcPr>
          <w:p w:rsidR="00A85C27" w:rsidRPr="00661C0F" w:rsidRDefault="002076AB" w:rsidP="00A85C27">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A85C27" w:rsidRPr="00C414BF" w:rsidRDefault="00A85C27" w:rsidP="00A85C27">
            <w:pPr>
              <w:jc w:val="center"/>
              <w:rPr>
                <w:rFonts w:ascii="Corbel" w:hAnsi="Corbel"/>
              </w:rPr>
            </w:pPr>
          </w:p>
        </w:tc>
        <w:tc>
          <w:tcPr>
            <w:tcW w:w="425" w:type="dxa"/>
            <w:tcBorders>
              <w:top w:val="nil"/>
              <w:left w:val="nil"/>
              <w:bottom w:val="single" w:sz="4" w:space="0" w:color="auto"/>
              <w:right w:val="single" w:sz="4" w:space="0" w:color="auto"/>
            </w:tcBorders>
          </w:tcPr>
          <w:p w:rsidR="00A85C27" w:rsidRPr="00F1003D" w:rsidRDefault="00A85C27" w:rsidP="00A85C27">
            <w:pPr>
              <w:jc w:val="center"/>
              <w:rPr>
                <w:rFonts w:ascii="Corbel" w:hAnsi="Corbel" w:cs="Arial"/>
                <w:b/>
                <w:bCs/>
              </w:rPr>
            </w:pPr>
          </w:p>
        </w:tc>
        <w:tc>
          <w:tcPr>
            <w:tcW w:w="2977" w:type="dxa"/>
            <w:tcBorders>
              <w:top w:val="nil"/>
              <w:left w:val="nil"/>
              <w:bottom w:val="single" w:sz="4" w:space="0" w:color="auto"/>
              <w:right w:val="single" w:sz="4" w:space="0" w:color="auto"/>
            </w:tcBorders>
          </w:tcPr>
          <w:p w:rsidR="00A85C27" w:rsidRDefault="00A85C27" w:rsidP="00A85C27">
            <w:pPr>
              <w:jc w:val="center"/>
              <w:rPr>
                <w:rFonts w:ascii="Corbel" w:hAnsi="Corbel" w:cs="Arial"/>
                <w:bCs/>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SIGNORELLI MARCELLO</w:t>
            </w:r>
          </w:p>
        </w:tc>
        <w:tc>
          <w:tcPr>
            <w:tcW w:w="425" w:type="dxa"/>
            <w:tcBorders>
              <w:top w:val="nil"/>
              <w:left w:val="nil"/>
              <w:bottom w:val="single" w:sz="4" w:space="0" w:color="auto"/>
              <w:right w:val="single" w:sz="4" w:space="0" w:color="auto"/>
            </w:tcBorders>
            <w:noWrap/>
          </w:tcPr>
          <w:p w:rsidR="0017200F" w:rsidRPr="00661C0F" w:rsidRDefault="002076AB" w:rsidP="0017200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200F" w:rsidRPr="00C414B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F1003D" w:rsidRDefault="0017200F" w:rsidP="0017200F">
            <w:pPr>
              <w:jc w:val="center"/>
              <w:rPr>
                <w:rFonts w:ascii="Corbel" w:hAnsi="Corbel" w:cs="Arial"/>
                <w:b/>
                <w:bCs/>
              </w:rPr>
            </w:pPr>
          </w:p>
        </w:tc>
        <w:tc>
          <w:tcPr>
            <w:tcW w:w="2977" w:type="dxa"/>
            <w:tcBorders>
              <w:top w:val="nil"/>
              <w:left w:val="nil"/>
              <w:bottom w:val="single" w:sz="4" w:space="0" w:color="auto"/>
              <w:right w:val="single" w:sz="4" w:space="0" w:color="auto"/>
            </w:tcBorders>
          </w:tcPr>
          <w:p w:rsidR="0017200F" w:rsidRPr="009C07AE" w:rsidRDefault="0017200F" w:rsidP="0017200F">
            <w:pPr>
              <w:jc w:val="center"/>
              <w:rPr>
                <w:rFonts w:ascii="Corbel" w:hAnsi="Corbel" w:cs="Arial"/>
                <w:bCs/>
                <w:sz w:val="20"/>
                <w:szCs w:val="20"/>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STANGHELLINI ELENA</w:t>
            </w:r>
          </w:p>
        </w:tc>
        <w:tc>
          <w:tcPr>
            <w:tcW w:w="425" w:type="dxa"/>
            <w:tcBorders>
              <w:top w:val="nil"/>
              <w:left w:val="nil"/>
              <w:bottom w:val="single" w:sz="4" w:space="0" w:color="auto"/>
              <w:right w:val="single" w:sz="4" w:space="0" w:color="auto"/>
            </w:tcBorders>
            <w:noWrap/>
          </w:tcPr>
          <w:p w:rsidR="0017200F" w:rsidRPr="00661C0F" w:rsidRDefault="002076AB" w:rsidP="0017200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661C0F" w:rsidRDefault="0017200F" w:rsidP="0017200F">
            <w:pPr>
              <w:jc w:val="center"/>
              <w:rPr>
                <w:rFonts w:ascii="Corbel" w:hAnsi="Corbel" w:cs="Arial"/>
                <w:b/>
                <w:bCs/>
              </w:rPr>
            </w:pPr>
          </w:p>
        </w:tc>
        <w:tc>
          <w:tcPr>
            <w:tcW w:w="2977" w:type="dxa"/>
            <w:tcBorders>
              <w:top w:val="nil"/>
              <w:left w:val="nil"/>
              <w:bottom w:val="single" w:sz="4" w:space="0" w:color="auto"/>
              <w:right w:val="single" w:sz="4" w:space="0" w:color="auto"/>
            </w:tcBorders>
          </w:tcPr>
          <w:p w:rsidR="0017200F" w:rsidRPr="00F27FF2" w:rsidRDefault="0017200F" w:rsidP="0017200F">
            <w:pPr>
              <w:rPr>
                <w:rFonts w:ascii="Corbel" w:hAnsi="Corbel" w:cs="Arial"/>
                <w:bCs/>
                <w:sz w:val="20"/>
                <w:szCs w:val="20"/>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Pr="00B508B6" w:rsidRDefault="0017200F" w:rsidP="0017200F">
            <w:pPr>
              <w:rPr>
                <w:rFonts w:ascii="Corbel" w:hAnsi="Corbel" w:cs="Arial"/>
                <w:bCs/>
                <w:highlight w:val="yellow"/>
              </w:rPr>
            </w:pPr>
            <w:r w:rsidRPr="009428E4">
              <w:rPr>
                <w:rFonts w:ascii="Corbel" w:hAnsi="Corbel" w:cs="Arial"/>
                <w:bCs/>
              </w:rPr>
              <w:t>TROIANO VINCENZO</w:t>
            </w:r>
          </w:p>
        </w:tc>
        <w:tc>
          <w:tcPr>
            <w:tcW w:w="425"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567"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661C0F" w:rsidRDefault="002076AB" w:rsidP="0017200F">
            <w:pPr>
              <w:jc w:val="center"/>
              <w:rPr>
                <w:rFonts w:ascii="Corbel" w:hAnsi="Corbel"/>
              </w:rPr>
            </w:pPr>
            <w:r>
              <w:rPr>
                <w:rFonts w:ascii="Corbel" w:hAnsi="Corbel"/>
              </w:rPr>
              <w:t>x</w:t>
            </w:r>
          </w:p>
        </w:tc>
        <w:tc>
          <w:tcPr>
            <w:tcW w:w="2977" w:type="dxa"/>
            <w:tcBorders>
              <w:top w:val="nil"/>
              <w:left w:val="nil"/>
              <w:bottom w:val="single" w:sz="4" w:space="0" w:color="auto"/>
              <w:right w:val="single" w:sz="4" w:space="0" w:color="auto"/>
            </w:tcBorders>
          </w:tcPr>
          <w:p w:rsidR="0017200F" w:rsidRPr="00F27FF2" w:rsidRDefault="0017200F" w:rsidP="0017200F">
            <w:pPr>
              <w:rPr>
                <w:rFonts w:ascii="Corbel" w:hAnsi="Corbel" w:cs="Arial"/>
                <w:bCs/>
                <w:sz w:val="20"/>
                <w:szCs w:val="20"/>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VERSIGLIONI MARCO</w:t>
            </w:r>
          </w:p>
        </w:tc>
        <w:tc>
          <w:tcPr>
            <w:tcW w:w="425"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567"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661C0F" w:rsidRDefault="002076AB" w:rsidP="0017200F">
            <w:pPr>
              <w:jc w:val="center"/>
              <w:rPr>
                <w:rFonts w:ascii="Corbel" w:hAnsi="Corbel"/>
              </w:rPr>
            </w:pPr>
            <w:r>
              <w:rPr>
                <w:rFonts w:ascii="Corbel" w:hAnsi="Corbel"/>
              </w:rPr>
              <w:t>x</w:t>
            </w:r>
          </w:p>
        </w:tc>
        <w:tc>
          <w:tcPr>
            <w:tcW w:w="2977" w:type="dxa"/>
            <w:tcBorders>
              <w:top w:val="nil"/>
              <w:left w:val="nil"/>
              <w:bottom w:val="single" w:sz="4" w:space="0" w:color="auto"/>
              <w:right w:val="single" w:sz="4" w:space="0" w:color="auto"/>
            </w:tcBorders>
          </w:tcPr>
          <w:p w:rsidR="0017200F" w:rsidRDefault="0017200F" w:rsidP="0017200F">
            <w:pPr>
              <w:rPr>
                <w:rFonts w:ascii="Corbel" w:hAnsi="Corbel" w:cs="Arial"/>
                <w:bCs/>
                <w:sz w:val="20"/>
                <w:szCs w:val="20"/>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Default="00A85C27" w:rsidP="00A85C27">
            <w:p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
                <w:bCs/>
              </w:rPr>
            </w:pPr>
            <w:r>
              <w:rPr>
                <w:rFonts w:ascii="Corbel" w:hAnsi="Corbel" w:cs="Arial"/>
                <w:b/>
                <w:bCs/>
              </w:rPr>
              <w:t>DOCENTI II FASCIA</w:t>
            </w:r>
          </w:p>
        </w:tc>
        <w:tc>
          <w:tcPr>
            <w:tcW w:w="425" w:type="dxa"/>
            <w:tcBorders>
              <w:top w:val="nil"/>
              <w:left w:val="nil"/>
              <w:bottom w:val="single" w:sz="4" w:space="0" w:color="auto"/>
              <w:right w:val="single" w:sz="4" w:space="0" w:color="auto"/>
            </w:tcBorders>
            <w:noWrap/>
          </w:tcPr>
          <w:p w:rsidR="00A85C27" w:rsidRPr="00F1003D" w:rsidRDefault="00A85C27" w:rsidP="00A85C27">
            <w:pPr>
              <w:jc w:val="center"/>
              <w:rPr>
                <w:rFonts w:ascii="Corbel" w:hAnsi="Corbel"/>
              </w:rPr>
            </w:pPr>
          </w:p>
        </w:tc>
        <w:tc>
          <w:tcPr>
            <w:tcW w:w="567" w:type="dxa"/>
            <w:tcBorders>
              <w:top w:val="nil"/>
              <w:left w:val="nil"/>
              <w:bottom w:val="single" w:sz="4" w:space="0" w:color="auto"/>
              <w:right w:val="single" w:sz="4" w:space="0" w:color="auto"/>
            </w:tcBorders>
            <w:noWrap/>
          </w:tcPr>
          <w:p w:rsidR="00A85C27" w:rsidRPr="00F1003D" w:rsidRDefault="00A85C27" w:rsidP="00A85C27">
            <w:pPr>
              <w:jc w:val="center"/>
              <w:rPr>
                <w:rFonts w:ascii="Corbel" w:hAnsi="Corbel" w:cs="Arial"/>
                <w:bCs/>
              </w:rPr>
            </w:pPr>
          </w:p>
        </w:tc>
        <w:tc>
          <w:tcPr>
            <w:tcW w:w="425" w:type="dxa"/>
            <w:tcBorders>
              <w:top w:val="nil"/>
              <w:left w:val="nil"/>
              <w:bottom w:val="single" w:sz="4" w:space="0" w:color="auto"/>
              <w:right w:val="single" w:sz="4" w:space="0" w:color="auto"/>
            </w:tcBorders>
          </w:tcPr>
          <w:p w:rsidR="00A85C27" w:rsidRPr="00F1003D" w:rsidRDefault="00A85C27" w:rsidP="00A85C27">
            <w:pPr>
              <w:jc w:val="center"/>
              <w:rPr>
                <w:rFonts w:ascii="Corbel" w:hAnsi="Corbel" w:cs="Arial"/>
                <w:b/>
                <w:bCs/>
              </w:rPr>
            </w:pPr>
          </w:p>
        </w:tc>
        <w:tc>
          <w:tcPr>
            <w:tcW w:w="2977" w:type="dxa"/>
            <w:tcBorders>
              <w:top w:val="nil"/>
              <w:left w:val="nil"/>
              <w:bottom w:val="single" w:sz="4" w:space="0" w:color="auto"/>
              <w:right w:val="single" w:sz="4" w:space="0" w:color="auto"/>
            </w:tcBorders>
          </w:tcPr>
          <w:p w:rsidR="00A85C27" w:rsidRDefault="00A85C27" w:rsidP="00A85C27">
            <w:pPr>
              <w:jc w:val="center"/>
              <w:rPr>
                <w:rFonts w:ascii="Corbel" w:hAnsi="Corbel" w:cs="Arial"/>
                <w:b/>
                <w:bCs/>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Cs/>
              </w:rPr>
            </w:pPr>
            <w:r>
              <w:rPr>
                <w:rFonts w:ascii="Corbel" w:hAnsi="Corbel" w:cs="Arial"/>
                <w:bCs/>
              </w:rPr>
              <w:t>ABBRITTI MIRKO</w:t>
            </w:r>
          </w:p>
        </w:tc>
        <w:tc>
          <w:tcPr>
            <w:tcW w:w="425" w:type="dxa"/>
            <w:tcBorders>
              <w:top w:val="nil"/>
              <w:left w:val="nil"/>
              <w:bottom w:val="single" w:sz="4" w:space="0" w:color="auto"/>
              <w:right w:val="single" w:sz="4" w:space="0" w:color="auto"/>
            </w:tcBorders>
            <w:noWrap/>
          </w:tcPr>
          <w:p w:rsidR="00A85C27" w:rsidRPr="00661C0F" w:rsidRDefault="002076AB" w:rsidP="00A85C27">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A85C27" w:rsidRPr="00661C0F" w:rsidRDefault="00A85C27" w:rsidP="00A85C27">
            <w:pPr>
              <w:jc w:val="center"/>
              <w:rPr>
                <w:rFonts w:ascii="Corbel" w:hAnsi="Corbel"/>
              </w:rPr>
            </w:pPr>
          </w:p>
        </w:tc>
        <w:tc>
          <w:tcPr>
            <w:tcW w:w="425" w:type="dxa"/>
            <w:tcBorders>
              <w:top w:val="nil"/>
              <w:left w:val="nil"/>
              <w:bottom w:val="single" w:sz="4" w:space="0" w:color="auto"/>
              <w:right w:val="single" w:sz="4" w:space="0" w:color="auto"/>
            </w:tcBorders>
          </w:tcPr>
          <w:p w:rsidR="00A85C27" w:rsidRPr="00F1003D" w:rsidRDefault="00A85C27" w:rsidP="00A85C27">
            <w:pPr>
              <w:jc w:val="center"/>
              <w:rPr>
                <w:rFonts w:ascii="Corbel" w:hAnsi="Corbel" w:cs="Arial"/>
                <w:b/>
                <w:bCs/>
              </w:rPr>
            </w:pPr>
          </w:p>
        </w:tc>
        <w:tc>
          <w:tcPr>
            <w:tcW w:w="2977" w:type="dxa"/>
            <w:tcBorders>
              <w:top w:val="nil"/>
              <w:left w:val="nil"/>
              <w:bottom w:val="single" w:sz="4" w:space="0" w:color="auto"/>
              <w:right w:val="single" w:sz="4" w:space="0" w:color="auto"/>
            </w:tcBorders>
          </w:tcPr>
          <w:p w:rsidR="00A85C27" w:rsidRPr="00016A3F" w:rsidRDefault="00A85C27" w:rsidP="00A85C27">
            <w:pPr>
              <w:rPr>
                <w:rFonts w:ascii="Corbel" w:hAnsi="Corbel" w:cs="Arial"/>
                <w:bCs/>
                <w:sz w:val="22"/>
                <w:szCs w:val="22"/>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Cs/>
              </w:rPr>
            </w:pPr>
            <w:r>
              <w:rPr>
                <w:rFonts w:ascii="Corbel" w:hAnsi="Corbel" w:cs="Arial"/>
                <w:bCs/>
              </w:rPr>
              <w:t>ANGELINI FLAVIO</w:t>
            </w:r>
          </w:p>
        </w:tc>
        <w:tc>
          <w:tcPr>
            <w:tcW w:w="425" w:type="dxa"/>
            <w:tcBorders>
              <w:top w:val="nil"/>
              <w:left w:val="nil"/>
              <w:bottom w:val="single" w:sz="4" w:space="0" w:color="auto"/>
              <w:right w:val="single" w:sz="4" w:space="0" w:color="auto"/>
            </w:tcBorders>
            <w:noWrap/>
          </w:tcPr>
          <w:p w:rsidR="00A85C27" w:rsidRPr="00661C0F" w:rsidRDefault="00A85C27" w:rsidP="00A85C27">
            <w:pPr>
              <w:jc w:val="center"/>
              <w:rPr>
                <w:rFonts w:ascii="Corbel" w:hAnsi="Corbel"/>
              </w:rPr>
            </w:pPr>
          </w:p>
        </w:tc>
        <w:tc>
          <w:tcPr>
            <w:tcW w:w="567" w:type="dxa"/>
            <w:tcBorders>
              <w:top w:val="nil"/>
              <w:left w:val="nil"/>
              <w:bottom w:val="single" w:sz="4" w:space="0" w:color="auto"/>
              <w:right w:val="single" w:sz="4" w:space="0" w:color="auto"/>
            </w:tcBorders>
            <w:noWrap/>
          </w:tcPr>
          <w:p w:rsidR="00A85C27" w:rsidRPr="00661C0F" w:rsidRDefault="002076AB" w:rsidP="00A85C27">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A85C27" w:rsidRPr="00F1003D" w:rsidRDefault="00A85C27" w:rsidP="00A85C27">
            <w:pPr>
              <w:jc w:val="center"/>
              <w:rPr>
                <w:rFonts w:ascii="Corbel" w:hAnsi="Corbel" w:cs="Arial"/>
                <w:b/>
                <w:bCs/>
              </w:rPr>
            </w:pPr>
          </w:p>
        </w:tc>
        <w:tc>
          <w:tcPr>
            <w:tcW w:w="2977" w:type="dxa"/>
            <w:tcBorders>
              <w:top w:val="nil"/>
              <w:left w:val="nil"/>
              <w:bottom w:val="single" w:sz="4" w:space="0" w:color="auto"/>
              <w:right w:val="single" w:sz="4" w:space="0" w:color="auto"/>
            </w:tcBorders>
          </w:tcPr>
          <w:p w:rsidR="00A85C27" w:rsidRDefault="00A85C27" w:rsidP="00A85C27">
            <w:pPr>
              <w:jc w:val="center"/>
              <w:rPr>
                <w:rFonts w:ascii="Corbel" w:hAnsi="Corbel" w:cs="Arial"/>
                <w:b/>
                <w:bCs/>
              </w:rPr>
            </w:pPr>
          </w:p>
        </w:tc>
      </w:tr>
      <w:tr w:rsidR="00FC7986"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FC7986" w:rsidRDefault="00FC7986" w:rsidP="00FC7986">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FC7986" w:rsidRDefault="00FC7986" w:rsidP="00FC7986">
            <w:pPr>
              <w:rPr>
                <w:rFonts w:ascii="Corbel" w:hAnsi="Corbel" w:cs="Arial"/>
                <w:bCs/>
              </w:rPr>
            </w:pPr>
            <w:r>
              <w:rPr>
                <w:rFonts w:ascii="Corbel" w:hAnsi="Corbel" w:cs="Arial"/>
                <w:bCs/>
              </w:rPr>
              <w:t>ARISTEI DAVID</w:t>
            </w:r>
          </w:p>
        </w:tc>
        <w:tc>
          <w:tcPr>
            <w:tcW w:w="425" w:type="dxa"/>
            <w:tcBorders>
              <w:top w:val="nil"/>
              <w:left w:val="nil"/>
              <w:bottom w:val="single" w:sz="4" w:space="0" w:color="auto"/>
              <w:right w:val="single" w:sz="4" w:space="0" w:color="auto"/>
            </w:tcBorders>
            <w:noWrap/>
          </w:tcPr>
          <w:p w:rsidR="00FC7986" w:rsidRPr="00661C0F" w:rsidRDefault="002076AB" w:rsidP="00FC7986">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FC7986" w:rsidRPr="00661C0F" w:rsidRDefault="00FC7986" w:rsidP="00FC7986">
            <w:pPr>
              <w:jc w:val="center"/>
              <w:rPr>
                <w:rFonts w:ascii="Corbel" w:hAnsi="Corbel"/>
              </w:rPr>
            </w:pPr>
          </w:p>
        </w:tc>
        <w:tc>
          <w:tcPr>
            <w:tcW w:w="425" w:type="dxa"/>
            <w:tcBorders>
              <w:top w:val="nil"/>
              <w:left w:val="nil"/>
              <w:bottom w:val="single" w:sz="4" w:space="0" w:color="auto"/>
              <w:right w:val="single" w:sz="4" w:space="0" w:color="auto"/>
            </w:tcBorders>
          </w:tcPr>
          <w:p w:rsidR="00FC7986" w:rsidRPr="00F1003D" w:rsidRDefault="00FC7986" w:rsidP="00FC7986">
            <w:pPr>
              <w:jc w:val="center"/>
              <w:rPr>
                <w:rFonts w:ascii="Corbel" w:hAnsi="Corbel" w:cs="Arial"/>
                <w:b/>
                <w:bCs/>
              </w:rPr>
            </w:pPr>
          </w:p>
        </w:tc>
        <w:tc>
          <w:tcPr>
            <w:tcW w:w="2977" w:type="dxa"/>
            <w:tcBorders>
              <w:top w:val="nil"/>
              <w:left w:val="nil"/>
              <w:bottom w:val="single" w:sz="4" w:space="0" w:color="auto"/>
              <w:right w:val="single" w:sz="4" w:space="0" w:color="auto"/>
            </w:tcBorders>
          </w:tcPr>
          <w:p w:rsidR="00FC7986" w:rsidRDefault="00FC7986" w:rsidP="00FC7986">
            <w:pPr>
              <w:jc w:val="center"/>
              <w:rPr>
                <w:rFonts w:ascii="Corbel" w:hAnsi="Corbel" w:cs="Arial"/>
                <w:bCs/>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BARTOCCI LUCA</w:t>
            </w:r>
          </w:p>
        </w:tc>
        <w:tc>
          <w:tcPr>
            <w:tcW w:w="425" w:type="dxa"/>
            <w:tcBorders>
              <w:top w:val="nil"/>
              <w:left w:val="nil"/>
              <w:bottom w:val="single" w:sz="4" w:space="0" w:color="auto"/>
              <w:right w:val="single" w:sz="4" w:space="0" w:color="auto"/>
            </w:tcBorders>
            <w:noWrap/>
          </w:tcPr>
          <w:p w:rsidR="0017200F" w:rsidRPr="00661C0F" w:rsidRDefault="002076AB" w:rsidP="0017200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F1003D" w:rsidRDefault="0017200F" w:rsidP="0017200F">
            <w:pPr>
              <w:jc w:val="center"/>
              <w:rPr>
                <w:rFonts w:ascii="Corbel" w:hAnsi="Corbel" w:cs="Arial"/>
                <w:b/>
                <w:bCs/>
              </w:rPr>
            </w:pPr>
          </w:p>
        </w:tc>
        <w:tc>
          <w:tcPr>
            <w:tcW w:w="2977" w:type="dxa"/>
            <w:tcBorders>
              <w:top w:val="nil"/>
              <w:left w:val="nil"/>
              <w:bottom w:val="single" w:sz="4" w:space="0" w:color="auto"/>
              <w:right w:val="single" w:sz="4" w:space="0" w:color="auto"/>
            </w:tcBorders>
          </w:tcPr>
          <w:p w:rsidR="0017200F" w:rsidRDefault="0017200F" w:rsidP="0017200F">
            <w:pPr>
              <w:jc w:val="center"/>
              <w:rPr>
                <w:rFonts w:ascii="Corbel" w:hAnsi="Corbel" w:cs="Arial"/>
                <w:bCs/>
              </w:rPr>
            </w:pPr>
          </w:p>
        </w:tc>
      </w:tr>
      <w:tr w:rsidR="0017200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17200F" w:rsidRDefault="0017200F"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200F" w:rsidRDefault="0017200F" w:rsidP="0017200F">
            <w:pPr>
              <w:rPr>
                <w:rFonts w:ascii="Corbel" w:hAnsi="Corbel" w:cs="Arial"/>
                <w:bCs/>
              </w:rPr>
            </w:pPr>
            <w:r>
              <w:rPr>
                <w:rFonts w:ascii="Corbel" w:hAnsi="Corbel" w:cs="Arial"/>
                <w:bCs/>
              </w:rPr>
              <w:t>BELLUCCI ANDREA</w:t>
            </w:r>
          </w:p>
        </w:tc>
        <w:tc>
          <w:tcPr>
            <w:tcW w:w="425" w:type="dxa"/>
            <w:tcBorders>
              <w:top w:val="nil"/>
              <w:left w:val="nil"/>
              <w:bottom w:val="single" w:sz="4" w:space="0" w:color="auto"/>
              <w:right w:val="single" w:sz="4" w:space="0" w:color="auto"/>
            </w:tcBorders>
            <w:noWrap/>
          </w:tcPr>
          <w:p w:rsidR="0017200F" w:rsidRPr="00661C0F" w:rsidRDefault="002076AB" w:rsidP="0017200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200F" w:rsidRPr="00661C0F" w:rsidRDefault="0017200F" w:rsidP="0017200F">
            <w:pPr>
              <w:jc w:val="center"/>
              <w:rPr>
                <w:rFonts w:ascii="Corbel" w:hAnsi="Corbel"/>
              </w:rPr>
            </w:pPr>
          </w:p>
        </w:tc>
        <w:tc>
          <w:tcPr>
            <w:tcW w:w="425" w:type="dxa"/>
            <w:tcBorders>
              <w:top w:val="nil"/>
              <w:left w:val="nil"/>
              <w:bottom w:val="single" w:sz="4" w:space="0" w:color="auto"/>
              <w:right w:val="single" w:sz="4" w:space="0" w:color="auto"/>
            </w:tcBorders>
          </w:tcPr>
          <w:p w:rsidR="0017200F" w:rsidRPr="00F1003D" w:rsidRDefault="0017200F" w:rsidP="0017200F">
            <w:pPr>
              <w:jc w:val="center"/>
              <w:rPr>
                <w:rFonts w:ascii="Corbel" w:hAnsi="Corbel" w:cs="Arial"/>
                <w:b/>
                <w:bCs/>
              </w:rPr>
            </w:pPr>
          </w:p>
        </w:tc>
        <w:tc>
          <w:tcPr>
            <w:tcW w:w="2977" w:type="dxa"/>
            <w:tcBorders>
              <w:top w:val="nil"/>
              <w:left w:val="nil"/>
              <w:bottom w:val="single" w:sz="4" w:space="0" w:color="auto"/>
              <w:right w:val="single" w:sz="4" w:space="0" w:color="auto"/>
            </w:tcBorders>
          </w:tcPr>
          <w:p w:rsidR="0017200F" w:rsidRPr="00F27FF2" w:rsidRDefault="0017200F" w:rsidP="0017200F">
            <w:pPr>
              <w:rPr>
                <w:rFonts w:ascii="Corbel" w:hAnsi="Corbel" w:cs="Arial"/>
                <w:bCs/>
                <w:sz w:val="20"/>
                <w:szCs w:val="20"/>
              </w:rPr>
            </w:pPr>
          </w:p>
        </w:tc>
      </w:tr>
      <w:tr w:rsidR="007A4E0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A4E0A" w:rsidRDefault="007A4E0A" w:rsidP="0017200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A4E0A" w:rsidRDefault="007A4E0A" w:rsidP="0017200F">
            <w:pPr>
              <w:rPr>
                <w:rFonts w:ascii="Corbel" w:hAnsi="Corbel" w:cs="Arial"/>
                <w:bCs/>
              </w:rPr>
            </w:pPr>
            <w:r>
              <w:rPr>
                <w:rFonts w:ascii="Corbel" w:hAnsi="Corbel" w:cs="Arial"/>
                <w:bCs/>
              </w:rPr>
              <w:t>BERTI de MARINIS GIOVANNI MARIA</w:t>
            </w:r>
          </w:p>
        </w:tc>
        <w:tc>
          <w:tcPr>
            <w:tcW w:w="425" w:type="dxa"/>
            <w:tcBorders>
              <w:top w:val="nil"/>
              <w:left w:val="nil"/>
              <w:bottom w:val="single" w:sz="4" w:space="0" w:color="auto"/>
              <w:right w:val="single" w:sz="4" w:space="0" w:color="auto"/>
            </w:tcBorders>
            <w:noWrap/>
          </w:tcPr>
          <w:p w:rsidR="007A4E0A" w:rsidRPr="00661C0F" w:rsidRDefault="002076AB" w:rsidP="0017200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7A4E0A" w:rsidRPr="00661C0F" w:rsidRDefault="007A4E0A" w:rsidP="0017200F">
            <w:pPr>
              <w:jc w:val="center"/>
              <w:rPr>
                <w:rFonts w:ascii="Corbel" w:hAnsi="Corbel"/>
              </w:rPr>
            </w:pPr>
          </w:p>
        </w:tc>
        <w:tc>
          <w:tcPr>
            <w:tcW w:w="425" w:type="dxa"/>
            <w:tcBorders>
              <w:top w:val="nil"/>
              <w:left w:val="nil"/>
              <w:bottom w:val="single" w:sz="4" w:space="0" w:color="auto"/>
              <w:right w:val="single" w:sz="4" w:space="0" w:color="auto"/>
            </w:tcBorders>
          </w:tcPr>
          <w:p w:rsidR="007A4E0A" w:rsidRPr="00F1003D" w:rsidRDefault="007A4E0A" w:rsidP="0017200F">
            <w:pPr>
              <w:jc w:val="center"/>
              <w:rPr>
                <w:rFonts w:ascii="Corbel" w:hAnsi="Corbel" w:cs="Arial"/>
                <w:b/>
                <w:bCs/>
              </w:rPr>
            </w:pPr>
          </w:p>
        </w:tc>
        <w:tc>
          <w:tcPr>
            <w:tcW w:w="2977" w:type="dxa"/>
            <w:tcBorders>
              <w:top w:val="nil"/>
              <w:left w:val="nil"/>
              <w:bottom w:val="single" w:sz="4" w:space="0" w:color="auto"/>
              <w:right w:val="single" w:sz="4" w:space="0" w:color="auto"/>
            </w:tcBorders>
          </w:tcPr>
          <w:p w:rsidR="007A4E0A" w:rsidRPr="00F27FF2" w:rsidRDefault="007A4E0A" w:rsidP="0017200F">
            <w:pPr>
              <w:rPr>
                <w:rFonts w:ascii="Corbel" w:hAnsi="Corbel" w:cs="Arial"/>
                <w:bCs/>
                <w:sz w:val="20"/>
                <w:szCs w:val="20"/>
              </w:rPr>
            </w:pPr>
          </w:p>
        </w:tc>
      </w:tr>
      <w:tr w:rsidR="00FC7986"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FC7986" w:rsidRDefault="00FC7986" w:rsidP="00FC7986">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FC7986" w:rsidRDefault="00FC7986" w:rsidP="00FC7986">
            <w:pPr>
              <w:rPr>
                <w:rFonts w:ascii="Corbel" w:hAnsi="Corbel" w:cs="Arial"/>
                <w:bCs/>
              </w:rPr>
            </w:pPr>
            <w:r>
              <w:rPr>
                <w:rFonts w:ascii="Corbel" w:hAnsi="Corbel" w:cs="Arial"/>
                <w:bCs/>
              </w:rPr>
              <w:t>BIGERNA SIMONA</w:t>
            </w:r>
          </w:p>
        </w:tc>
        <w:tc>
          <w:tcPr>
            <w:tcW w:w="425" w:type="dxa"/>
            <w:tcBorders>
              <w:top w:val="nil"/>
              <w:left w:val="nil"/>
              <w:bottom w:val="single" w:sz="4" w:space="0" w:color="auto"/>
              <w:right w:val="single" w:sz="4" w:space="0" w:color="auto"/>
            </w:tcBorders>
            <w:noWrap/>
          </w:tcPr>
          <w:p w:rsidR="00FC7986" w:rsidRPr="00661C0F" w:rsidRDefault="002076AB" w:rsidP="00FC7986">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FC7986" w:rsidRPr="00661C0F" w:rsidRDefault="00FC7986" w:rsidP="00FC7986">
            <w:pPr>
              <w:jc w:val="center"/>
              <w:rPr>
                <w:rFonts w:ascii="Corbel" w:hAnsi="Corbel" w:cs="Arial"/>
                <w:b/>
                <w:bCs/>
              </w:rPr>
            </w:pPr>
          </w:p>
        </w:tc>
        <w:tc>
          <w:tcPr>
            <w:tcW w:w="425" w:type="dxa"/>
            <w:tcBorders>
              <w:top w:val="nil"/>
              <w:left w:val="nil"/>
              <w:bottom w:val="single" w:sz="4" w:space="0" w:color="auto"/>
              <w:right w:val="single" w:sz="4" w:space="0" w:color="auto"/>
            </w:tcBorders>
          </w:tcPr>
          <w:p w:rsidR="00FC7986" w:rsidRPr="00F1003D" w:rsidRDefault="00FC7986" w:rsidP="00FC7986">
            <w:pPr>
              <w:jc w:val="center"/>
              <w:rPr>
                <w:rFonts w:ascii="Corbel" w:hAnsi="Corbel" w:cs="Arial"/>
                <w:b/>
                <w:bCs/>
              </w:rPr>
            </w:pPr>
          </w:p>
        </w:tc>
        <w:tc>
          <w:tcPr>
            <w:tcW w:w="2977" w:type="dxa"/>
            <w:tcBorders>
              <w:top w:val="nil"/>
              <w:left w:val="nil"/>
              <w:bottom w:val="single" w:sz="4" w:space="0" w:color="auto"/>
              <w:right w:val="single" w:sz="4" w:space="0" w:color="auto"/>
            </w:tcBorders>
          </w:tcPr>
          <w:p w:rsidR="00FC7986" w:rsidRDefault="00FC7986" w:rsidP="00FC7986">
            <w:pPr>
              <w:jc w:val="center"/>
              <w:rPr>
                <w:rFonts w:ascii="Corbel" w:hAnsi="Corbel" w:cs="Arial"/>
                <w:bCs/>
              </w:rPr>
            </w:pPr>
          </w:p>
        </w:tc>
      </w:tr>
      <w:tr w:rsidR="00FC7986"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FC7986" w:rsidRDefault="00FC7986" w:rsidP="00FC7986">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FC7986" w:rsidRDefault="00FC7986" w:rsidP="00FC7986">
            <w:pPr>
              <w:rPr>
                <w:rFonts w:ascii="Corbel" w:hAnsi="Corbel" w:cs="Arial"/>
                <w:bCs/>
              </w:rPr>
            </w:pPr>
            <w:r>
              <w:rPr>
                <w:rFonts w:ascii="Corbel" w:hAnsi="Corbel" w:cs="Arial"/>
                <w:bCs/>
              </w:rPr>
              <w:t>BUDELLI SIMONE</w:t>
            </w:r>
          </w:p>
        </w:tc>
        <w:tc>
          <w:tcPr>
            <w:tcW w:w="425" w:type="dxa"/>
            <w:tcBorders>
              <w:top w:val="nil"/>
              <w:left w:val="nil"/>
              <w:bottom w:val="single" w:sz="4" w:space="0" w:color="auto"/>
              <w:right w:val="single" w:sz="4" w:space="0" w:color="auto"/>
            </w:tcBorders>
            <w:noWrap/>
          </w:tcPr>
          <w:p w:rsidR="00FC7986" w:rsidRPr="00661C0F" w:rsidRDefault="002076AB" w:rsidP="00FC7986">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FC7986" w:rsidRPr="00661C0F" w:rsidRDefault="00FC7986" w:rsidP="00FC7986">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FC7986" w:rsidRPr="00884371" w:rsidRDefault="00FC7986" w:rsidP="00FC7986">
            <w:pPr>
              <w:jc w:val="center"/>
              <w:rPr>
                <w:rFonts w:ascii="Corbel" w:hAnsi="Corbel" w:cs="Arial"/>
                <w:bCs/>
              </w:rPr>
            </w:pPr>
          </w:p>
        </w:tc>
        <w:tc>
          <w:tcPr>
            <w:tcW w:w="2977" w:type="dxa"/>
            <w:tcBorders>
              <w:top w:val="single" w:sz="4" w:space="0" w:color="auto"/>
              <w:left w:val="nil"/>
              <w:bottom w:val="single" w:sz="4" w:space="0" w:color="auto"/>
              <w:right w:val="single" w:sz="4" w:space="0" w:color="auto"/>
            </w:tcBorders>
          </w:tcPr>
          <w:p w:rsidR="00FC7986" w:rsidRPr="005B39FF" w:rsidRDefault="00FC7986" w:rsidP="00FC7986">
            <w:pPr>
              <w:jc w:val="center"/>
              <w:rPr>
                <w:rFonts w:ascii="Corbel" w:hAnsi="Corbel" w:cs="Arial"/>
                <w:bCs/>
                <w:sz w:val="20"/>
                <w:szCs w:val="20"/>
              </w:rPr>
            </w:pPr>
          </w:p>
        </w:tc>
      </w:tr>
      <w:tr w:rsidR="00FC7986"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FC7986" w:rsidRDefault="00FC7986" w:rsidP="00FC7986">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FC7986" w:rsidRDefault="00FC7986" w:rsidP="00FC7986">
            <w:pPr>
              <w:rPr>
                <w:rFonts w:ascii="Corbel" w:hAnsi="Corbel" w:cs="Arial"/>
                <w:bCs/>
              </w:rPr>
            </w:pPr>
            <w:r>
              <w:rPr>
                <w:rFonts w:ascii="Corbel" w:hAnsi="Corbel" w:cs="Arial"/>
                <w:bCs/>
              </w:rPr>
              <w:t>BURCHI ALBERTO</w:t>
            </w:r>
          </w:p>
        </w:tc>
        <w:tc>
          <w:tcPr>
            <w:tcW w:w="425" w:type="dxa"/>
            <w:tcBorders>
              <w:top w:val="nil"/>
              <w:left w:val="nil"/>
              <w:bottom w:val="single" w:sz="4" w:space="0" w:color="auto"/>
              <w:right w:val="single" w:sz="4" w:space="0" w:color="auto"/>
            </w:tcBorders>
            <w:noWrap/>
          </w:tcPr>
          <w:p w:rsidR="00FC7986" w:rsidRPr="00661C0F" w:rsidRDefault="002076AB" w:rsidP="00FC7986">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FC7986" w:rsidRPr="00661C0F" w:rsidRDefault="00FC7986" w:rsidP="00FC7986">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FC7986" w:rsidRPr="00F1003D" w:rsidRDefault="00FC7986" w:rsidP="00FC7986">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FC7986" w:rsidRDefault="00FC7986" w:rsidP="00FC7986">
            <w:pPr>
              <w:jc w:val="center"/>
              <w:rPr>
                <w:rFonts w:ascii="Corbel" w:hAnsi="Corbel" w:cs="Arial"/>
                <w:bCs/>
                <w:sz w:val="20"/>
                <w:szCs w:val="20"/>
              </w:rPr>
            </w:pPr>
          </w:p>
        </w:tc>
      </w:tr>
      <w:tr w:rsidR="007F46D3"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F46D3" w:rsidRDefault="007F46D3" w:rsidP="007F46D3">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F46D3" w:rsidRDefault="007F46D3" w:rsidP="007F46D3">
            <w:pPr>
              <w:rPr>
                <w:rFonts w:ascii="Corbel" w:hAnsi="Corbel" w:cs="Arial"/>
                <w:bCs/>
              </w:rPr>
            </w:pPr>
            <w:r>
              <w:rPr>
                <w:rFonts w:ascii="Corbel" w:hAnsi="Corbel" w:cs="Arial"/>
                <w:bCs/>
              </w:rPr>
              <w:t>CARDONI ANDREA</w:t>
            </w:r>
          </w:p>
        </w:tc>
        <w:tc>
          <w:tcPr>
            <w:tcW w:w="425" w:type="dxa"/>
            <w:tcBorders>
              <w:top w:val="nil"/>
              <w:left w:val="nil"/>
              <w:bottom w:val="single" w:sz="4" w:space="0" w:color="auto"/>
              <w:right w:val="single" w:sz="4" w:space="0" w:color="auto"/>
            </w:tcBorders>
            <w:noWrap/>
          </w:tcPr>
          <w:p w:rsidR="007F46D3" w:rsidRPr="00661C0F" w:rsidRDefault="002076AB" w:rsidP="007F46D3">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7F46D3" w:rsidRPr="00661C0F" w:rsidRDefault="007F46D3" w:rsidP="007F46D3">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7F46D3" w:rsidRDefault="007F46D3" w:rsidP="007F46D3">
            <w:pPr>
              <w:jc w:val="center"/>
            </w:pPr>
          </w:p>
        </w:tc>
        <w:tc>
          <w:tcPr>
            <w:tcW w:w="2977" w:type="dxa"/>
            <w:tcBorders>
              <w:top w:val="nil"/>
              <w:left w:val="nil"/>
              <w:bottom w:val="single" w:sz="4" w:space="0" w:color="auto"/>
              <w:right w:val="single" w:sz="4" w:space="0" w:color="auto"/>
            </w:tcBorders>
          </w:tcPr>
          <w:p w:rsidR="007F46D3" w:rsidRPr="00F27FF2" w:rsidRDefault="007F46D3" w:rsidP="007F46D3">
            <w:pPr>
              <w:rPr>
                <w:rFonts w:ascii="Corbel" w:hAnsi="Corbel" w:cs="Arial"/>
                <w:bCs/>
                <w:sz w:val="20"/>
                <w:szCs w:val="20"/>
              </w:rPr>
            </w:pPr>
          </w:p>
        </w:tc>
      </w:tr>
      <w:tr w:rsidR="007F46D3"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F46D3" w:rsidRDefault="007F46D3" w:rsidP="007F46D3">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F46D3" w:rsidRDefault="007F46D3" w:rsidP="007F46D3">
            <w:pPr>
              <w:rPr>
                <w:rFonts w:ascii="Corbel" w:hAnsi="Corbel" w:cs="Arial"/>
                <w:bCs/>
              </w:rPr>
            </w:pPr>
            <w:r>
              <w:rPr>
                <w:rFonts w:ascii="Corbel" w:hAnsi="Corbel" w:cs="Arial"/>
                <w:bCs/>
              </w:rPr>
              <w:t>CASTELLI LUCA</w:t>
            </w:r>
          </w:p>
        </w:tc>
        <w:tc>
          <w:tcPr>
            <w:tcW w:w="425" w:type="dxa"/>
            <w:tcBorders>
              <w:top w:val="nil"/>
              <w:left w:val="nil"/>
              <w:bottom w:val="single" w:sz="4" w:space="0" w:color="auto"/>
              <w:right w:val="single" w:sz="4" w:space="0" w:color="auto"/>
            </w:tcBorders>
            <w:noWrap/>
          </w:tcPr>
          <w:p w:rsidR="007F46D3" w:rsidRPr="00661C0F" w:rsidRDefault="002076AB" w:rsidP="007F46D3">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7F46D3" w:rsidRPr="00661C0F" w:rsidRDefault="007F46D3" w:rsidP="007F46D3">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7F46D3" w:rsidRDefault="007F46D3" w:rsidP="007F46D3">
            <w:pPr>
              <w:jc w:val="center"/>
            </w:pPr>
          </w:p>
        </w:tc>
        <w:tc>
          <w:tcPr>
            <w:tcW w:w="2977" w:type="dxa"/>
            <w:tcBorders>
              <w:top w:val="single" w:sz="4" w:space="0" w:color="auto"/>
              <w:left w:val="nil"/>
              <w:bottom w:val="single" w:sz="4" w:space="0" w:color="auto"/>
              <w:right w:val="single" w:sz="4" w:space="0" w:color="auto"/>
            </w:tcBorders>
          </w:tcPr>
          <w:p w:rsidR="007F46D3" w:rsidRPr="005E6634" w:rsidRDefault="007F46D3" w:rsidP="007F46D3">
            <w:pPr>
              <w:rPr>
                <w:rFonts w:ascii="Corbel" w:hAnsi="Corbel" w:cs="Arial"/>
                <w:bCs/>
                <w:sz w:val="20"/>
                <w:szCs w:val="20"/>
              </w:rPr>
            </w:pPr>
          </w:p>
        </w:tc>
      </w:tr>
      <w:tr w:rsidR="007F46D3"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F46D3" w:rsidRDefault="007F46D3" w:rsidP="007F46D3">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F46D3" w:rsidRDefault="007F46D3" w:rsidP="007F46D3">
            <w:pPr>
              <w:rPr>
                <w:rFonts w:ascii="Corbel" w:hAnsi="Corbel" w:cs="Arial"/>
                <w:bCs/>
              </w:rPr>
            </w:pPr>
            <w:r>
              <w:rPr>
                <w:rFonts w:ascii="Corbel" w:hAnsi="Corbel" w:cs="Arial"/>
                <w:bCs/>
              </w:rPr>
              <w:t>CAVAZZONI CHRISTIAN</w:t>
            </w:r>
          </w:p>
        </w:tc>
        <w:tc>
          <w:tcPr>
            <w:tcW w:w="425" w:type="dxa"/>
            <w:tcBorders>
              <w:top w:val="nil"/>
              <w:left w:val="nil"/>
              <w:bottom w:val="single" w:sz="4" w:space="0" w:color="auto"/>
              <w:right w:val="single" w:sz="4" w:space="0" w:color="auto"/>
            </w:tcBorders>
            <w:noWrap/>
          </w:tcPr>
          <w:p w:rsidR="007F46D3" w:rsidRPr="00661C0F" w:rsidRDefault="002076AB" w:rsidP="007F46D3">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7F46D3" w:rsidRPr="00661C0F" w:rsidRDefault="007F46D3" w:rsidP="007F46D3">
            <w:pPr>
              <w:jc w:val="center"/>
              <w:rPr>
                <w:rFonts w:ascii="Corbel" w:hAnsi="Corbel"/>
              </w:rPr>
            </w:pPr>
          </w:p>
        </w:tc>
        <w:tc>
          <w:tcPr>
            <w:tcW w:w="425" w:type="dxa"/>
            <w:tcBorders>
              <w:top w:val="nil"/>
              <w:left w:val="nil"/>
              <w:bottom w:val="single" w:sz="4" w:space="0" w:color="auto"/>
              <w:right w:val="single" w:sz="4" w:space="0" w:color="auto"/>
            </w:tcBorders>
          </w:tcPr>
          <w:p w:rsidR="007F46D3" w:rsidRPr="00FB5B7A" w:rsidRDefault="007F46D3" w:rsidP="007F46D3">
            <w:pPr>
              <w:jc w:val="center"/>
              <w:rPr>
                <w:rFonts w:ascii="Corbel" w:hAnsi="Corbel" w:cs="Arial"/>
                <w:bCs/>
              </w:rPr>
            </w:pPr>
          </w:p>
        </w:tc>
        <w:tc>
          <w:tcPr>
            <w:tcW w:w="2977" w:type="dxa"/>
            <w:tcBorders>
              <w:top w:val="nil"/>
              <w:left w:val="nil"/>
              <w:bottom w:val="single" w:sz="4" w:space="0" w:color="auto"/>
              <w:right w:val="single" w:sz="4" w:space="0" w:color="auto"/>
            </w:tcBorders>
          </w:tcPr>
          <w:p w:rsidR="007F46D3" w:rsidRDefault="007F46D3" w:rsidP="007F46D3">
            <w:pPr>
              <w:rPr>
                <w:rFonts w:ascii="Corbel" w:hAnsi="Corbel" w:cs="Arial"/>
                <w:bCs/>
                <w:sz w:val="20"/>
                <w:szCs w:val="20"/>
              </w:rPr>
            </w:pPr>
          </w:p>
        </w:tc>
      </w:tr>
      <w:tr w:rsidR="007F46D3"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F46D3" w:rsidRDefault="007F46D3" w:rsidP="007F46D3">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F46D3" w:rsidRDefault="007F46D3" w:rsidP="007F46D3">
            <w:pPr>
              <w:rPr>
                <w:rFonts w:ascii="Corbel" w:hAnsi="Corbel" w:cs="Arial"/>
                <w:bCs/>
              </w:rPr>
            </w:pPr>
            <w:r>
              <w:rPr>
                <w:rFonts w:ascii="Corbel" w:hAnsi="Corbel" w:cs="Arial"/>
                <w:bCs/>
              </w:rPr>
              <w:t>FIGÀ-TALAMANCA GIANNA</w:t>
            </w:r>
          </w:p>
        </w:tc>
        <w:tc>
          <w:tcPr>
            <w:tcW w:w="425" w:type="dxa"/>
            <w:tcBorders>
              <w:top w:val="nil"/>
              <w:left w:val="nil"/>
              <w:bottom w:val="single" w:sz="4" w:space="0" w:color="auto"/>
              <w:right w:val="single" w:sz="4" w:space="0" w:color="auto"/>
            </w:tcBorders>
            <w:noWrap/>
          </w:tcPr>
          <w:p w:rsidR="007F46D3" w:rsidRPr="00661C0F" w:rsidRDefault="007F46D3" w:rsidP="007F46D3">
            <w:pPr>
              <w:jc w:val="center"/>
              <w:rPr>
                <w:rFonts w:ascii="Corbel" w:hAnsi="Corbel"/>
              </w:rPr>
            </w:pPr>
          </w:p>
        </w:tc>
        <w:tc>
          <w:tcPr>
            <w:tcW w:w="567" w:type="dxa"/>
            <w:tcBorders>
              <w:top w:val="nil"/>
              <w:left w:val="nil"/>
              <w:bottom w:val="single" w:sz="4" w:space="0" w:color="auto"/>
              <w:right w:val="single" w:sz="4" w:space="0" w:color="auto"/>
            </w:tcBorders>
            <w:noWrap/>
          </w:tcPr>
          <w:p w:rsidR="007F46D3" w:rsidRPr="00661C0F" w:rsidRDefault="002076AB" w:rsidP="007F46D3">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7F46D3" w:rsidRPr="00F1003D" w:rsidRDefault="007F46D3" w:rsidP="007F46D3">
            <w:pPr>
              <w:jc w:val="center"/>
              <w:rPr>
                <w:rFonts w:ascii="Corbel" w:hAnsi="Corbel" w:cs="Arial"/>
                <w:b/>
                <w:bCs/>
              </w:rPr>
            </w:pPr>
          </w:p>
        </w:tc>
        <w:tc>
          <w:tcPr>
            <w:tcW w:w="2977" w:type="dxa"/>
            <w:tcBorders>
              <w:top w:val="nil"/>
              <w:left w:val="nil"/>
              <w:bottom w:val="single" w:sz="4" w:space="0" w:color="auto"/>
              <w:right w:val="single" w:sz="4" w:space="0" w:color="auto"/>
            </w:tcBorders>
          </w:tcPr>
          <w:p w:rsidR="007F46D3" w:rsidRDefault="007F46D3" w:rsidP="007F46D3">
            <w:pPr>
              <w:jc w:val="both"/>
              <w:rPr>
                <w:rFonts w:ascii="Corbel" w:hAnsi="Corbel" w:cs="Arial"/>
                <w:bCs/>
              </w:rPr>
            </w:pPr>
          </w:p>
        </w:tc>
      </w:tr>
      <w:tr w:rsidR="00B648AC" w:rsidRPr="00BA3913"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648AC" w:rsidRDefault="00B648AC" w:rsidP="00B648AC">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B648AC" w:rsidRDefault="00B648AC" w:rsidP="00B648AC">
            <w:pPr>
              <w:rPr>
                <w:rFonts w:ascii="Corbel" w:hAnsi="Corbel" w:cs="Arial"/>
                <w:bCs/>
              </w:rPr>
            </w:pPr>
            <w:r>
              <w:rPr>
                <w:rFonts w:ascii="Corbel" w:hAnsi="Corbel" w:cs="Arial"/>
                <w:bCs/>
              </w:rPr>
              <w:t>GIANNONI MARGHERITA</w:t>
            </w:r>
          </w:p>
        </w:tc>
        <w:tc>
          <w:tcPr>
            <w:tcW w:w="425" w:type="dxa"/>
            <w:tcBorders>
              <w:top w:val="single" w:sz="4" w:space="0" w:color="auto"/>
              <w:left w:val="nil"/>
              <w:bottom w:val="single" w:sz="4" w:space="0" w:color="auto"/>
              <w:right w:val="single" w:sz="4" w:space="0" w:color="auto"/>
            </w:tcBorders>
            <w:noWrap/>
          </w:tcPr>
          <w:p w:rsidR="00B648AC" w:rsidRPr="00661C0F" w:rsidRDefault="002076AB" w:rsidP="00B648AC">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B648AC" w:rsidRPr="00661C0F" w:rsidRDefault="00B648AC" w:rsidP="00B648AC">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B648AC" w:rsidRPr="00F1003D" w:rsidRDefault="00B648AC" w:rsidP="00B648AC">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B648AC" w:rsidRPr="00BA3913" w:rsidRDefault="00B648AC" w:rsidP="00B648AC">
            <w:pPr>
              <w:jc w:val="center"/>
              <w:rPr>
                <w:rFonts w:ascii="Corbel" w:hAnsi="Corbel" w:cs="Arial"/>
                <w:bCs/>
                <w:sz w:val="20"/>
                <w:szCs w:val="20"/>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Pr="00BA3913" w:rsidRDefault="00A85C27" w:rsidP="00A85C27">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A85C27" w:rsidRDefault="00A85C27" w:rsidP="00A85C27">
            <w:pPr>
              <w:rPr>
                <w:rFonts w:ascii="Corbel" w:hAnsi="Corbel" w:cs="Arial"/>
                <w:bCs/>
              </w:rPr>
            </w:pPr>
            <w:r>
              <w:rPr>
                <w:rFonts w:ascii="Corbel" w:hAnsi="Corbel" w:cs="Arial"/>
                <w:bCs/>
              </w:rPr>
              <w:t>MEZZACAPO SIMONE</w:t>
            </w:r>
          </w:p>
        </w:tc>
        <w:tc>
          <w:tcPr>
            <w:tcW w:w="425" w:type="dxa"/>
            <w:tcBorders>
              <w:top w:val="single" w:sz="4" w:space="0" w:color="auto"/>
              <w:left w:val="nil"/>
              <w:bottom w:val="single" w:sz="4" w:space="0" w:color="auto"/>
              <w:right w:val="single" w:sz="4" w:space="0" w:color="auto"/>
            </w:tcBorders>
            <w:noWrap/>
          </w:tcPr>
          <w:p w:rsidR="00A85C27" w:rsidRPr="00661C0F" w:rsidRDefault="002076AB" w:rsidP="00A85C27">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A85C27" w:rsidRPr="00661C0F" w:rsidRDefault="00A85C27" w:rsidP="00A85C27">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A85C27" w:rsidRPr="00661C0F" w:rsidRDefault="00A85C27" w:rsidP="00A85C27">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A85C27" w:rsidRDefault="00A85C27" w:rsidP="00A85C27">
            <w:pPr>
              <w:jc w:val="center"/>
              <w:rPr>
                <w:rFonts w:ascii="Corbel" w:hAnsi="Corbel" w:cs="Arial"/>
                <w:bCs/>
                <w:sz w:val="20"/>
                <w:szCs w:val="20"/>
              </w:rPr>
            </w:pPr>
          </w:p>
        </w:tc>
      </w:tr>
      <w:tr w:rsidR="00011BA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11BAF" w:rsidRPr="00BA3913" w:rsidRDefault="00011BAF" w:rsidP="00011BAF">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011BAF" w:rsidRDefault="00011BAF" w:rsidP="00011BAF">
            <w:pPr>
              <w:rPr>
                <w:rFonts w:ascii="Corbel" w:hAnsi="Corbel" w:cs="Arial"/>
                <w:bCs/>
              </w:rPr>
            </w:pPr>
            <w:r>
              <w:rPr>
                <w:rFonts w:ascii="Corbel" w:hAnsi="Corbel" w:cs="Arial"/>
                <w:bCs/>
              </w:rPr>
              <w:t>MICHELI SILVIA</w:t>
            </w:r>
          </w:p>
        </w:tc>
        <w:tc>
          <w:tcPr>
            <w:tcW w:w="425" w:type="dxa"/>
            <w:tcBorders>
              <w:top w:val="single" w:sz="4" w:space="0" w:color="auto"/>
              <w:left w:val="nil"/>
              <w:bottom w:val="single" w:sz="4" w:space="0" w:color="auto"/>
              <w:right w:val="single" w:sz="4" w:space="0" w:color="auto"/>
            </w:tcBorders>
            <w:noWrap/>
          </w:tcPr>
          <w:p w:rsidR="00011BAF" w:rsidRPr="00661C0F" w:rsidRDefault="002076AB" w:rsidP="00011BAF">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011BAF" w:rsidRPr="00661C0F" w:rsidRDefault="00011BAF" w:rsidP="00011BAF">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011BAF" w:rsidRPr="00661C0F" w:rsidRDefault="00011BAF" w:rsidP="00011BAF">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011BAF" w:rsidRPr="00F97281" w:rsidRDefault="00011BAF" w:rsidP="00011BAF">
            <w:pPr>
              <w:jc w:val="center"/>
              <w:rPr>
                <w:rFonts w:ascii="Corbel" w:hAnsi="Corbel" w:cs="Arial"/>
                <w:bCs/>
                <w:sz w:val="18"/>
                <w:szCs w:val="18"/>
              </w:rPr>
            </w:pPr>
          </w:p>
        </w:tc>
      </w:tr>
      <w:tr w:rsidR="007A4E0A"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A4E0A" w:rsidRPr="00BA3913" w:rsidRDefault="007A4E0A" w:rsidP="00011BAF">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7A4E0A" w:rsidRDefault="007A4E0A" w:rsidP="00011BAF">
            <w:pPr>
              <w:rPr>
                <w:rFonts w:ascii="Corbel" w:hAnsi="Corbel" w:cs="Arial"/>
                <w:bCs/>
              </w:rPr>
            </w:pPr>
            <w:r>
              <w:rPr>
                <w:rFonts w:ascii="Corbel" w:hAnsi="Corbel" w:cs="Arial"/>
                <w:bCs/>
              </w:rPr>
              <w:t>PANDOLFI SILVIA</w:t>
            </w:r>
          </w:p>
        </w:tc>
        <w:tc>
          <w:tcPr>
            <w:tcW w:w="425" w:type="dxa"/>
            <w:tcBorders>
              <w:top w:val="single" w:sz="4" w:space="0" w:color="auto"/>
              <w:left w:val="nil"/>
              <w:bottom w:val="single" w:sz="4" w:space="0" w:color="auto"/>
              <w:right w:val="single" w:sz="4" w:space="0" w:color="auto"/>
            </w:tcBorders>
            <w:noWrap/>
          </w:tcPr>
          <w:p w:rsidR="007A4E0A" w:rsidRPr="00661C0F" w:rsidRDefault="002076AB" w:rsidP="00011BAF">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7A4E0A" w:rsidRPr="00661C0F" w:rsidRDefault="007A4E0A" w:rsidP="00011BAF">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7A4E0A" w:rsidRPr="00661C0F" w:rsidRDefault="007A4E0A" w:rsidP="00011BAF">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7A4E0A" w:rsidRPr="00F97281" w:rsidRDefault="007A4E0A" w:rsidP="00011BAF">
            <w:pPr>
              <w:jc w:val="center"/>
              <w:rPr>
                <w:rFonts w:ascii="Corbel" w:hAnsi="Corbel" w:cs="Arial"/>
                <w:bCs/>
                <w:sz w:val="18"/>
                <w:szCs w:val="18"/>
              </w:rPr>
            </w:pPr>
          </w:p>
        </w:tc>
      </w:tr>
      <w:tr w:rsidR="00011BA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11BAF" w:rsidRDefault="00011BAF" w:rsidP="00011BAF">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011BAF" w:rsidRDefault="00011BAF" w:rsidP="00011BAF">
            <w:pPr>
              <w:rPr>
                <w:rFonts w:ascii="Corbel" w:hAnsi="Corbel" w:cs="Arial"/>
                <w:bCs/>
              </w:rPr>
            </w:pPr>
            <w:r>
              <w:rPr>
                <w:rFonts w:ascii="Corbel" w:hAnsi="Corbel" w:cs="Arial"/>
                <w:bCs/>
              </w:rPr>
              <w:t>PERUGINI CRISTIANO</w:t>
            </w:r>
          </w:p>
        </w:tc>
        <w:tc>
          <w:tcPr>
            <w:tcW w:w="425" w:type="dxa"/>
            <w:tcBorders>
              <w:top w:val="single" w:sz="4" w:space="0" w:color="auto"/>
              <w:left w:val="nil"/>
              <w:bottom w:val="single" w:sz="4" w:space="0" w:color="auto"/>
              <w:right w:val="single" w:sz="4" w:space="0" w:color="auto"/>
            </w:tcBorders>
            <w:noWrap/>
          </w:tcPr>
          <w:p w:rsidR="00011BAF" w:rsidRPr="00661C0F" w:rsidRDefault="002076AB" w:rsidP="00011BAF">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011BAF" w:rsidRPr="00661C0F" w:rsidRDefault="00011BAF" w:rsidP="00011BAF">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011BAF" w:rsidRPr="00661C0F" w:rsidRDefault="00011BAF" w:rsidP="00011BAF">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011BAF" w:rsidRDefault="00011BAF" w:rsidP="00011BAF">
            <w:pPr>
              <w:jc w:val="center"/>
              <w:rPr>
                <w:rFonts w:ascii="Corbel" w:hAnsi="Corbel" w:cs="Arial"/>
                <w:b/>
                <w:bCs/>
              </w:rPr>
            </w:pPr>
          </w:p>
        </w:tc>
      </w:tr>
      <w:tr w:rsidR="00011BA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11BAF" w:rsidRDefault="00011BAF" w:rsidP="00011BAF">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011BAF" w:rsidRDefault="00011BAF" w:rsidP="00011BAF">
            <w:pPr>
              <w:rPr>
                <w:rFonts w:ascii="Corbel" w:hAnsi="Corbel" w:cs="Arial"/>
                <w:bCs/>
              </w:rPr>
            </w:pPr>
            <w:r>
              <w:rPr>
                <w:rFonts w:ascii="Corbel" w:hAnsi="Corbel" w:cs="Arial"/>
                <w:bCs/>
              </w:rPr>
              <w:t>PETTURITI DAVIDE</w:t>
            </w:r>
          </w:p>
        </w:tc>
        <w:tc>
          <w:tcPr>
            <w:tcW w:w="425" w:type="dxa"/>
            <w:tcBorders>
              <w:top w:val="single" w:sz="4" w:space="0" w:color="auto"/>
              <w:left w:val="nil"/>
              <w:bottom w:val="single" w:sz="4" w:space="0" w:color="auto"/>
              <w:right w:val="single" w:sz="4" w:space="0" w:color="auto"/>
            </w:tcBorders>
            <w:noWrap/>
          </w:tcPr>
          <w:p w:rsidR="00011BAF" w:rsidRPr="00661C0F" w:rsidRDefault="002076AB" w:rsidP="00011BAF">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011BAF" w:rsidRPr="00661C0F" w:rsidRDefault="00011BAF" w:rsidP="00011BAF">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011BAF" w:rsidRPr="00661C0F" w:rsidRDefault="00011BAF" w:rsidP="00011BAF">
            <w:pPr>
              <w:jc w:val="center"/>
              <w:rPr>
                <w:rFonts w:ascii="Corbel" w:hAnsi="Corbel" w:cs="Arial"/>
                <w:b/>
                <w:bCs/>
              </w:rPr>
            </w:pPr>
          </w:p>
        </w:tc>
        <w:tc>
          <w:tcPr>
            <w:tcW w:w="2977" w:type="dxa"/>
            <w:tcBorders>
              <w:top w:val="single" w:sz="4" w:space="0" w:color="auto"/>
              <w:left w:val="nil"/>
              <w:bottom w:val="single" w:sz="4" w:space="0" w:color="auto"/>
              <w:right w:val="single" w:sz="4" w:space="0" w:color="auto"/>
            </w:tcBorders>
          </w:tcPr>
          <w:p w:rsidR="00011BAF" w:rsidRDefault="00011BAF" w:rsidP="00011BAF">
            <w:pPr>
              <w:jc w:val="center"/>
              <w:rPr>
                <w:rFonts w:ascii="Corbel" w:hAnsi="Corbel" w:cs="Arial"/>
                <w:b/>
                <w:bCs/>
              </w:rPr>
            </w:pPr>
          </w:p>
        </w:tc>
      </w:tr>
      <w:tr w:rsidR="00011BAF"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011BAF" w:rsidRDefault="00011BAF" w:rsidP="00011BAF">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011BAF" w:rsidRDefault="00011BAF" w:rsidP="00011BAF">
            <w:pPr>
              <w:rPr>
                <w:rFonts w:ascii="Corbel" w:hAnsi="Corbel" w:cs="Arial"/>
                <w:bCs/>
              </w:rPr>
            </w:pPr>
            <w:r>
              <w:rPr>
                <w:rFonts w:ascii="Corbel" w:hAnsi="Corbel" w:cs="Arial"/>
                <w:bCs/>
              </w:rPr>
              <w:t>POLINORI PAOLO</w:t>
            </w:r>
          </w:p>
        </w:tc>
        <w:tc>
          <w:tcPr>
            <w:tcW w:w="425" w:type="dxa"/>
            <w:tcBorders>
              <w:top w:val="single" w:sz="4" w:space="0" w:color="auto"/>
              <w:left w:val="nil"/>
              <w:bottom w:val="single" w:sz="4" w:space="0" w:color="auto"/>
              <w:right w:val="single" w:sz="4" w:space="0" w:color="auto"/>
            </w:tcBorders>
            <w:noWrap/>
          </w:tcPr>
          <w:p w:rsidR="00011BAF" w:rsidRPr="00661C0F" w:rsidRDefault="002076AB" w:rsidP="00011BAF">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noWrap/>
          </w:tcPr>
          <w:p w:rsidR="00011BAF" w:rsidRPr="00661C0F" w:rsidRDefault="00011BAF" w:rsidP="00011BAF">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011BAF" w:rsidRPr="00661C0F" w:rsidRDefault="00011BAF" w:rsidP="00011BAF">
            <w:pPr>
              <w:jc w:val="center"/>
              <w:rPr>
                <w:rFonts w:ascii="Corbel" w:hAnsi="Corbel" w:cs="Arial"/>
                <w:b/>
                <w:bCs/>
              </w:rPr>
            </w:pPr>
          </w:p>
        </w:tc>
        <w:tc>
          <w:tcPr>
            <w:tcW w:w="2977" w:type="dxa"/>
            <w:tcBorders>
              <w:top w:val="nil"/>
              <w:left w:val="nil"/>
              <w:bottom w:val="single" w:sz="4" w:space="0" w:color="auto"/>
              <w:right w:val="single" w:sz="4" w:space="0" w:color="auto"/>
            </w:tcBorders>
          </w:tcPr>
          <w:p w:rsidR="00011BAF" w:rsidRPr="00791E49" w:rsidRDefault="00011BAF" w:rsidP="00011BAF">
            <w:pPr>
              <w:rPr>
                <w:rFonts w:ascii="Corbel" w:hAnsi="Corbel" w:cs="Arial"/>
                <w:bCs/>
                <w:color w:val="FF0000"/>
                <w:sz w:val="20"/>
                <w:szCs w:val="20"/>
              </w:rPr>
            </w:pPr>
          </w:p>
        </w:tc>
      </w:tr>
      <w:tr w:rsidR="00745274"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45274" w:rsidRDefault="00745274" w:rsidP="00745274">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45274" w:rsidRDefault="00745274" w:rsidP="00745274">
            <w:pPr>
              <w:rPr>
                <w:rFonts w:ascii="Corbel" w:hAnsi="Corbel" w:cs="Arial"/>
                <w:bCs/>
              </w:rPr>
            </w:pPr>
            <w:r>
              <w:rPr>
                <w:rFonts w:ascii="Corbel" w:hAnsi="Corbel" w:cs="Arial"/>
                <w:bCs/>
              </w:rPr>
              <w:t>POMPEI FABRIZIO</w:t>
            </w:r>
          </w:p>
        </w:tc>
        <w:tc>
          <w:tcPr>
            <w:tcW w:w="425" w:type="dxa"/>
            <w:tcBorders>
              <w:top w:val="nil"/>
              <w:left w:val="nil"/>
              <w:bottom w:val="single" w:sz="4" w:space="0" w:color="auto"/>
              <w:right w:val="single" w:sz="4" w:space="0" w:color="auto"/>
            </w:tcBorders>
            <w:noWrap/>
          </w:tcPr>
          <w:p w:rsidR="00745274" w:rsidRPr="00661C0F" w:rsidRDefault="002076AB" w:rsidP="00745274">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745274" w:rsidRPr="00661C0F" w:rsidRDefault="00745274" w:rsidP="00745274">
            <w:pPr>
              <w:jc w:val="center"/>
              <w:rPr>
                <w:rFonts w:ascii="Corbel" w:hAnsi="Corbel"/>
              </w:rPr>
            </w:pPr>
          </w:p>
        </w:tc>
        <w:tc>
          <w:tcPr>
            <w:tcW w:w="425" w:type="dxa"/>
            <w:tcBorders>
              <w:top w:val="nil"/>
              <w:left w:val="nil"/>
              <w:bottom w:val="single" w:sz="4" w:space="0" w:color="auto"/>
              <w:right w:val="single" w:sz="4" w:space="0" w:color="auto"/>
            </w:tcBorders>
          </w:tcPr>
          <w:p w:rsidR="00745274" w:rsidRPr="00661C0F" w:rsidRDefault="00745274" w:rsidP="00745274">
            <w:pPr>
              <w:jc w:val="center"/>
              <w:rPr>
                <w:rFonts w:ascii="Corbel" w:hAnsi="Corbel" w:cs="Arial"/>
                <w:b/>
                <w:bCs/>
              </w:rPr>
            </w:pPr>
          </w:p>
        </w:tc>
        <w:tc>
          <w:tcPr>
            <w:tcW w:w="2977" w:type="dxa"/>
            <w:tcBorders>
              <w:top w:val="nil"/>
              <w:left w:val="nil"/>
              <w:bottom w:val="single" w:sz="4" w:space="0" w:color="auto"/>
              <w:right w:val="single" w:sz="4" w:space="0" w:color="auto"/>
            </w:tcBorders>
          </w:tcPr>
          <w:p w:rsidR="00745274" w:rsidRDefault="00745274" w:rsidP="00745274">
            <w:pPr>
              <w:jc w:val="center"/>
              <w:rPr>
                <w:rFonts w:ascii="Corbel" w:hAnsi="Corbel" w:cs="Arial"/>
                <w:bCs/>
                <w:sz w:val="20"/>
                <w:szCs w:val="20"/>
              </w:rPr>
            </w:pPr>
          </w:p>
        </w:tc>
      </w:tr>
      <w:tr w:rsidR="00745274"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45274" w:rsidRDefault="00745274" w:rsidP="00745274">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45274" w:rsidRDefault="00745274" w:rsidP="00745274">
            <w:pPr>
              <w:rPr>
                <w:rFonts w:ascii="Corbel" w:hAnsi="Corbel" w:cs="Arial"/>
                <w:bCs/>
              </w:rPr>
            </w:pPr>
            <w:r>
              <w:rPr>
                <w:rFonts w:ascii="Corbel" w:hAnsi="Corbel" w:cs="Arial"/>
                <w:bCs/>
              </w:rPr>
              <w:t>RIZZI FRANCESCO</w:t>
            </w:r>
          </w:p>
        </w:tc>
        <w:tc>
          <w:tcPr>
            <w:tcW w:w="425" w:type="dxa"/>
            <w:tcBorders>
              <w:top w:val="nil"/>
              <w:left w:val="nil"/>
              <w:bottom w:val="single" w:sz="4" w:space="0" w:color="auto"/>
              <w:right w:val="single" w:sz="4" w:space="0" w:color="auto"/>
            </w:tcBorders>
            <w:noWrap/>
          </w:tcPr>
          <w:p w:rsidR="00745274" w:rsidRPr="00661C0F" w:rsidRDefault="002076AB" w:rsidP="00745274">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745274" w:rsidRPr="00661C0F" w:rsidRDefault="00745274" w:rsidP="00745274">
            <w:pPr>
              <w:jc w:val="center"/>
              <w:rPr>
                <w:rFonts w:ascii="Corbel" w:hAnsi="Corbel"/>
              </w:rPr>
            </w:pPr>
          </w:p>
        </w:tc>
        <w:tc>
          <w:tcPr>
            <w:tcW w:w="425" w:type="dxa"/>
            <w:tcBorders>
              <w:top w:val="nil"/>
              <w:left w:val="nil"/>
              <w:bottom w:val="single" w:sz="4" w:space="0" w:color="auto"/>
              <w:right w:val="single" w:sz="4" w:space="0" w:color="auto"/>
            </w:tcBorders>
          </w:tcPr>
          <w:p w:rsidR="00745274" w:rsidRPr="00661C0F" w:rsidRDefault="00745274" w:rsidP="00745274">
            <w:pPr>
              <w:jc w:val="center"/>
              <w:rPr>
                <w:rFonts w:ascii="Corbel" w:hAnsi="Corbel" w:cs="Arial"/>
                <w:b/>
                <w:bCs/>
              </w:rPr>
            </w:pPr>
          </w:p>
        </w:tc>
        <w:tc>
          <w:tcPr>
            <w:tcW w:w="2977" w:type="dxa"/>
            <w:tcBorders>
              <w:top w:val="nil"/>
              <w:left w:val="nil"/>
              <w:bottom w:val="single" w:sz="4" w:space="0" w:color="auto"/>
              <w:right w:val="single" w:sz="4" w:space="0" w:color="auto"/>
            </w:tcBorders>
          </w:tcPr>
          <w:p w:rsidR="00745274" w:rsidRPr="00062928" w:rsidRDefault="00745274" w:rsidP="00745274">
            <w:pPr>
              <w:rPr>
                <w:rFonts w:ascii="Corbel" w:hAnsi="Corbel" w:cs="Arial"/>
                <w:bCs/>
                <w:sz w:val="22"/>
                <w:szCs w:val="22"/>
              </w:rPr>
            </w:pPr>
          </w:p>
        </w:tc>
      </w:tr>
      <w:tr w:rsidR="00B4367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43677" w:rsidRDefault="00B43677" w:rsidP="00B4367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B43677" w:rsidRDefault="00B43677" w:rsidP="00B43677">
            <w:pPr>
              <w:rPr>
                <w:rFonts w:ascii="Corbel" w:hAnsi="Corbel" w:cs="Arial"/>
                <w:bCs/>
              </w:rPr>
            </w:pPr>
            <w:r>
              <w:rPr>
                <w:rFonts w:ascii="Corbel" w:hAnsi="Corbel" w:cs="Arial"/>
                <w:bCs/>
              </w:rPr>
              <w:t>ROSSI PAOLO</w:t>
            </w:r>
          </w:p>
        </w:tc>
        <w:tc>
          <w:tcPr>
            <w:tcW w:w="425" w:type="dxa"/>
            <w:tcBorders>
              <w:top w:val="nil"/>
              <w:left w:val="nil"/>
              <w:bottom w:val="single" w:sz="4" w:space="0" w:color="auto"/>
              <w:right w:val="single" w:sz="4" w:space="0" w:color="auto"/>
            </w:tcBorders>
            <w:noWrap/>
          </w:tcPr>
          <w:p w:rsidR="00B43677" w:rsidRPr="00661C0F" w:rsidRDefault="002076AB" w:rsidP="00B43677">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tcPr>
          <w:p w:rsidR="00B43677" w:rsidRPr="00661C0F" w:rsidRDefault="00B43677" w:rsidP="00B43677">
            <w:pPr>
              <w:jc w:val="center"/>
              <w:rPr>
                <w:rFonts w:ascii="Corbel" w:hAnsi="Corbel"/>
              </w:rPr>
            </w:pPr>
          </w:p>
        </w:tc>
        <w:tc>
          <w:tcPr>
            <w:tcW w:w="425" w:type="dxa"/>
            <w:tcBorders>
              <w:top w:val="nil"/>
              <w:left w:val="nil"/>
              <w:bottom w:val="single" w:sz="4" w:space="0" w:color="auto"/>
              <w:right w:val="single" w:sz="4" w:space="0" w:color="auto"/>
            </w:tcBorders>
          </w:tcPr>
          <w:p w:rsidR="00B43677" w:rsidRPr="00661C0F" w:rsidRDefault="00B43677" w:rsidP="00B43677">
            <w:pPr>
              <w:jc w:val="center"/>
              <w:rPr>
                <w:rFonts w:ascii="Corbel" w:hAnsi="Corbel" w:cs="Arial"/>
                <w:b/>
                <w:bCs/>
              </w:rPr>
            </w:pPr>
          </w:p>
        </w:tc>
        <w:tc>
          <w:tcPr>
            <w:tcW w:w="2977" w:type="dxa"/>
            <w:tcBorders>
              <w:top w:val="nil"/>
              <w:left w:val="nil"/>
              <w:bottom w:val="single" w:sz="4" w:space="0" w:color="auto"/>
              <w:right w:val="single" w:sz="4" w:space="0" w:color="auto"/>
            </w:tcBorders>
          </w:tcPr>
          <w:p w:rsidR="00B43677" w:rsidRDefault="00B43677" w:rsidP="00B43677">
            <w:pPr>
              <w:jc w:val="center"/>
              <w:rPr>
                <w:rFonts w:ascii="Corbel" w:hAnsi="Corbel" w:cs="Arial"/>
                <w:bCs/>
              </w:rPr>
            </w:pPr>
          </w:p>
        </w:tc>
      </w:tr>
      <w:tr w:rsidR="00B4367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43677" w:rsidRDefault="00B43677" w:rsidP="00B43677">
            <w:pPr>
              <w:numPr>
                <w:ilvl w:val="0"/>
                <w:numId w:val="1"/>
              </w:numPr>
              <w:jc w:val="cente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B43677" w:rsidRDefault="00B43677" w:rsidP="00B43677">
            <w:pPr>
              <w:rPr>
                <w:rFonts w:ascii="Corbel" w:hAnsi="Corbel" w:cs="Arial"/>
                <w:bCs/>
              </w:rPr>
            </w:pPr>
            <w:r>
              <w:rPr>
                <w:rFonts w:ascii="Corbel" w:hAnsi="Corbel" w:cs="Arial"/>
                <w:bCs/>
              </w:rPr>
              <w:t>RUNFOLA ANDREA</w:t>
            </w:r>
          </w:p>
        </w:tc>
        <w:tc>
          <w:tcPr>
            <w:tcW w:w="425" w:type="dxa"/>
            <w:tcBorders>
              <w:top w:val="single" w:sz="4" w:space="0" w:color="auto"/>
              <w:left w:val="nil"/>
              <w:bottom w:val="single" w:sz="4" w:space="0" w:color="auto"/>
              <w:right w:val="single" w:sz="4" w:space="0" w:color="auto"/>
            </w:tcBorders>
            <w:noWrap/>
          </w:tcPr>
          <w:p w:rsidR="00B43677" w:rsidRPr="00661C0F" w:rsidRDefault="002076AB" w:rsidP="00B43677">
            <w:pPr>
              <w:jc w:val="center"/>
              <w:rPr>
                <w:rFonts w:ascii="Corbel" w:hAnsi="Corbel"/>
              </w:rPr>
            </w:pPr>
            <w:r>
              <w:rPr>
                <w:rFonts w:ascii="Corbel" w:hAnsi="Corbel"/>
              </w:rPr>
              <w:t>x</w:t>
            </w:r>
          </w:p>
        </w:tc>
        <w:tc>
          <w:tcPr>
            <w:tcW w:w="567" w:type="dxa"/>
            <w:tcBorders>
              <w:top w:val="single" w:sz="4" w:space="0" w:color="auto"/>
              <w:left w:val="nil"/>
              <w:bottom w:val="single" w:sz="4" w:space="0" w:color="auto"/>
              <w:right w:val="single" w:sz="4" w:space="0" w:color="auto"/>
            </w:tcBorders>
          </w:tcPr>
          <w:p w:rsidR="00B43677" w:rsidRPr="00661C0F" w:rsidRDefault="00B43677" w:rsidP="00B43677">
            <w:pPr>
              <w:jc w:val="center"/>
              <w:rPr>
                <w:rFonts w:ascii="Corbel" w:hAnsi="Corbel"/>
              </w:rPr>
            </w:pPr>
          </w:p>
        </w:tc>
        <w:tc>
          <w:tcPr>
            <w:tcW w:w="425" w:type="dxa"/>
            <w:tcBorders>
              <w:top w:val="single" w:sz="4" w:space="0" w:color="auto"/>
              <w:left w:val="nil"/>
              <w:bottom w:val="single" w:sz="4" w:space="0" w:color="auto"/>
              <w:right w:val="single" w:sz="4" w:space="0" w:color="auto"/>
            </w:tcBorders>
          </w:tcPr>
          <w:p w:rsidR="00B43677" w:rsidRPr="00661C0F" w:rsidRDefault="00B43677" w:rsidP="00B43677">
            <w:pPr>
              <w:jc w:val="center"/>
              <w:rPr>
                <w:rFonts w:ascii="Corbel" w:hAnsi="Corbel" w:cs="Arial"/>
                <w:bCs/>
              </w:rPr>
            </w:pPr>
          </w:p>
        </w:tc>
        <w:tc>
          <w:tcPr>
            <w:tcW w:w="2977" w:type="dxa"/>
            <w:tcBorders>
              <w:top w:val="single" w:sz="4" w:space="0" w:color="auto"/>
              <w:left w:val="nil"/>
              <w:bottom w:val="single" w:sz="4" w:space="0" w:color="auto"/>
              <w:right w:val="single" w:sz="4" w:space="0" w:color="auto"/>
            </w:tcBorders>
          </w:tcPr>
          <w:p w:rsidR="00B43677" w:rsidRDefault="00B43677" w:rsidP="00B43677">
            <w:pPr>
              <w:jc w:val="center"/>
              <w:rPr>
                <w:rFonts w:ascii="Corbel" w:hAnsi="Corbel" w:cs="Arial"/>
                <w:bCs/>
              </w:rPr>
            </w:pPr>
          </w:p>
        </w:tc>
      </w:tr>
      <w:tr w:rsidR="00745274"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745274" w:rsidRDefault="00745274" w:rsidP="00745274">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745274" w:rsidRDefault="00745274" w:rsidP="00745274">
            <w:pPr>
              <w:rPr>
                <w:rFonts w:ascii="Corbel" w:hAnsi="Corbel" w:cs="Arial"/>
                <w:bCs/>
              </w:rPr>
            </w:pPr>
            <w:r>
              <w:rPr>
                <w:rFonts w:ascii="Corbel" w:hAnsi="Corbel" w:cs="Arial"/>
                <w:bCs/>
              </w:rPr>
              <w:t>SANTINI FABIO</w:t>
            </w:r>
          </w:p>
        </w:tc>
        <w:tc>
          <w:tcPr>
            <w:tcW w:w="425" w:type="dxa"/>
            <w:tcBorders>
              <w:top w:val="nil"/>
              <w:left w:val="nil"/>
              <w:bottom w:val="single" w:sz="4" w:space="0" w:color="auto"/>
              <w:right w:val="single" w:sz="4" w:space="0" w:color="auto"/>
            </w:tcBorders>
            <w:noWrap/>
          </w:tcPr>
          <w:p w:rsidR="00745274" w:rsidRPr="00661C0F" w:rsidRDefault="002076AB" w:rsidP="00745274">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tcPr>
          <w:p w:rsidR="00745274" w:rsidRPr="00661C0F" w:rsidRDefault="00745274" w:rsidP="00745274">
            <w:pPr>
              <w:jc w:val="center"/>
              <w:rPr>
                <w:rFonts w:ascii="Corbel" w:hAnsi="Corbel"/>
              </w:rPr>
            </w:pPr>
          </w:p>
        </w:tc>
        <w:tc>
          <w:tcPr>
            <w:tcW w:w="425" w:type="dxa"/>
            <w:tcBorders>
              <w:top w:val="nil"/>
              <w:left w:val="nil"/>
              <w:bottom w:val="single" w:sz="4" w:space="0" w:color="auto"/>
              <w:right w:val="single" w:sz="4" w:space="0" w:color="auto"/>
            </w:tcBorders>
          </w:tcPr>
          <w:p w:rsidR="00745274" w:rsidRPr="00661C0F" w:rsidRDefault="00745274" w:rsidP="00745274">
            <w:pPr>
              <w:jc w:val="center"/>
              <w:rPr>
                <w:rFonts w:ascii="Corbel" w:hAnsi="Corbel" w:cs="Arial"/>
                <w:bCs/>
              </w:rPr>
            </w:pPr>
          </w:p>
        </w:tc>
        <w:tc>
          <w:tcPr>
            <w:tcW w:w="2977" w:type="dxa"/>
            <w:tcBorders>
              <w:top w:val="nil"/>
              <w:left w:val="nil"/>
              <w:bottom w:val="single" w:sz="4" w:space="0" w:color="auto"/>
              <w:right w:val="single" w:sz="4" w:space="0" w:color="auto"/>
            </w:tcBorders>
          </w:tcPr>
          <w:p w:rsidR="00745274" w:rsidRPr="007051BE" w:rsidRDefault="00745274" w:rsidP="00745274">
            <w:pPr>
              <w:rPr>
                <w:rFonts w:ascii="Corbel" w:hAnsi="Corbel" w:cs="Arial"/>
                <w:bCs/>
                <w:sz w:val="20"/>
                <w:szCs w:val="20"/>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Cs/>
              </w:rPr>
            </w:pPr>
            <w:r>
              <w:rPr>
                <w:rFonts w:ascii="Corbel" w:hAnsi="Corbel" w:cs="Arial"/>
                <w:bCs/>
              </w:rPr>
              <w:t>SCANNERINI ANNA LIA</w:t>
            </w:r>
          </w:p>
        </w:tc>
        <w:tc>
          <w:tcPr>
            <w:tcW w:w="425" w:type="dxa"/>
            <w:tcBorders>
              <w:top w:val="nil"/>
              <w:left w:val="nil"/>
              <w:bottom w:val="single" w:sz="4" w:space="0" w:color="auto"/>
              <w:right w:val="single" w:sz="4" w:space="0" w:color="auto"/>
            </w:tcBorders>
            <w:noWrap/>
          </w:tcPr>
          <w:p w:rsidR="00A85C27" w:rsidRPr="00661C0F" w:rsidRDefault="002076AB" w:rsidP="00A85C27">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A85C27" w:rsidRPr="00661C0F" w:rsidRDefault="00A85C27" w:rsidP="00A85C27">
            <w:pPr>
              <w:jc w:val="center"/>
              <w:rPr>
                <w:rFonts w:ascii="Corbel" w:hAnsi="Corbel" w:cs="Arial"/>
                <w:bCs/>
              </w:rPr>
            </w:pPr>
          </w:p>
        </w:tc>
        <w:tc>
          <w:tcPr>
            <w:tcW w:w="425" w:type="dxa"/>
            <w:tcBorders>
              <w:top w:val="nil"/>
              <w:left w:val="nil"/>
              <w:bottom w:val="single" w:sz="4" w:space="0" w:color="auto"/>
              <w:right w:val="single" w:sz="4" w:space="0" w:color="auto"/>
            </w:tcBorders>
          </w:tcPr>
          <w:p w:rsidR="00A85C27" w:rsidRPr="00661C0F" w:rsidRDefault="00A85C27" w:rsidP="00A85C27">
            <w:pPr>
              <w:jc w:val="center"/>
              <w:rPr>
                <w:rFonts w:ascii="Corbel" w:hAnsi="Corbel" w:cs="Arial"/>
                <w:b/>
                <w:bCs/>
              </w:rPr>
            </w:pPr>
          </w:p>
        </w:tc>
        <w:tc>
          <w:tcPr>
            <w:tcW w:w="2977" w:type="dxa"/>
            <w:tcBorders>
              <w:top w:val="nil"/>
              <w:left w:val="nil"/>
              <w:bottom w:val="single" w:sz="4" w:space="0" w:color="auto"/>
              <w:right w:val="single" w:sz="4" w:space="0" w:color="auto"/>
            </w:tcBorders>
          </w:tcPr>
          <w:p w:rsidR="00A85C27" w:rsidRDefault="00A85C27" w:rsidP="00A85C27">
            <w:pPr>
              <w:jc w:val="center"/>
              <w:rPr>
                <w:rFonts w:ascii="Corbel" w:hAnsi="Corbel" w:cs="Arial"/>
                <w:b/>
                <w:bCs/>
              </w:rPr>
            </w:pPr>
          </w:p>
        </w:tc>
      </w:tr>
      <w:tr w:rsidR="00B4367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43677" w:rsidRDefault="00B43677" w:rsidP="00B4367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B43677" w:rsidRDefault="00B43677" w:rsidP="00B43677">
            <w:pPr>
              <w:rPr>
                <w:rFonts w:ascii="Corbel" w:hAnsi="Corbel" w:cs="Arial"/>
                <w:bCs/>
              </w:rPr>
            </w:pPr>
            <w:r>
              <w:rPr>
                <w:rFonts w:ascii="Corbel" w:hAnsi="Corbel" w:cs="Arial"/>
                <w:bCs/>
              </w:rPr>
              <w:t>SCRUCCA LUCA</w:t>
            </w:r>
          </w:p>
        </w:tc>
        <w:tc>
          <w:tcPr>
            <w:tcW w:w="425" w:type="dxa"/>
            <w:tcBorders>
              <w:top w:val="nil"/>
              <w:left w:val="nil"/>
              <w:bottom w:val="single" w:sz="4" w:space="0" w:color="auto"/>
              <w:right w:val="single" w:sz="4" w:space="0" w:color="auto"/>
            </w:tcBorders>
            <w:noWrap/>
          </w:tcPr>
          <w:p w:rsidR="00B43677" w:rsidRPr="00661C0F" w:rsidRDefault="002076AB" w:rsidP="00B43677">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B43677" w:rsidRPr="00661C0F" w:rsidRDefault="00B43677" w:rsidP="00B43677">
            <w:pPr>
              <w:jc w:val="center"/>
              <w:rPr>
                <w:rFonts w:ascii="Corbel" w:hAnsi="Corbel"/>
              </w:rPr>
            </w:pPr>
          </w:p>
        </w:tc>
        <w:tc>
          <w:tcPr>
            <w:tcW w:w="425" w:type="dxa"/>
            <w:tcBorders>
              <w:top w:val="nil"/>
              <w:left w:val="nil"/>
              <w:bottom w:val="single" w:sz="4" w:space="0" w:color="auto"/>
              <w:right w:val="single" w:sz="4" w:space="0" w:color="auto"/>
            </w:tcBorders>
          </w:tcPr>
          <w:p w:rsidR="00B43677" w:rsidRPr="00661C0F" w:rsidRDefault="00B43677" w:rsidP="00B43677">
            <w:pPr>
              <w:jc w:val="center"/>
              <w:rPr>
                <w:rFonts w:ascii="Corbel" w:hAnsi="Corbel" w:cs="Arial"/>
                <w:b/>
                <w:bCs/>
              </w:rPr>
            </w:pPr>
          </w:p>
        </w:tc>
        <w:tc>
          <w:tcPr>
            <w:tcW w:w="2977" w:type="dxa"/>
            <w:tcBorders>
              <w:top w:val="nil"/>
              <w:left w:val="nil"/>
              <w:bottom w:val="single" w:sz="4" w:space="0" w:color="auto"/>
              <w:right w:val="single" w:sz="4" w:space="0" w:color="auto"/>
            </w:tcBorders>
          </w:tcPr>
          <w:p w:rsidR="00B43677" w:rsidRPr="00925655" w:rsidRDefault="00B43677" w:rsidP="00B43677">
            <w:pPr>
              <w:rPr>
                <w:rFonts w:ascii="Corbel" w:hAnsi="Corbel" w:cs="Arial"/>
                <w:bCs/>
                <w:sz w:val="20"/>
                <w:szCs w:val="20"/>
              </w:rPr>
            </w:pPr>
          </w:p>
        </w:tc>
      </w:tr>
      <w:tr w:rsidR="00B4367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43677" w:rsidRDefault="00B43677" w:rsidP="00B4367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B43677" w:rsidRDefault="00B43677" w:rsidP="00B43677">
            <w:pPr>
              <w:rPr>
                <w:rFonts w:ascii="Corbel" w:hAnsi="Corbel" w:cs="Arial"/>
                <w:bCs/>
              </w:rPr>
            </w:pPr>
            <w:r>
              <w:rPr>
                <w:rFonts w:ascii="Corbel" w:hAnsi="Corbel" w:cs="Arial"/>
                <w:bCs/>
              </w:rPr>
              <w:t>TERZANI SIMONE</w:t>
            </w:r>
          </w:p>
        </w:tc>
        <w:tc>
          <w:tcPr>
            <w:tcW w:w="425" w:type="dxa"/>
            <w:tcBorders>
              <w:top w:val="nil"/>
              <w:left w:val="nil"/>
              <w:bottom w:val="single" w:sz="4" w:space="0" w:color="auto"/>
              <w:right w:val="single" w:sz="4" w:space="0" w:color="auto"/>
            </w:tcBorders>
            <w:noWrap/>
          </w:tcPr>
          <w:p w:rsidR="00B43677" w:rsidRPr="00661C0F" w:rsidRDefault="00B43677" w:rsidP="00B43677">
            <w:pPr>
              <w:jc w:val="center"/>
              <w:rPr>
                <w:rFonts w:ascii="Corbel" w:hAnsi="Corbel"/>
              </w:rPr>
            </w:pPr>
          </w:p>
        </w:tc>
        <w:tc>
          <w:tcPr>
            <w:tcW w:w="567" w:type="dxa"/>
            <w:tcBorders>
              <w:top w:val="nil"/>
              <w:left w:val="nil"/>
              <w:bottom w:val="single" w:sz="4" w:space="0" w:color="auto"/>
              <w:right w:val="single" w:sz="4" w:space="0" w:color="auto"/>
            </w:tcBorders>
            <w:noWrap/>
          </w:tcPr>
          <w:p w:rsidR="00B43677" w:rsidRPr="00661C0F" w:rsidRDefault="002076AB" w:rsidP="00B43677">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B43677" w:rsidRPr="00661C0F" w:rsidRDefault="00B43677" w:rsidP="00B43677">
            <w:pPr>
              <w:jc w:val="center"/>
              <w:rPr>
                <w:rFonts w:ascii="Corbel" w:hAnsi="Corbel" w:cs="Arial"/>
                <w:b/>
                <w:bCs/>
              </w:rPr>
            </w:pPr>
          </w:p>
        </w:tc>
        <w:tc>
          <w:tcPr>
            <w:tcW w:w="2977" w:type="dxa"/>
            <w:tcBorders>
              <w:top w:val="nil"/>
              <w:left w:val="nil"/>
              <w:bottom w:val="single" w:sz="4" w:space="0" w:color="auto"/>
              <w:right w:val="single" w:sz="4" w:space="0" w:color="auto"/>
            </w:tcBorders>
          </w:tcPr>
          <w:p w:rsidR="00B43677" w:rsidRDefault="00B43677" w:rsidP="00B43677">
            <w:pPr>
              <w:jc w:val="center"/>
              <w:rPr>
                <w:rFonts w:ascii="Corbel" w:hAnsi="Corbel" w:cs="Arial"/>
                <w:b/>
                <w:bCs/>
              </w:rPr>
            </w:pPr>
          </w:p>
        </w:tc>
      </w:tr>
      <w:tr w:rsidR="00B4367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B43677" w:rsidRDefault="00B43677" w:rsidP="00B4367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B43677" w:rsidRDefault="00B43677" w:rsidP="00B43677">
            <w:pPr>
              <w:rPr>
                <w:rFonts w:ascii="Corbel" w:hAnsi="Corbel" w:cs="Arial"/>
                <w:bCs/>
              </w:rPr>
            </w:pPr>
            <w:r>
              <w:rPr>
                <w:rFonts w:ascii="Corbel" w:hAnsi="Corbel" w:cs="Arial"/>
                <w:bCs/>
              </w:rPr>
              <w:t>VENTURINI FRANCESCO</w:t>
            </w:r>
          </w:p>
        </w:tc>
        <w:tc>
          <w:tcPr>
            <w:tcW w:w="425" w:type="dxa"/>
            <w:tcBorders>
              <w:top w:val="nil"/>
              <w:left w:val="nil"/>
              <w:bottom w:val="single" w:sz="4" w:space="0" w:color="auto"/>
              <w:right w:val="single" w:sz="4" w:space="0" w:color="auto"/>
            </w:tcBorders>
            <w:noWrap/>
          </w:tcPr>
          <w:p w:rsidR="00B43677" w:rsidRPr="00661C0F" w:rsidRDefault="002076AB" w:rsidP="00B43677">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B43677" w:rsidRPr="00661C0F" w:rsidRDefault="00B43677" w:rsidP="00B43677">
            <w:pPr>
              <w:jc w:val="center"/>
              <w:rPr>
                <w:rFonts w:ascii="Corbel" w:hAnsi="Corbel"/>
              </w:rPr>
            </w:pPr>
          </w:p>
        </w:tc>
        <w:tc>
          <w:tcPr>
            <w:tcW w:w="425" w:type="dxa"/>
            <w:tcBorders>
              <w:top w:val="nil"/>
              <w:left w:val="nil"/>
              <w:bottom w:val="single" w:sz="4" w:space="0" w:color="auto"/>
              <w:right w:val="single" w:sz="4" w:space="0" w:color="auto"/>
            </w:tcBorders>
          </w:tcPr>
          <w:p w:rsidR="00B43677" w:rsidRPr="00661C0F" w:rsidRDefault="00B43677" w:rsidP="00B43677">
            <w:pPr>
              <w:jc w:val="center"/>
              <w:rPr>
                <w:rFonts w:ascii="Corbel" w:hAnsi="Corbel" w:cs="Arial"/>
                <w:b/>
                <w:bCs/>
              </w:rPr>
            </w:pPr>
          </w:p>
        </w:tc>
        <w:tc>
          <w:tcPr>
            <w:tcW w:w="2977" w:type="dxa"/>
            <w:tcBorders>
              <w:top w:val="nil"/>
              <w:left w:val="nil"/>
              <w:bottom w:val="single" w:sz="4" w:space="0" w:color="auto"/>
              <w:right w:val="single" w:sz="4" w:space="0" w:color="auto"/>
            </w:tcBorders>
          </w:tcPr>
          <w:p w:rsidR="00B43677" w:rsidRDefault="00B43677" w:rsidP="00B43677">
            <w:pPr>
              <w:jc w:val="center"/>
              <w:rPr>
                <w:rFonts w:ascii="Corbel" w:hAnsi="Corbel" w:cs="Arial"/>
                <w:bCs/>
                <w:sz w:val="20"/>
                <w:szCs w:val="20"/>
              </w:rPr>
            </w:pPr>
          </w:p>
        </w:tc>
      </w:tr>
      <w:tr w:rsidR="0098738C"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98738C" w:rsidRDefault="0098738C" w:rsidP="0098738C">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8738C" w:rsidRDefault="0098738C" w:rsidP="0098738C">
            <w:pPr>
              <w:rPr>
                <w:rFonts w:ascii="Corbel" w:hAnsi="Corbel" w:cs="Arial"/>
                <w:bCs/>
              </w:rPr>
            </w:pPr>
            <w:r>
              <w:rPr>
                <w:rFonts w:ascii="Corbel" w:hAnsi="Corbel" w:cs="Arial"/>
                <w:bCs/>
              </w:rPr>
              <w:t>VISAGGIO MAURO</w:t>
            </w:r>
          </w:p>
        </w:tc>
        <w:tc>
          <w:tcPr>
            <w:tcW w:w="425" w:type="dxa"/>
            <w:tcBorders>
              <w:top w:val="nil"/>
              <w:left w:val="nil"/>
              <w:bottom w:val="single" w:sz="4" w:space="0" w:color="auto"/>
              <w:right w:val="single" w:sz="4" w:space="0" w:color="auto"/>
            </w:tcBorders>
            <w:noWrap/>
          </w:tcPr>
          <w:p w:rsidR="0098738C" w:rsidRPr="00661C0F" w:rsidRDefault="0098738C" w:rsidP="0098738C">
            <w:pPr>
              <w:jc w:val="center"/>
              <w:rPr>
                <w:rFonts w:ascii="Corbel" w:hAnsi="Corbel"/>
              </w:rPr>
            </w:pPr>
          </w:p>
        </w:tc>
        <w:tc>
          <w:tcPr>
            <w:tcW w:w="567" w:type="dxa"/>
            <w:tcBorders>
              <w:top w:val="nil"/>
              <w:left w:val="nil"/>
              <w:bottom w:val="single" w:sz="4" w:space="0" w:color="auto"/>
              <w:right w:val="single" w:sz="4" w:space="0" w:color="auto"/>
            </w:tcBorders>
            <w:noWrap/>
          </w:tcPr>
          <w:p w:rsidR="0098738C" w:rsidRPr="00661C0F" w:rsidRDefault="002076AB" w:rsidP="0098738C">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98738C" w:rsidRPr="00661C0F" w:rsidRDefault="0098738C" w:rsidP="0098738C">
            <w:pPr>
              <w:jc w:val="center"/>
              <w:rPr>
                <w:rFonts w:ascii="Corbel" w:hAnsi="Corbel" w:cs="Arial"/>
                <w:bCs/>
              </w:rPr>
            </w:pPr>
          </w:p>
        </w:tc>
        <w:tc>
          <w:tcPr>
            <w:tcW w:w="2977" w:type="dxa"/>
            <w:tcBorders>
              <w:top w:val="nil"/>
              <w:left w:val="nil"/>
              <w:bottom w:val="single" w:sz="4" w:space="0" w:color="auto"/>
              <w:right w:val="single" w:sz="4" w:space="0" w:color="auto"/>
            </w:tcBorders>
          </w:tcPr>
          <w:p w:rsidR="0098738C" w:rsidRDefault="0098738C" w:rsidP="0098738C">
            <w:pPr>
              <w:jc w:val="center"/>
              <w:rPr>
                <w:rFonts w:ascii="Corbel" w:hAnsi="Corbel" w:cs="Arial"/>
                <w:b/>
                <w:bCs/>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Default="00A85C27" w:rsidP="00A85C27">
            <w:p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
                <w:bCs/>
              </w:rPr>
            </w:pPr>
            <w:r>
              <w:rPr>
                <w:rFonts w:ascii="Corbel" w:hAnsi="Corbel" w:cs="Arial"/>
                <w:b/>
                <w:bCs/>
              </w:rPr>
              <w:t>RICERCATORI</w:t>
            </w:r>
          </w:p>
        </w:tc>
        <w:tc>
          <w:tcPr>
            <w:tcW w:w="425" w:type="dxa"/>
            <w:tcBorders>
              <w:top w:val="nil"/>
              <w:left w:val="nil"/>
              <w:bottom w:val="single" w:sz="4" w:space="0" w:color="auto"/>
              <w:right w:val="single" w:sz="4" w:space="0" w:color="auto"/>
            </w:tcBorders>
            <w:noWrap/>
          </w:tcPr>
          <w:p w:rsidR="00A85C27" w:rsidRPr="00F1003D" w:rsidRDefault="00A85C27" w:rsidP="00A85C27">
            <w:pPr>
              <w:jc w:val="center"/>
              <w:rPr>
                <w:rFonts w:ascii="Corbel" w:hAnsi="Corbel" w:cs="Arial"/>
                <w:bCs/>
              </w:rPr>
            </w:pPr>
          </w:p>
        </w:tc>
        <w:tc>
          <w:tcPr>
            <w:tcW w:w="567" w:type="dxa"/>
            <w:tcBorders>
              <w:top w:val="nil"/>
              <w:left w:val="nil"/>
              <w:bottom w:val="single" w:sz="4" w:space="0" w:color="auto"/>
              <w:right w:val="single" w:sz="4" w:space="0" w:color="auto"/>
            </w:tcBorders>
            <w:noWrap/>
          </w:tcPr>
          <w:p w:rsidR="00A85C27" w:rsidRPr="00F1003D" w:rsidRDefault="00A85C27" w:rsidP="00A85C27">
            <w:pPr>
              <w:jc w:val="center"/>
              <w:rPr>
                <w:rFonts w:ascii="Corbel" w:hAnsi="Corbel" w:cs="Arial"/>
                <w:bCs/>
              </w:rPr>
            </w:pPr>
          </w:p>
        </w:tc>
        <w:tc>
          <w:tcPr>
            <w:tcW w:w="425" w:type="dxa"/>
            <w:tcBorders>
              <w:top w:val="nil"/>
              <w:left w:val="nil"/>
              <w:bottom w:val="single" w:sz="4" w:space="0" w:color="auto"/>
              <w:right w:val="single" w:sz="4" w:space="0" w:color="auto"/>
            </w:tcBorders>
          </w:tcPr>
          <w:p w:rsidR="00A85C27" w:rsidRPr="00F1003D" w:rsidRDefault="00A85C27" w:rsidP="00A85C27">
            <w:pPr>
              <w:jc w:val="center"/>
              <w:rPr>
                <w:rFonts w:ascii="Corbel" w:hAnsi="Corbel" w:cs="Arial"/>
                <w:b/>
                <w:bCs/>
              </w:rPr>
            </w:pPr>
          </w:p>
        </w:tc>
        <w:tc>
          <w:tcPr>
            <w:tcW w:w="2977" w:type="dxa"/>
            <w:tcBorders>
              <w:top w:val="nil"/>
              <w:left w:val="nil"/>
              <w:bottom w:val="single" w:sz="4" w:space="0" w:color="auto"/>
              <w:right w:val="single" w:sz="4" w:space="0" w:color="auto"/>
            </w:tcBorders>
          </w:tcPr>
          <w:p w:rsidR="00A85C27" w:rsidRDefault="00A85C27" w:rsidP="00A85C27">
            <w:pPr>
              <w:jc w:val="center"/>
              <w:rPr>
                <w:rFonts w:ascii="Corbel" w:hAnsi="Corbel" w:cs="Arial"/>
                <w:b/>
                <w:bCs/>
              </w:rPr>
            </w:pPr>
          </w:p>
        </w:tc>
      </w:tr>
      <w:tr w:rsidR="00A85C27" w:rsidTr="004567EE">
        <w:trPr>
          <w:jc w:val="center"/>
        </w:trPr>
        <w:tc>
          <w:tcPr>
            <w:tcW w:w="984" w:type="dxa"/>
            <w:tcBorders>
              <w:top w:val="nil"/>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Cs/>
              </w:rPr>
            </w:pPr>
            <w:r>
              <w:rPr>
                <w:rFonts w:ascii="Corbel" w:hAnsi="Corbel" w:cs="Arial"/>
                <w:bCs/>
              </w:rPr>
              <w:t>BUCCELLATO FRANCESCO</w:t>
            </w:r>
          </w:p>
        </w:tc>
        <w:tc>
          <w:tcPr>
            <w:tcW w:w="425" w:type="dxa"/>
            <w:tcBorders>
              <w:top w:val="nil"/>
              <w:left w:val="nil"/>
              <w:bottom w:val="single" w:sz="4" w:space="0" w:color="auto"/>
              <w:right w:val="single" w:sz="4" w:space="0" w:color="auto"/>
            </w:tcBorders>
            <w:noWrap/>
          </w:tcPr>
          <w:p w:rsidR="00A85C27" w:rsidRPr="00C414BF" w:rsidRDefault="002076AB" w:rsidP="00A85C27">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A85C27" w:rsidRPr="00C414BF" w:rsidRDefault="00A85C27" w:rsidP="00A85C27">
            <w:pPr>
              <w:jc w:val="center"/>
              <w:rPr>
                <w:rFonts w:ascii="Corbel" w:hAnsi="Corbel"/>
              </w:rPr>
            </w:pPr>
          </w:p>
        </w:tc>
        <w:tc>
          <w:tcPr>
            <w:tcW w:w="425" w:type="dxa"/>
            <w:tcBorders>
              <w:top w:val="nil"/>
              <w:left w:val="nil"/>
              <w:bottom w:val="single" w:sz="4" w:space="0" w:color="auto"/>
              <w:right w:val="single" w:sz="4" w:space="0" w:color="auto"/>
            </w:tcBorders>
          </w:tcPr>
          <w:p w:rsidR="00A85C27" w:rsidRPr="00C414BF" w:rsidRDefault="00A85C27" w:rsidP="00A85C27">
            <w:pPr>
              <w:jc w:val="center"/>
              <w:rPr>
                <w:rFonts w:ascii="Corbel" w:hAnsi="Corbel" w:cs="Arial"/>
                <w:bCs/>
              </w:rPr>
            </w:pPr>
          </w:p>
        </w:tc>
        <w:tc>
          <w:tcPr>
            <w:tcW w:w="2977" w:type="dxa"/>
            <w:tcBorders>
              <w:top w:val="nil"/>
              <w:left w:val="nil"/>
              <w:bottom w:val="single" w:sz="4" w:space="0" w:color="auto"/>
              <w:right w:val="single" w:sz="4" w:space="0" w:color="auto"/>
            </w:tcBorders>
          </w:tcPr>
          <w:p w:rsidR="00A85C27" w:rsidRPr="00FC366C" w:rsidRDefault="00A85C27" w:rsidP="00A85C27">
            <w:pPr>
              <w:jc w:val="center"/>
              <w:rPr>
                <w:rFonts w:ascii="Corbel" w:hAnsi="Corbel" w:cs="Arial"/>
                <w:bCs/>
                <w:sz w:val="22"/>
                <w:szCs w:val="22"/>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CARACCIOLO CORRADO</w:t>
            </w:r>
          </w:p>
        </w:tc>
        <w:tc>
          <w:tcPr>
            <w:tcW w:w="425"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567"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425" w:type="dxa"/>
            <w:tcBorders>
              <w:top w:val="nil"/>
              <w:left w:val="nil"/>
              <w:bottom w:val="single" w:sz="4" w:space="0" w:color="auto"/>
              <w:right w:val="single" w:sz="4" w:space="0" w:color="auto"/>
            </w:tcBorders>
          </w:tcPr>
          <w:p w:rsidR="009D4F98" w:rsidRPr="00661C0F" w:rsidRDefault="002076AB" w:rsidP="009D4F98">
            <w:pPr>
              <w:jc w:val="center"/>
              <w:rPr>
                <w:rFonts w:ascii="Corbel" w:hAnsi="Corbel"/>
              </w:rPr>
            </w:pPr>
            <w:r>
              <w:rPr>
                <w:rFonts w:ascii="Corbel" w:hAnsi="Corbel"/>
              </w:rPr>
              <w:t>x</w:t>
            </w:r>
          </w:p>
        </w:tc>
        <w:tc>
          <w:tcPr>
            <w:tcW w:w="2977" w:type="dxa"/>
            <w:tcBorders>
              <w:top w:val="nil"/>
              <w:left w:val="nil"/>
              <w:bottom w:val="single" w:sz="4" w:space="0" w:color="auto"/>
              <w:right w:val="single" w:sz="4" w:space="0" w:color="auto"/>
            </w:tcBorders>
          </w:tcPr>
          <w:p w:rsidR="009D4F98" w:rsidRDefault="009D4F98" w:rsidP="009D4F98">
            <w:pPr>
              <w:jc w:val="center"/>
              <w:rPr>
                <w:rFonts w:ascii="Corbel" w:hAnsi="Corbel" w:cs="Arial"/>
                <w:bCs/>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CECCACCI FRANCESCA</w:t>
            </w:r>
          </w:p>
        </w:tc>
        <w:tc>
          <w:tcPr>
            <w:tcW w:w="425" w:type="dxa"/>
            <w:tcBorders>
              <w:top w:val="nil"/>
              <w:left w:val="nil"/>
              <w:bottom w:val="single" w:sz="4" w:space="0" w:color="auto"/>
              <w:right w:val="single" w:sz="4" w:space="0" w:color="auto"/>
            </w:tcBorders>
            <w:noWrap/>
          </w:tcPr>
          <w:p w:rsidR="009D4F98" w:rsidRPr="00661C0F" w:rsidRDefault="002076AB" w:rsidP="009D4F9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rPr>
            </w:pPr>
          </w:p>
        </w:tc>
        <w:tc>
          <w:tcPr>
            <w:tcW w:w="2977" w:type="dxa"/>
            <w:tcBorders>
              <w:top w:val="nil"/>
              <w:left w:val="nil"/>
              <w:bottom w:val="single" w:sz="4" w:space="0" w:color="auto"/>
              <w:right w:val="single" w:sz="4" w:space="0" w:color="auto"/>
            </w:tcBorders>
          </w:tcPr>
          <w:p w:rsidR="009D4F98" w:rsidRPr="00717829" w:rsidRDefault="009D4F98" w:rsidP="009D4F98">
            <w:pPr>
              <w:jc w:val="center"/>
              <w:rPr>
                <w:rFonts w:ascii="Corbel" w:hAnsi="Corbel" w:cs="Arial"/>
                <w:bCs/>
                <w:sz w:val="18"/>
                <w:szCs w:val="18"/>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EROLI MASSIMO</w:t>
            </w:r>
          </w:p>
        </w:tc>
        <w:tc>
          <w:tcPr>
            <w:tcW w:w="425" w:type="dxa"/>
            <w:tcBorders>
              <w:top w:val="nil"/>
              <w:left w:val="nil"/>
              <w:bottom w:val="single" w:sz="4" w:space="0" w:color="auto"/>
              <w:right w:val="single" w:sz="4" w:space="0" w:color="auto"/>
            </w:tcBorders>
            <w:noWrap/>
          </w:tcPr>
          <w:p w:rsidR="009D4F98" w:rsidRPr="00661C0F" w:rsidRDefault="002076AB" w:rsidP="009D4F9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
                <w:bCs/>
              </w:rPr>
            </w:pPr>
          </w:p>
        </w:tc>
        <w:tc>
          <w:tcPr>
            <w:tcW w:w="2977" w:type="dxa"/>
            <w:tcBorders>
              <w:top w:val="nil"/>
              <w:left w:val="nil"/>
              <w:bottom w:val="single" w:sz="4" w:space="0" w:color="auto"/>
              <w:right w:val="single" w:sz="4" w:space="0" w:color="auto"/>
            </w:tcBorders>
          </w:tcPr>
          <w:p w:rsidR="009D4F98" w:rsidRDefault="009D4F98" w:rsidP="009D4F98">
            <w:pPr>
              <w:jc w:val="center"/>
              <w:rPr>
                <w:rFonts w:ascii="Corbel" w:hAnsi="Corbel" w:cs="Arial"/>
                <w:b/>
                <w:bCs/>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GALLO MANUELA</w:t>
            </w:r>
          </w:p>
        </w:tc>
        <w:tc>
          <w:tcPr>
            <w:tcW w:w="425" w:type="dxa"/>
            <w:tcBorders>
              <w:top w:val="nil"/>
              <w:left w:val="nil"/>
              <w:bottom w:val="single" w:sz="4" w:space="0" w:color="auto"/>
              <w:right w:val="single" w:sz="4" w:space="0" w:color="auto"/>
            </w:tcBorders>
            <w:noWrap/>
          </w:tcPr>
          <w:p w:rsidR="009D4F98" w:rsidRPr="00661C0F" w:rsidRDefault="002076AB" w:rsidP="009D4F9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
                <w:bCs/>
              </w:rPr>
            </w:pPr>
          </w:p>
        </w:tc>
        <w:tc>
          <w:tcPr>
            <w:tcW w:w="2977" w:type="dxa"/>
            <w:tcBorders>
              <w:top w:val="nil"/>
              <w:left w:val="nil"/>
              <w:bottom w:val="single" w:sz="4" w:space="0" w:color="auto"/>
              <w:right w:val="single" w:sz="4" w:space="0" w:color="auto"/>
            </w:tcBorders>
          </w:tcPr>
          <w:p w:rsidR="009D4F98" w:rsidRDefault="009D4F98" w:rsidP="009D4F98">
            <w:pPr>
              <w:jc w:val="center"/>
              <w:rPr>
                <w:rFonts w:ascii="Corbel" w:hAnsi="Corbel" w:cs="Arial"/>
                <w:b/>
                <w:bCs/>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GIGLIOTTI MARINA</w:t>
            </w:r>
          </w:p>
        </w:tc>
        <w:tc>
          <w:tcPr>
            <w:tcW w:w="425"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567" w:type="dxa"/>
            <w:tcBorders>
              <w:top w:val="nil"/>
              <w:left w:val="nil"/>
              <w:bottom w:val="single" w:sz="4" w:space="0" w:color="auto"/>
              <w:right w:val="single" w:sz="4" w:space="0" w:color="auto"/>
            </w:tcBorders>
            <w:noWrap/>
          </w:tcPr>
          <w:p w:rsidR="009D4F98" w:rsidRPr="00661C0F" w:rsidRDefault="002076AB" w:rsidP="009D4F98">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
                <w:bCs/>
              </w:rPr>
            </w:pPr>
          </w:p>
        </w:tc>
        <w:tc>
          <w:tcPr>
            <w:tcW w:w="2977" w:type="dxa"/>
            <w:tcBorders>
              <w:top w:val="nil"/>
              <w:left w:val="nil"/>
              <w:bottom w:val="single" w:sz="4" w:space="0" w:color="auto"/>
              <w:right w:val="single" w:sz="4" w:space="0" w:color="auto"/>
            </w:tcBorders>
          </w:tcPr>
          <w:p w:rsidR="009D4F98" w:rsidRPr="00C06DC2" w:rsidRDefault="009D4F98" w:rsidP="009D4F98">
            <w:pPr>
              <w:jc w:val="center"/>
              <w:rPr>
                <w:rFonts w:ascii="Corbel" w:hAnsi="Corbel" w:cs="Arial"/>
                <w:bCs/>
                <w:sz w:val="20"/>
                <w:szCs w:val="20"/>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INNOCENTI FEDERICA</w:t>
            </w:r>
          </w:p>
        </w:tc>
        <w:tc>
          <w:tcPr>
            <w:tcW w:w="425" w:type="dxa"/>
            <w:tcBorders>
              <w:top w:val="nil"/>
              <w:left w:val="nil"/>
              <w:bottom w:val="single" w:sz="4" w:space="0" w:color="auto"/>
              <w:right w:val="single" w:sz="4" w:space="0" w:color="auto"/>
            </w:tcBorders>
            <w:noWrap/>
          </w:tcPr>
          <w:p w:rsidR="009D4F98" w:rsidRPr="00661C0F" w:rsidRDefault="002076AB" w:rsidP="009D4F9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
                <w:bCs/>
              </w:rPr>
            </w:pPr>
          </w:p>
        </w:tc>
        <w:tc>
          <w:tcPr>
            <w:tcW w:w="2977" w:type="dxa"/>
            <w:tcBorders>
              <w:top w:val="nil"/>
              <w:left w:val="nil"/>
              <w:bottom w:val="single" w:sz="4" w:space="0" w:color="auto"/>
              <w:right w:val="single" w:sz="4" w:space="0" w:color="auto"/>
            </w:tcBorders>
          </w:tcPr>
          <w:p w:rsidR="009D4F98" w:rsidRPr="00D94A89" w:rsidRDefault="009D4F98" w:rsidP="009D4F98">
            <w:pPr>
              <w:rPr>
                <w:rFonts w:ascii="Corbel" w:hAnsi="Corbel" w:cs="Arial"/>
                <w:bCs/>
                <w:sz w:val="22"/>
                <w:szCs w:val="22"/>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MARTELLI DUCCIO</w:t>
            </w:r>
          </w:p>
        </w:tc>
        <w:tc>
          <w:tcPr>
            <w:tcW w:w="425" w:type="dxa"/>
            <w:tcBorders>
              <w:top w:val="nil"/>
              <w:left w:val="nil"/>
              <w:bottom w:val="single" w:sz="4" w:space="0" w:color="auto"/>
              <w:right w:val="single" w:sz="4" w:space="0" w:color="auto"/>
            </w:tcBorders>
            <w:noWrap/>
          </w:tcPr>
          <w:p w:rsidR="009D4F98" w:rsidRPr="00661C0F" w:rsidRDefault="002076AB" w:rsidP="009D4F9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Cs/>
              </w:rPr>
            </w:pPr>
          </w:p>
        </w:tc>
        <w:tc>
          <w:tcPr>
            <w:tcW w:w="2977" w:type="dxa"/>
            <w:tcBorders>
              <w:top w:val="nil"/>
              <w:left w:val="nil"/>
              <w:bottom w:val="single" w:sz="4" w:space="0" w:color="auto"/>
              <w:right w:val="single" w:sz="4" w:space="0" w:color="auto"/>
            </w:tcBorders>
          </w:tcPr>
          <w:p w:rsidR="009D4F98" w:rsidRPr="00A13A7D" w:rsidRDefault="009D4F98" w:rsidP="00A13A7D">
            <w:pPr>
              <w:rPr>
                <w:rFonts w:ascii="Corbel" w:hAnsi="Corbel" w:cs="Arial"/>
                <w:bCs/>
                <w:sz w:val="18"/>
                <w:szCs w:val="18"/>
              </w:rPr>
            </w:pPr>
          </w:p>
        </w:tc>
      </w:tr>
      <w:tr w:rsidR="005E1F9D" w:rsidTr="004567EE">
        <w:trPr>
          <w:jc w:val="center"/>
        </w:trPr>
        <w:tc>
          <w:tcPr>
            <w:tcW w:w="984" w:type="dxa"/>
            <w:tcBorders>
              <w:top w:val="nil"/>
              <w:left w:val="single" w:sz="4" w:space="0" w:color="auto"/>
              <w:bottom w:val="single" w:sz="4" w:space="0" w:color="auto"/>
              <w:right w:val="single" w:sz="4" w:space="0" w:color="auto"/>
            </w:tcBorders>
            <w:noWrap/>
          </w:tcPr>
          <w:p w:rsidR="005E1F9D" w:rsidRDefault="005E1F9D" w:rsidP="005E1F9D">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5E1F9D" w:rsidRDefault="005E1F9D" w:rsidP="005E1F9D">
            <w:pPr>
              <w:rPr>
                <w:rFonts w:ascii="Corbel" w:hAnsi="Corbel" w:cs="Arial"/>
                <w:bCs/>
              </w:rPr>
            </w:pPr>
            <w:r>
              <w:rPr>
                <w:rFonts w:ascii="Corbel" w:hAnsi="Corbel" w:cs="Arial"/>
                <w:bCs/>
              </w:rPr>
              <w:t>MONTESI CRISTINA</w:t>
            </w:r>
          </w:p>
        </w:tc>
        <w:tc>
          <w:tcPr>
            <w:tcW w:w="425" w:type="dxa"/>
            <w:tcBorders>
              <w:top w:val="nil"/>
              <w:left w:val="nil"/>
              <w:bottom w:val="single" w:sz="4" w:space="0" w:color="auto"/>
              <w:right w:val="single" w:sz="4" w:space="0" w:color="auto"/>
            </w:tcBorders>
            <w:noWrap/>
          </w:tcPr>
          <w:p w:rsidR="005E1F9D" w:rsidRPr="00661C0F" w:rsidRDefault="002076AB" w:rsidP="005E1F9D">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5E1F9D" w:rsidRPr="00661C0F" w:rsidRDefault="005E1F9D" w:rsidP="005E1F9D">
            <w:pPr>
              <w:jc w:val="center"/>
              <w:rPr>
                <w:rFonts w:ascii="Corbel" w:hAnsi="Corbel"/>
              </w:rPr>
            </w:pPr>
          </w:p>
        </w:tc>
        <w:tc>
          <w:tcPr>
            <w:tcW w:w="425" w:type="dxa"/>
            <w:tcBorders>
              <w:top w:val="nil"/>
              <w:left w:val="nil"/>
              <w:bottom w:val="single" w:sz="4" w:space="0" w:color="auto"/>
              <w:right w:val="single" w:sz="4" w:space="0" w:color="auto"/>
            </w:tcBorders>
          </w:tcPr>
          <w:p w:rsidR="005E1F9D" w:rsidRPr="00661C0F" w:rsidRDefault="005E1F9D" w:rsidP="005E1F9D">
            <w:pPr>
              <w:jc w:val="center"/>
              <w:rPr>
                <w:rFonts w:ascii="Corbel" w:hAnsi="Corbel" w:cs="Arial"/>
                <w:b/>
                <w:bCs/>
              </w:rPr>
            </w:pPr>
          </w:p>
        </w:tc>
        <w:tc>
          <w:tcPr>
            <w:tcW w:w="2977" w:type="dxa"/>
            <w:tcBorders>
              <w:top w:val="nil"/>
              <w:left w:val="nil"/>
              <w:bottom w:val="single" w:sz="4" w:space="0" w:color="auto"/>
              <w:right w:val="single" w:sz="4" w:space="0" w:color="auto"/>
            </w:tcBorders>
          </w:tcPr>
          <w:p w:rsidR="005E1F9D" w:rsidRPr="002076AB" w:rsidRDefault="002076AB" w:rsidP="002076AB">
            <w:pPr>
              <w:rPr>
                <w:rFonts w:ascii="Work Sans" w:hAnsi="Work Sans" w:cs="Arial"/>
                <w:bCs/>
                <w:sz w:val="18"/>
                <w:szCs w:val="18"/>
              </w:rPr>
            </w:pPr>
            <w:r w:rsidRPr="002076AB">
              <w:rPr>
                <w:rFonts w:ascii="Work Sans" w:hAnsi="Work Sans" w:cs="Arial"/>
                <w:bCs/>
                <w:sz w:val="18"/>
                <w:szCs w:val="18"/>
              </w:rPr>
              <w:t xml:space="preserve">Si scollega alle 13:48 </w:t>
            </w:r>
            <w:proofErr w:type="spellStart"/>
            <w:r w:rsidRPr="002076AB">
              <w:rPr>
                <w:rFonts w:ascii="Work Sans" w:hAnsi="Work Sans" w:cs="Arial"/>
                <w:bCs/>
                <w:sz w:val="18"/>
                <w:szCs w:val="18"/>
              </w:rPr>
              <w:t>odg</w:t>
            </w:r>
            <w:proofErr w:type="spellEnd"/>
            <w:r w:rsidRPr="002076AB">
              <w:rPr>
                <w:rFonts w:ascii="Work Sans" w:hAnsi="Work Sans" w:cs="Arial"/>
                <w:bCs/>
                <w:sz w:val="18"/>
                <w:szCs w:val="18"/>
              </w:rPr>
              <w:t xml:space="preserve"> n. 4</w:t>
            </w:r>
          </w:p>
        </w:tc>
      </w:tr>
      <w:tr w:rsidR="00A85C27" w:rsidTr="004567EE">
        <w:trPr>
          <w:jc w:val="center"/>
        </w:trPr>
        <w:tc>
          <w:tcPr>
            <w:tcW w:w="984" w:type="dxa"/>
            <w:tcBorders>
              <w:top w:val="nil"/>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Default="00A85C27" w:rsidP="00A85C27">
            <w:pPr>
              <w:rPr>
                <w:rFonts w:ascii="Corbel" w:hAnsi="Corbel" w:cs="Arial"/>
                <w:bCs/>
              </w:rPr>
            </w:pPr>
            <w:r>
              <w:rPr>
                <w:rFonts w:ascii="Corbel" w:hAnsi="Corbel" w:cs="Arial"/>
                <w:bCs/>
              </w:rPr>
              <w:t>NASINI ANDREA</w:t>
            </w:r>
          </w:p>
        </w:tc>
        <w:tc>
          <w:tcPr>
            <w:tcW w:w="425" w:type="dxa"/>
            <w:tcBorders>
              <w:top w:val="nil"/>
              <w:left w:val="nil"/>
              <w:bottom w:val="single" w:sz="4" w:space="0" w:color="auto"/>
              <w:right w:val="single" w:sz="4" w:space="0" w:color="auto"/>
            </w:tcBorders>
            <w:noWrap/>
          </w:tcPr>
          <w:p w:rsidR="00A85C27" w:rsidRPr="00661C0F" w:rsidRDefault="00A85C27" w:rsidP="00A85C27">
            <w:pPr>
              <w:jc w:val="center"/>
              <w:rPr>
                <w:rFonts w:ascii="Corbel" w:hAnsi="Corbel"/>
              </w:rPr>
            </w:pPr>
          </w:p>
        </w:tc>
        <w:tc>
          <w:tcPr>
            <w:tcW w:w="567" w:type="dxa"/>
            <w:tcBorders>
              <w:top w:val="nil"/>
              <w:left w:val="nil"/>
              <w:bottom w:val="single" w:sz="4" w:space="0" w:color="auto"/>
              <w:right w:val="single" w:sz="4" w:space="0" w:color="auto"/>
            </w:tcBorders>
            <w:noWrap/>
          </w:tcPr>
          <w:p w:rsidR="00A85C27" w:rsidRPr="00661C0F" w:rsidRDefault="00A85C27" w:rsidP="00A85C27">
            <w:pPr>
              <w:jc w:val="center"/>
              <w:rPr>
                <w:rFonts w:ascii="Corbel" w:hAnsi="Corbel"/>
              </w:rPr>
            </w:pPr>
          </w:p>
        </w:tc>
        <w:tc>
          <w:tcPr>
            <w:tcW w:w="425" w:type="dxa"/>
            <w:tcBorders>
              <w:top w:val="nil"/>
              <w:left w:val="nil"/>
              <w:bottom w:val="single" w:sz="4" w:space="0" w:color="auto"/>
              <w:right w:val="single" w:sz="4" w:space="0" w:color="auto"/>
            </w:tcBorders>
          </w:tcPr>
          <w:p w:rsidR="00A85C27" w:rsidRPr="00661C0F" w:rsidRDefault="0053661F" w:rsidP="00A85C27">
            <w:pPr>
              <w:jc w:val="center"/>
              <w:rPr>
                <w:rFonts w:ascii="Corbel" w:hAnsi="Corbel" w:cs="Arial"/>
                <w:bCs/>
              </w:rPr>
            </w:pPr>
            <w:r>
              <w:rPr>
                <w:rFonts w:ascii="Corbel" w:hAnsi="Corbel" w:cs="Arial"/>
                <w:bCs/>
              </w:rPr>
              <w:t>x</w:t>
            </w:r>
          </w:p>
        </w:tc>
        <w:tc>
          <w:tcPr>
            <w:tcW w:w="2977" w:type="dxa"/>
            <w:tcBorders>
              <w:top w:val="nil"/>
              <w:left w:val="nil"/>
              <w:bottom w:val="single" w:sz="4" w:space="0" w:color="auto"/>
              <w:right w:val="single" w:sz="4" w:space="0" w:color="auto"/>
            </w:tcBorders>
          </w:tcPr>
          <w:p w:rsidR="00A85C27" w:rsidRDefault="00A85C27" w:rsidP="00A85C27">
            <w:pPr>
              <w:jc w:val="center"/>
              <w:rPr>
                <w:rFonts w:ascii="Corbel" w:hAnsi="Corbel" w:cs="Arial"/>
                <w:bCs/>
                <w:sz w:val="20"/>
                <w:szCs w:val="20"/>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NICOLOSI MARCO</w:t>
            </w:r>
          </w:p>
        </w:tc>
        <w:tc>
          <w:tcPr>
            <w:tcW w:w="425"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567" w:type="dxa"/>
            <w:tcBorders>
              <w:top w:val="nil"/>
              <w:left w:val="nil"/>
              <w:bottom w:val="single" w:sz="4" w:space="0" w:color="auto"/>
              <w:right w:val="single" w:sz="4" w:space="0" w:color="auto"/>
            </w:tcBorders>
          </w:tcPr>
          <w:p w:rsidR="009D4F98" w:rsidRPr="00661C0F" w:rsidRDefault="0053661F" w:rsidP="009D4F98">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Cs/>
              </w:rPr>
            </w:pPr>
          </w:p>
        </w:tc>
        <w:tc>
          <w:tcPr>
            <w:tcW w:w="2977" w:type="dxa"/>
            <w:tcBorders>
              <w:top w:val="nil"/>
              <w:left w:val="nil"/>
              <w:bottom w:val="single" w:sz="4" w:space="0" w:color="auto"/>
              <w:right w:val="single" w:sz="4" w:space="0" w:color="auto"/>
            </w:tcBorders>
          </w:tcPr>
          <w:p w:rsidR="009D4F98" w:rsidRPr="00F27FF2" w:rsidRDefault="009D4F98" w:rsidP="009D4F98">
            <w:pPr>
              <w:rPr>
                <w:rFonts w:ascii="Corbel" w:hAnsi="Corbel" w:cs="Arial"/>
                <w:bCs/>
                <w:sz w:val="20"/>
                <w:szCs w:val="20"/>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PICCIAIA FRANCESCA</w:t>
            </w:r>
          </w:p>
        </w:tc>
        <w:tc>
          <w:tcPr>
            <w:tcW w:w="425"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567" w:type="dxa"/>
            <w:tcBorders>
              <w:top w:val="nil"/>
              <w:left w:val="nil"/>
              <w:bottom w:val="single" w:sz="4" w:space="0" w:color="auto"/>
              <w:right w:val="single" w:sz="4" w:space="0" w:color="auto"/>
            </w:tcBorders>
            <w:noWrap/>
          </w:tcPr>
          <w:p w:rsidR="009D4F98" w:rsidRPr="00661C0F" w:rsidRDefault="0053661F" w:rsidP="009D4F98">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
                <w:bCs/>
              </w:rPr>
            </w:pPr>
          </w:p>
        </w:tc>
        <w:tc>
          <w:tcPr>
            <w:tcW w:w="2977" w:type="dxa"/>
            <w:tcBorders>
              <w:top w:val="nil"/>
              <w:left w:val="nil"/>
              <w:bottom w:val="single" w:sz="4" w:space="0" w:color="auto"/>
              <w:right w:val="single" w:sz="4" w:space="0" w:color="auto"/>
            </w:tcBorders>
          </w:tcPr>
          <w:p w:rsidR="009D4F98" w:rsidRDefault="009D4F98" w:rsidP="009D4F98">
            <w:pPr>
              <w:jc w:val="center"/>
              <w:rPr>
                <w:rFonts w:ascii="Corbel" w:hAnsi="Corbel" w:cs="Arial"/>
                <w:b/>
                <w:bCs/>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PICCIOTTI ANTONIO</w:t>
            </w:r>
          </w:p>
        </w:tc>
        <w:tc>
          <w:tcPr>
            <w:tcW w:w="425" w:type="dxa"/>
            <w:tcBorders>
              <w:top w:val="nil"/>
              <w:left w:val="nil"/>
              <w:bottom w:val="single" w:sz="4" w:space="0" w:color="auto"/>
              <w:right w:val="single" w:sz="4" w:space="0" w:color="auto"/>
            </w:tcBorders>
            <w:noWrap/>
          </w:tcPr>
          <w:p w:rsidR="009D4F98" w:rsidRPr="00661C0F" w:rsidRDefault="0053661F" w:rsidP="009D4F9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cs="Arial"/>
                <w:bCs/>
              </w:rPr>
            </w:pP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
                <w:bCs/>
              </w:rPr>
            </w:pPr>
          </w:p>
        </w:tc>
        <w:tc>
          <w:tcPr>
            <w:tcW w:w="2977" w:type="dxa"/>
            <w:tcBorders>
              <w:top w:val="nil"/>
              <w:left w:val="nil"/>
              <w:bottom w:val="single" w:sz="4" w:space="0" w:color="auto"/>
              <w:right w:val="single" w:sz="4" w:space="0" w:color="auto"/>
            </w:tcBorders>
          </w:tcPr>
          <w:p w:rsidR="009D4F98" w:rsidRPr="009E6A7D" w:rsidRDefault="009D4F98" w:rsidP="009D4F98">
            <w:pPr>
              <w:jc w:val="center"/>
              <w:rPr>
                <w:rFonts w:ascii="Corbel" w:hAnsi="Corbel" w:cs="Arial"/>
                <w:bCs/>
                <w:sz w:val="20"/>
                <w:szCs w:val="20"/>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PIERRI FRANCESCA</w:t>
            </w:r>
          </w:p>
        </w:tc>
        <w:tc>
          <w:tcPr>
            <w:tcW w:w="425" w:type="dxa"/>
            <w:tcBorders>
              <w:top w:val="nil"/>
              <w:left w:val="nil"/>
              <w:bottom w:val="single" w:sz="4" w:space="0" w:color="auto"/>
              <w:right w:val="single" w:sz="4" w:space="0" w:color="auto"/>
            </w:tcBorders>
            <w:noWrap/>
          </w:tcPr>
          <w:p w:rsidR="009D4F98" w:rsidRPr="00661C0F" w:rsidRDefault="0053661F" w:rsidP="009D4F98">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rPr>
            </w:pP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Cs/>
              </w:rPr>
            </w:pPr>
          </w:p>
        </w:tc>
        <w:tc>
          <w:tcPr>
            <w:tcW w:w="2977" w:type="dxa"/>
            <w:tcBorders>
              <w:top w:val="nil"/>
              <w:left w:val="nil"/>
              <w:bottom w:val="single" w:sz="4" w:space="0" w:color="auto"/>
              <w:right w:val="single" w:sz="4" w:space="0" w:color="auto"/>
            </w:tcBorders>
          </w:tcPr>
          <w:p w:rsidR="009D4F98" w:rsidRDefault="009D4F98" w:rsidP="009D4F98">
            <w:pPr>
              <w:jc w:val="center"/>
              <w:rPr>
                <w:rFonts w:ascii="Corbel" w:hAnsi="Corbel" w:cs="Arial"/>
                <w:bCs/>
                <w:sz w:val="20"/>
                <w:szCs w:val="20"/>
              </w:rPr>
            </w:pPr>
          </w:p>
        </w:tc>
      </w:tr>
      <w:tr w:rsidR="009D4F98" w:rsidTr="004567EE">
        <w:trPr>
          <w:jc w:val="center"/>
        </w:trPr>
        <w:tc>
          <w:tcPr>
            <w:tcW w:w="984" w:type="dxa"/>
            <w:tcBorders>
              <w:top w:val="nil"/>
              <w:left w:val="single" w:sz="4" w:space="0" w:color="auto"/>
              <w:bottom w:val="single" w:sz="4" w:space="0" w:color="auto"/>
              <w:right w:val="single" w:sz="4" w:space="0" w:color="auto"/>
            </w:tcBorders>
            <w:noWrap/>
          </w:tcPr>
          <w:p w:rsidR="009D4F98" w:rsidRDefault="009D4F98" w:rsidP="009D4F98">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9D4F98" w:rsidRDefault="009D4F98" w:rsidP="009D4F98">
            <w:pPr>
              <w:rPr>
                <w:rFonts w:ascii="Corbel" w:hAnsi="Corbel" w:cs="Arial"/>
                <w:bCs/>
              </w:rPr>
            </w:pPr>
            <w:r>
              <w:rPr>
                <w:rFonts w:ascii="Corbel" w:hAnsi="Corbel" w:cs="Arial"/>
                <w:bCs/>
              </w:rPr>
              <w:t>SPLENDIANI SIMONE</w:t>
            </w:r>
          </w:p>
        </w:tc>
        <w:tc>
          <w:tcPr>
            <w:tcW w:w="425" w:type="dxa"/>
            <w:tcBorders>
              <w:top w:val="nil"/>
              <w:left w:val="nil"/>
              <w:bottom w:val="single" w:sz="4" w:space="0" w:color="auto"/>
              <w:right w:val="single" w:sz="4" w:space="0" w:color="auto"/>
            </w:tcBorders>
            <w:noWrap/>
          </w:tcPr>
          <w:p w:rsidR="009D4F98" w:rsidRPr="00661C0F" w:rsidRDefault="009D4F98" w:rsidP="009D4F98">
            <w:pPr>
              <w:jc w:val="center"/>
              <w:rPr>
                <w:rFonts w:ascii="Corbel" w:hAnsi="Corbel"/>
              </w:rPr>
            </w:pPr>
          </w:p>
        </w:tc>
        <w:tc>
          <w:tcPr>
            <w:tcW w:w="567" w:type="dxa"/>
            <w:tcBorders>
              <w:top w:val="nil"/>
              <w:left w:val="nil"/>
              <w:bottom w:val="single" w:sz="4" w:space="0" w:color="auto"/>
              <w:right w:val="single" w:sz="4" w:space="0" w:color="auto"/>
            </w:tcBorders>
            <w:noWrap/>
          </w:tcPr>
          <w:p w:rsidR="009D4F98" w:rsidRPr="00661C0F" w:rsidRDefault="0053661F" w:rsidP="009D4F98">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9D4F98" w:rsidRPr="00661C0F" w:rsidRDefault="009D4F98" w:rsidP="009D4F98">
            <w:pPr>
              <w:jc w:val="center"/>
              <w:rPr>
                <w:rFonts w:ascii="Corbel" w:hAnsi="Corbel" w:cs="Arial"/>
                <w:b/>
                <w:bCs/>
              </w:rPr>
            </w:pPr>
          </w:p>
        </w:tc>
        <w:tc>
          <w:tcPr>
            <w:tcW w:w="2977" w:type="dxa"/>
            <w:tcBorders>
              <w:top w:val="nil"/>
              <w:left w:val="nil"/>
              <w:bottom w:val="single" w:sz="4" w:space="0" w:color="auto"/>
              <w:right w:val="single" w:sz="4" w:space="0" w:color="auto"/>
            </w:tcBorders>
          </w:tcPr>
          <w:p w:rsidR="009D4F98" w:rsidRDefault="009D4F98" w:rsidP="009D4F98">
            <w:pPr>
              <w:jc w:val="center"/>
              <w:rPr>
                <w:rFonts w:ascii="Corbel" w:hAnsi="Corbel" w:cs="Arial"/>
                <w:bCs/>
                <w:sz w:val="20"/>
                <w:szCs w:val="20"/>
              </w:rPr>
            </w:pPr>
          </w:p>
        </w:tc>
      </w:tr>
      <w:tr w:rsidR="00A85C27" w:rsidTr="007A4E0A">
        <w:trPr>
          <w:jc w:val="center"/>
        </w:trPr>
        <w:tc>
          <w:tcPr>
            <w:tcW w:w="984" w:type="dxa"/>
            <w:tcBorders>
              <w:top w:val="nil"/>
              <w:left w:val="single" w:sz="4" w:space="0" w:color="auto"/>
              <w:bottom w:val="single" w:sz="4" w:space="0" w:color="auto"/>
              <w:right w:val="single" w:sz="4" w:space="0" w:color="auto"/>
            </w:tcBorders>
            <w:noWrap/>
          </w:tcPr>
          <w:p w:rsidR="00A85C27" w:rsidRDefault="00A85C27" w:rsidP="00A85C27">
            <w:pPr>
              <w:jc w:val="center"/>
              <w:rPr>
                <w:rFonts w:ascii="Corbel" w:hAnsi="Corbel" w:cs="Arial"/>
              </w:rPr>
            </w:pPr>
          </w:p>
        </w:tc>
        <w:tc>
          <w:tcPr>
            <w:tcW w:w="8367" w:type="dxa"/>
            <w:gridSpan w:val="5"/>
            <w:tcBorders>
              <w:top w:val="single" w:sz="4" w:space="0" w:color="auto"/>
              <w:left w:val="nil"/>
              <w:bottom w:val="single" w:sz="4" w:space="0" w:color="auto"/>
              <w:right w:val="single" w:sz="4" w:space="0" w:color="auto"/>
            </w:tcBorders>
            <w:noWrap/>
          </w:tcPr>
          <w:p w:rsidR="00A85C27" w:rsidRPr="00F1003D" w:rsidRDefault="00A85C27" w:rsidP="00A85C27">
            <w:pPr>
              <w:rPr>
                <w:rFonts w:ascii="Corbel" w:hAnsi="Corbel" w:cs="Arial"/>
                <w:b/>
                <w:bCs/>
              </w:rPr>
            </w:pPr>
            <w:r w:rsidRPr="00F1003D">
              <w:rPr>
                <w:rFonts w:ascii="Corbel" w:hAnsi="Corbel" w:cs="Arial"/>
                <w:b/>
                <w:bCs/>
              </w:rPr>
              <w:t>RTD</w:t>
            </w:r>
          </w:p>
        </w:tc>
      </w:tr>
      <w:tr w:rsidR="00176EDF" w:rsidTr="004567EE">
        <w:trPr>
          <w:jc w:val="center"/>
        </w:trPr>
        <w:tc>
          <w:tcPr>
            <w:tcW w:w="984" w:type="dxa"/>
            <w:tcBorders>
              <w:top w:val="nil"/>
              <w:left w:val="single" w:sz="4" w:space="0" w:color="auto"/>
              <w:bottom w:val="single" w:sz="4" w:space="0" w:color="auto"/>
              <w:right w:val="single" w:sz="4" w:space="0" w:color="auto"/>
            </w:tcBorders>
            <w:noWrap/>
          </w:tcPr>
          <w:p w:rsidR="00176EDF" w:rsidRDefault="00176EDF" w:rsidP="00176ED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6EDF" w:rsidRPr="00E143AB" w:rsidRDefault="00176EDF" w:rsidP="00176EDF">
            <w:pPr>
              <w:rPr>
                <w:rFonts w:ascii="Corbel" w:hAnsi="Corbel" w:cs="Arial"/>
                <w:bCs/>
              </w:rPr>
            </w:pPr>
            <w:r>
              <w:rPr>
                <w:rFonts w:ascii="Corbel" w:hAnsi="Corbel" w:cs="Arial"/>
                <w:bCs/>
              </w:rPr>
              <w:t>BOITI CRISTIANA</w:t>
            </w:r>
          </w:p>
        </w:tc>
        <w:tc>
          <w:tcPr>
            <w:tcW w:w="425" w:type="dxa"/>
            <w:tcBorders>
              <w:top w:val="nil"/>
              <w:left w:val="nil"/>
              <w:bottom w:val="single" w:sz="4" w:space="0" w:color="auto"/>
              <w:right w:val="single" w:sz="4" w:space="0" w:color="auto"/>
            </w:tcBorders>
            <w:noWrap/>
          </w:tcPr>
          <w:p w:rsidR="00176EDF" w:rsidRPr="005B4859" w:rsidRDefault="0053661F" w:rsidP="00176ED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6EDF" w:rsidRPr="005B4859" w:rsidRDefault="00176EDF" w:rsidP="00176EDF">
            <w:pPr>
              <w:jc w:val="center"/>
              <w:rPr>
                <w:rFonts w:ascii="Corbel" w:hAnsi="Corbel"/>
              </w:rPr>
            </w:pPr>
          </w:p>
        </w:tc>
        <w:tc>
          <w:tcPr>
            <w:tcW w:w="425" w:type="dxa"/>
            <w:tcBorders>
              <w:top w:val="nil"/>
              <w:left w:val="nil"/>
              <w:bottom w:val="single" w:sz="4" w:space="0" w:color="auto"/>
              <w:right w:val="single" w:sz="4" w:space="0" w:color="auto"/>
            </w:tcBorders>
          </w:tcPr>
          <w:p w:rsidR="00176EDF" w:rsidRPr="00F1003D" w:rsidRDefault="00176EDF" w:rsidP="00176EDF">
            <w:pPr>
              <w:jc w:val="center"/>
              <w:rPr>
                <w:rFonts w:ascii="Corbel" w:hAnsi="Corbel" w:cs="Arial"/>
                <w:b/>
                <w:bCs/>
              </w:rPr>
            </w:pPr>
          </w:p>
        </w:tc>
        <w:tc>
          <w:tcPr>
            <w:tcW w:w="2977" w:type="dxa"/>
            <w:tcBorders>
              <w:top w:val="nil"/>
              <w:left w:val="nil"/>
              <w:bottom w:val="single" w:sz="4" w:space="0" w:color="auto"/>
              <w:right w:val="single" w:sz="4" w:space="0" w:color="auto"/>
            </w:tcBorders>
          </w:tcPr>
          <w:p w:rsidR="00176EDF" w:rsidRPr="008C7A5D" w:rsidRDefault="00176EDF" w:rsidP="00176EDF">
            <w:pPr>
              <w:jc w:val="center"/>
              <w:rPr>
                <w:rFonts w:ascii="Corbel" w:hAnsi="Corbel" w:cs="Arial"/>
                <w:bCs/>
                <w:sz w:val="20"/>
                <w:szCs w:val="20"/>
              </w:rPr>
            </w:pPr>
          </w:p>
        </w:tc>
      </w:tr>
      <w:tr w:rsidR="000048AE" w:rsidTr="004567EE">
        <w:trPr>
          <w:jc w:val="center"/>
        </w:trPr>
        <w:tc>
          <w:tcPr>
            <w:tcW w:w="984" w:type="dxa"/>
            <w:tcBorders>
              <w:top w:val="nil"/>
              <w:left w:val="single" w:sz="4" w:space="0" w:color="auto"/>
              <w:bottom w:val="single" w:sz="4" w:space="0" w:color="auto"/>
              <w:right w:val="single" w:sz="4" w:space="0" w:color="auto"/>
            </w:tcBorders>
            <w:noWrap/>
          </w:tcPr>
          <w:p w:rsidR="000048AE" w:rsidRDefault="000048AE" w:rsidP="005E1F9D">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0048AE" w:rsidRDefault="000048AE" w:rsidP="005E1F9D">
            <w:pPr>
              <w:rPr>
                <w:rFonts w:ascii="Corbel" w:hAnsi="Corbel" w:cs="Arial"/>
                <w:bCs/>
              </w:rPr>
            </w:pPr>
            <w:bookmarkStart w:id="0" w:name="_GoBack"/>
            <w:r>
              <w:rPr>
                <w:rFonts w:ascii="Corbel" w:hAnsi="Corbel" w:cs="Arial"/>
                <w:bCs/>
              </w:rPr>
              <w:t>D’ERRICO</w:t>
            </w:r>
            <w:bookmarkEnd w:id="0"/>
            <w:r>
              <w:rPr>
                <w:rFonts w:ascii="Corbel" w:hAnsi="Corbel" w:cs="Arial"/>
                <w:bCs/>
              </w:rPr>
              <w:t xml:space="preserve"> MARIA CHIARA</w:t>
            </w:r>
          </w:p>
        </w:tc>
        <w:tc>
          <w:tcPr>
            <w:tcW w:w="425" w:type="dxa"/>
            <w:tcBorders>
              <w:top w:val="nil"/>
              <w:left w:val="nil"/>
              <w:bottom w:val="single" w:sz="4" w:space="0" w:color="auto"/>
              <w:right w:val="single" w:sz="4" w:space="0" w:color="auto"/>
            </w:tcBorders>
            <w:noWrap/>
          </w:tcPr>
          <w:p w:rsidR="000048AE" w:rsidRPr="005B4859" w:rsidRDefault="0053661F" w:rsidP="005E1F9D">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0048AE" w:rsidRPr="005B4859" w:rsidRDefault="000048AE" w:rsidP="005E1F9D">
            <w:pPr>
              <w:jc w:val="center"/>
              <w:rPr>
                <w:rFonts w:ascii="Corbel" w:hAnsi="Corbel"/>
              </w:rPr>
            </w:pPr>
          </w:p>
        </w:tc>
        <w:tc>
          <w:tcPr>
            <w:tcW w:w="425" w:type="dxa"/>
            <w:tcBorders>
              <w:top w:val="nil"/>
              <w:left w:val="nil"/>
              <w:bottom w:val="single" w:sz="4" w:space="0" w:color="auto"/>
              <w:right w:val="single" w:sz="4" w:space="0" w:color="auto"/>
            </w:tcBorders>
          </w:tcPr>
          <w:p w:rsidR="000048AE" w:rsidRPr="00F1003D" w:rsidRDefault="000048AE" w:rsidP="005E1F9D">
            <w:pPr>
              <w:jc w:val="center"/>
              <w:rPr>
                <w:rFonts w:ascii="Corbel" w:hAnsi="Corbel" w:cs="Arial"/>
                <w:b/>
                <w:bCs/>
              </w:rPr>
            </w:pPr>
          </w:p>
        </w:tc>
        <w:tc>
          <w:tcPr>
            <w:tcW w:w="2977" w:type="dxa"/>
            <w:tcBorders>
              <w:top w:val="nil"/>
              <w:left w:val="nil"/>
              <w:bottom w:val="single" w:sz="4" w:space="0" w:color="auto"/>
              <w:right w:val="single" w:sz="4" w:space="0" w:color="auto"/>
            </w:tcBorders>
          </w:tcPr>
          <w:p w:rsidR="000048AE" w:rsidRPr="008C7A5D" w:rsidRDefault="000048AE" w:rsidP="005E1F9D">
            <w:pPr>
              <w:jc w:val="center"/>
              <w:rPr>
                <w:rFonts w:ascii="Corbel" w:hAnsi="Corbel" w:cs="Arial"/>
                <w:bCs/>
                <w:sz w:val="20"/>
                <w:szCs w:val="20"/>
              </w:rPr>
            </w:pPr>
          </w:p>
        </w:tc>
      </w:tr>
      <w:tr w:rsidR="00176EDF" w:rsidTr="004567EE">
        <w:trPr>
          <w:jc w:val="center"/>
        </w:trPr>
        <w:tc>
          <w:tcPr>
            <w:tcW w:w="984" w:type="dxa"/>
            <w:tcBorders>
              <w:top w:val="nil"/>
              <w:left w:val="single" w:sz="4" w:space="0" w:color="auto"/>
              <w:bottom w:val="single" w:sz="4" w:space="0" w:color="auto"/>
              <w:right w:val="single" w:sz="4" w:space="0" w:color="auto"/>
            </w:tcBorders>
            <w:noWrap/>
          </w:tcPr>
          <w:p w:rsidR="00176EDF" w:rsidRDefault="00176EDF" w:rsidP="00176ED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6EDF" w:rsidRDefault="00176EDF" w:rsidP="00176EDF">
            <w:pPr>
              <w:rPr>
                <w:rFonts w:ascii="Corbel" w:hAnsi="Corbel" w:cs="Arial"/>
                <w:bCs/>
              </w:rPr>
            </w:pPr>
            <w:r>
              <w:rPr>
                <w:rFonts w:ascii="Corbel" w:hAnsi="Corbel" w:cs="Arial"/>
                <w:bCs/>
              </w:rPr>
              <w:t>FORLANI FABIO</w:t>
            </w:r>
          </w:p>
        </w:tc>
        <w:tc>
          <w:tcPr>
            <w:tcW w:w="425" w:type="dxa"/>
            <w:tcBorders>
              <w:top w:val="nil"/>
              <w:left w:val="nil"/>
              <w:bottom w:val="single" w:sz="4" w:space="0" w:color="auto"/>
              <w:right w:val="single" w:sz="4" w:space="0" w:color="auto"/>
            </w:tcBorders>
            <w:noWrap/>
          </w:tcPr>
          <w:p w:rsidR="00176EDF" w:rsidRPr="005B4859" w:rsidRDefault="0053661F" w:rsidP="00176ED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6EDF" w:rsidRPr="005B4859" w:rsidRDefault="00176EDF" w:rsidP="00176EDF">
            <w:pPr>
              <w:jc w:val="center"/>
              <w:rPr>
                <w:rFonts w:ascii="Corbel" w:hAnsi="Corbel"/>
              </w:rPr>
            </w:pPr>
          </w:p>
        </w:tc>
        <w:tc>
          <w:tcPr>
            <w:tcW w:w="425" w:type="dxa"/>
            <w:tcBorders>
              <w:top w:val="nil"/>
              <w:left w:val="nil"/>
              <w:bottom w:val="single" w:sz="4" w:space="0" w:color="auto"/>
              <w:right w:val="single" w:sz="4" w:space="0" w:color="auto"/>
            </w:tcBorders>
          </w:tcPr>
          <w:p w:rsidR="00176EDF" w:rsidRPr="00F1003D" w:rsidRDefault="00176EDF" w:rsidP="00176EDF">
            <w:pPr>
              <w:jc w:val="center"/>
              <w:rPr>
                <w:rFonts w:ascii="Corbel" w:hAnsi="Corbel" w:cs="Arial"/>
                <w:b/>
                <w:bCs/>
              </w:rPr>
            </w:pPr>
          </w:p>
        </w:tc>
        <w:tc>
          <w:tcPr>
            <w:tcW w:w="2977" w:type="dxa"/>
            <w:tcBorders>
              <w:top w:val="nil"/>
              <w:left w:val="nil"/>
              <w:bottom w:val="single" w:sz="4" w:space="0" w:color="auto"/>
              <w:right w:val="single" w:sz="4" w:space="0" w:color="auto"/>
            </w:tcBorders>
          </w:tcPr>
          <w:p w:rsidR="00176EDF" w:rsidRPr="00E55E5E" w:rsidRDefault="00176EDF" w:rsidP="00176EDF">
            <w:pPr>
              <w:jc w:val="center"/>
              <w:rPr>
                <w:rFonts w:ascii="Corbel" w:hAnsi="Corbel" w:cs="Arial"/>
                <w:bCs/>
                <w:sz w:val="20"/>
                <w:szCs w:val="20"/>
              </w:rPr>
            </w:pPr>
          </w:p>
        </w:tc>
      </w:tr>
      <w:tr w:rsidR="00176EDF" w:rsidTr="004567EE">
        <w:trPr>
          <w:jc w:val="center"/>
        </w:trPr>
        <w:tc>
          <w:tcPr>
            <w:tcW w:w="984" w:type="dxa"/>
            <w:tcBorders>
              <w:top w:val="nil"/>
              <w:left w:val="single" w:sz="4" w:space="0" w:color="auto"/>
              <w:bottom w:val="single" w:sz="4" w:space="0" w:color="auto"/>
              <w:right w:val="single" w:sz="4" w:space="0" w:color="auto"/>
            </w:tcBorders>
            <w:noWrap/>
          </w:tcPr>
          <w:p w:rsidR="00176EDF" w:rsidRDefault="00176EDF" w:rsidP="00176ED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6EDF" w:rsidRDefault="00176EDF" w:rsidP="00176EDF">
            <w:pPr>
              <w:rPr>
                <w:rFonts w:ascii="Corbel" w:hAnsi="Corbel" w:cs="Arial"/>
                <w:bCs/>
              </w:rPr>
            </w:pPr>
            <w:r>
              <w:rPr>
                <w:rFonts w:ascii="Corbel" w:hAnsi="Corbel" w:cs="Arial"/>
                <w:bCs/>
              </w:rPr>
              <w:t>GUARDABASCIO BARBARA</w:t>
            </w:r>
          </w:p>
        </w:tc>
        <w:tc>
          <w:tcPr>
            <w:tcW w:w="425" w:type="dxa"/>
            <w:tcBorders>
              <w:top w:val="nil"/>
              <w:left w:val="nil"/>
              <w:bottom w:val="single" w:sz="4" w:space="0" w:color="auto"/>
              <w:right w:val="single" w:sz="4" w:space="0" w:color="auto"/>
            </w:tcBorders>
            <w:noWrap/>
          </w:tcPr>
          <w:p w:rsidR="00176EDF" w:rsidRPr="005B4859" w:rsidRDefault="0053661F" w:rsidP="00176ED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6EDF" w:rsidRPr="005B4859" w:rsidRDefault="00176EDF" w:rsidP="00176EDF">
            <w:pPr>
              <w:jc w:val="center"/>
              <w:rPr>
                <w:rFonts w:ascii="Corbel" w:hAnsi="Corbel"/>
              </w:rPr>
            </w:pPr>
          </w:p>
        </w:tc>
        <w:tc>
          <w:tcPr>
            <w:tcW w:w="425" w:type="dxa"/>
            <w:tcBorders>
              <w:top w:val="nil"/>
              <w:left w:val="nil"/>
              <w:bottom w:val="single" w:sz="4" w:space="0" w:color="auto"/>
              <w:right w:val="single" w:sz="4" w:space="0" w:color="auto"/>
            </w:tcBorders>
          </w:tcPr>
          <w:p w:rsidR="00176EDF" w:rsidRPr="00F1003D" w:rsidRDefault="00176EDF" w:rsidP="00176EDF">
            <w:pPr>
              <w:jc w:val="center"/>
              <w:rPr>
                <w:rFonts w:ascii="Corbel" w:hAnsi="Corbel" w:cs="Arial"/>
                <w:b/>
                <w:bCs/>
              </w:rPr>
            </w:pPr>
          </w:p>
        </w:tc>
        <w:tc>
          <w:tcPr>
            <w:tcW w:w="2977" w:type="dxa"/>
            <w:tcBorders>
              <w:top w:val="nil"/>
              <w:left w:val="nil"/>
              <w:bottom w:val="single" w:sz="4" w:space="0" w:color="auto"/>
              <w:right w:val="single" w:sz="4" w:space="0" w:color="auto"/>
            </w:tcBorders>
          </w:tcPr>
          <w:p w:rsidR="00176EDF" w:rsidRPr="00E55E5E" w:rsidRDefault="00176EDF" w:rsidP="00176EDF">
            <w:pPr>
              <w:jc w:val="center"/>
              <w:rPr>
                <w:rFonts w:ascii="Corbel" w:hAnsi="Corbel" w:cs="Arial"/>
                <w:bCs/>
                <w:sz w:val="20"/>
                <w:szCs w:val="20"/>
              </w:rPr>
            </w:pPr>
          </w:p>
        </w:tc>
      </w:tr>
      <w:tr w:rsidR="00A85C27" w:rsidTr="007A4E0A">
        <w:trPr>
          <w:jc w:val="center"/>
        </w:trPr>
        <w:tc>
          <w:tcPr>
            <w:tcW w:w="984" w:type="dxa"/>
            <w:tcBorders>
              <w:top w:val="nil"/>
              <w:left w:val="single" w:sz="4" w:space="0" w:color="auto"/>
              <w:bottom w:val="single" w:sz="4" w:space="0" w:color="auto"/>
              <w:right w:val="single" w:sz="4" w:space="0" w:color="auto"/>
            </w:tcBorders>
            <w:noWrap/>
          </w:tcPr>
          <w:p w:rsidR="00A85C27" w:rsidRDefault="00A85C27" w:rsidP="00A85C27">
            <w:pPr>
              <w:jc w:val="center"/>
              <w:rPr>
                <w:rFonts w:ascii="Corbel" w:hAnsi="Corbel" w:cs="Arial"/>
              </w:rPr>
            </w:pPr>
          </w:p>
        </w:tc>
        <w:tc>
          <w:tcPr>
            <w:tcW w:w="8367" w:type="dxa"/>
            <w:gridSpan w:val="5"/>
            <w:tcBorders>
              <w:top w:val="single" w:sz="4" w:space="0" w:color="auto"/>
              <w:left w:val="nil"/>
              <w:bottom w:val="single" w:sz="4" w:space="0" w:color="auto"/>
              <w:right w:val="single" w:sz="4" w:space="0" w:color="auto"/>
            </w:tcBorders>
            <w:noWrap/>
          </w:tcPr>
          <w:p w:rsidR="00A85C27" w:rsidRPr="00F1003D" w:rsidRDefault="00A85C27" w:rsidP="00A85C27">
            <w:pPr>
              <w:rPr>
                <w:rFonts w:ascii="Corbel" w:hAnsi="Corbel" w:cs="Arial"/>
                <w:b/>
                <w:bCs/>
              </w:rPr>
            </w:pPr>
            <w:r w:rsidRPr="00F1003D">
              <w:rPr>
                <w:rFonts w:ascii="Corbel" w:hAnsi="Corbel" w:cs="Arial"/>
                <w:b/>
                <w:bCs/>
              </w:rPr>
              <w:t>RAPPRESENTANTI PTA</w:t>
            </w:r>
          </w:p>
        </w:tc>
      </w:tr>
      <w:tr w:rsidR="00176EDF" w:rsidTr="004567EE">
        <w:trPr>
          <w:jc w:val="center"/>
        </w:trPr>
        <w:tc>
          <w:tcPr>
            <w:tcW w:w="984" w:type="dxa"/>
            <w:tcBorders>
              <w:top w:val="nil"/>
              <w:left w:val="single" w:sz="4" w:space="0" w:color="auto"/>
              <w:bottom w:val="single" w:sz="4" w:space="0" w:color="auto"/>
              <w:right w:val="single" w:sz="4" w:space="0" w:color="auto"/>
            </w:tcBorders>
            <w:noWrap/>
          </w:tcPr>
          <w:p w:rsidR="00176EDF" w:rsidRDefault="00176EDF" w:rsidP="00176ED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6EDF" w:rsidRDefault="00176EDF" w:rsidP="00176EDF">
            <w:pPr>
              <w:rPr>
                <w:rFonts w:ascii="Corbel" w:hAnsi="Corbel" w:cs="Arial"/>
                <w:bCs/>
              </w:rPr>
            </w:pPr>
            <w:r>
              <w:rPr>
                <w:rFonts w:ascii="Corbel" w:hAnsi="Corbel" w:cs="Arial"/>
                <w:bCs/>
              </w:rPr>
              <w:t>SCRICCIOLO GIANNI</w:t>
            </w:r>
          </w:p>
        </w:tc>
        <w:tc>
          <w:tcPr>
            <w:tcW w:w="425" w:type="dxa"/>
            <w:tcBorders>
              <w:top w:val="nil"/>
              <w:left w:val="nil"/>
              <w:bottom w:val="single" w:sz="4" w:space="0" w:color="auto"/>
              <w:right w:val="single" w:sz="4" w:space="0" w:color="auto"/>
            </w:tcBorders>
            <w:noWrap/>
          </w:tcPr>
          <w:p w:rsidR="00176EDF" w:rsidRPr="005B4859" w:rsidRDefault="00176EDF" w:rsidP="00176EDF">
            <w:pPr>
              <w:jc w:val="center"/>
              <w:rPr>
                <w:rFonts w:ascii="Corbel" w:hAnsi="Corbel"/>
              </w:rPr>
            </w:pPr>
          </w:p>
        </w:tc>
        <w:tc>
          <w:tcPr>
            <w:tcW w:w="567" w:type="dxa"/>
            <w:tcBorders>
              <w:top w:val="nil"/>
              <w:left w:val="nil"/>
              <w:bottom w:val="single" w:sz="4" w:space="0" w:color="auto"/>
              <w:right w:val="single" w:sz="4" w:space="0" w:color="auto"/>
            </w:tcBorders>
            <w:noWrap/>
          </w:tcPr>
          <w:p w:rsidR="00176EDF" w:rsidRPr="00F1003D" w:rsidRDefault="0053661F" w:rsidP="00176EDF">
            <w:pPr>
              <w:jc w:val="center"/>
              <w:rPr>
                <w:rFonts w:ascii="Corbel" w:hAnsi="Corbel"/>
              </w:rPr>
            </w:pPr>
            <w:r>
              <w:rPr>
                <w:rFonts w:ascii="Corbel" w:hAnsi="Corbel"/>
              </w:rPr>
              <w:t>x</w:t>
            </w:r>
          </w:p>
        </w:tc>
        <w:tc>
          <w:tcPr>
            <w:tcW w:w="425" w:type="dxa"/>
            <w:tcBorders>
              <w:top w:val="nil"/>
              <w:left w:val="nil"/>
              <w:bottom w:val="single" w:sz="4" w:space="0" w:color="auto"/>
              <w:right w:val="single" w:sz="4" w:space="0" w:color="auto"/>
            </w:tcBorders>
          </w:tcPr>
          <w:p w:rsidR="00176EDF" w:rsidRPr="00F1003D" w:rsidRDefault="00176EDF" w:rsidP="00176EDF">
            <w:pPr>
              <w:jc w:val="center"/>
              <w:rPr>
                <w:rFonts w:ascii="Corbel" w:hAnsi="Corbel" w:cs="Arial"/>
                <w:b/>
                <w:bCs/>
              </w:rPr>
            </w:pPr>
          </w:p>
        </w:tc>
        <w:tc>
          <w:tcPr>
            <w:tcW w:w="2977" w:type="dxa"/>
            <w:tcBorders>
              <w:top w:val="nil"/>
              <w:left w:val="nil"/>
              <w:bottom w:val="single" w:sz="4" w:space="0" w:color="auto"/>
              <w:right w:val="single" w:sz="4" w:space="0" w:color="auto"/>
            </w:tcBorders>
          </w:tcPr>
          <w:p w:rsidR="00176EDF" w:rsidRDefault="00176EDF" w:rsidP="00176EDF">
            <w:pPr>
              <w:jc w:val="center"/>
              <w:rPr>
                <w:rFonts w:ascii="Corbel" w:hAnsi="Corbel" w:cs="Arial"/>
                <w:b/>
                <w:bCs/>
              </w:rPr>
            </w:pPr>
          </w:p>
        </w:tc>
      </w:tr>
      <w:tr w:rsidR="00176EDF" w:rsidTr="004567EE">
        <w:trPr>
          <w:jc w:val="center"/>
        </w:trPr>
        <w:tc>
          <w:tcPr>
            <w:tcW w:w="984" w:type="dxa"/>
            <w:tcBorders>
              <w:top w:val="nil"/>
              <w:left w:val="single" w:sz="4" w:space="0" w:color="auto"/>
              <w:bottom w:val="single" w:sz="4" w:space="0" w:color="auto"/>
              <w:right w:val="single" w:sz="4" w:space="0" w:color="auto"/>
            </w:tcBorders>
            <w:noWrap/>
          </w:tcPr>
          <w:p w:rsidR="00176EDF" w:rsidRDefault="00176EDF" w:rsidP="00176EDF">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176EDF" w:rsidRDefault="00176EDF" w:rsidP="00176EDF">
            <w:pPr>
              <w:rPr>
                <w:rFonts w:ascii="Corbel" w:hAnsi="Corbel" w:cs="Arial"/>
                <w:bCs/>
              </w:rPr>
            </w:pPr>
            <w:r>
              <w:rPr>
                <w:rFonts w:ascii="Corbel" w:hAnsi="Corbel" w:cs="Arial"/>
                <w:bCs/>
              </w:rPr>
              <w:t>TREQUATTRINI M. ASSUNTA</w:t>
            </w:r>
          </w:p>
        </w:tc>
        <w:tc>
          <w:tcPr>
            <w:tcW w:w="425" w:type="dxa"/>
            <w:tcBorders>
              <w:top w:val="nil"/>
              <w:left w:val="nil"/>
              <w:bottom w:val="single" w:sz="4" w:space="0" w:color="auto"/>
              <w:right w:val="single" w:sz="4" w:space="0" w:color="auto"/>
            </w:tcBorders>
            <w:noWrap/>
          </w:tcPr>
          <w:p w:rsidR="00176EDF" w:rsidRPr="005B4859" w:rsidRDefault="0053661F" w:rsidP="00176EDF">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176EDF" w:rsidRPr="00F1003D" w:rsidRDefault="00176EDF" w:rsidP="00176EDF">
            <w:pPr>
              <w:jc w:val="center"/>
              <w:rPr>
                <w:rFonts w:ascii="Corbel" w:hAnsi="Corbel"/>
              </w:rPr>
            </w:pPr>
          </w:p>
        </w:tc>
        <w:tc>
          <w:tcPr>
            <w:tcW w:w="425" w:type="dxa"/>
            <w:tcBorders>
              <w:top w:val="nil"/>
              <w:left w:val="nil"/>
              <w:bottom w:val="single" w:sz="4" w:space="0" w:color="auto"/>
              <w:right w:val="single" w:sz="4" w:space="0" w:color="auto"/>
            </w:tcBorders>
          </w:tcPr>
          <w:p w:rsidR="00176EDF" w:rsidRPr="00F1003D" w:rsidRDefault="00176EDF" w:rsidP="00176EDF">
            <w:pPr>
              <w:jc w:val="center"/>
              <w:rPr>
                <w:rFonts w:ascii="Corbel" w:hAnsi="Corbel" w:cs="Arial"/>
                <w:b/>
                <w:bCs/>
              </w:rPr>
            </w:pPr>
          </w:p>
        </w:tc>
        <w:tc>
          <w:tcPr>
            <w:tcW w:w="2977" w:type="dxa"/>
            <w:tcBorders>
              <w:top w:val="nil"/>
              <w:left w:val="nil"/>
              <w:bottom w:val="single" w:sz="4" w:space="0" w:color="auto"/>
              <w:right w:val="single" w:sz="4" w:space="0" w:color="auto"/>
            </w:tcBorders>
          </w:tcPr>
          <w:p w:rsidR="00176EDF" w:rsidRDefault="00176EDF" w:rsidP="00176EDF">
            <w:pPr>
              <w:jc w:val="center"/>
              <w:rPr>
                <w:rFonts w:ascii="Corbel" w:hAnsi="Corbel" w:cs="Arial"/>
                <w:b/>
                <w:bCs/>
              </w:rPr>
            </w:pPr>
          </w:p>
        </w:tc>
      </w:tr>
      <w:tr w:rsidR="00A85C27"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A85C27" w:rsidRDefault="00A85C27" w:rsidP="00A85C27">
            <w:pPr>
              <w:rPr>
                <w:rFonts w:ascii="Corbel" w:hAnsi="Corbel" w:cs="Arial"/>
              </w:rPr>
            </w:pPr>
          </w:p>
        </w:tc>
        <w:tc>
          <w:tcPr>
            <w:tcW w:w="3973" w:type="dxa"/>
            <w:tcBorders>
              <w:top w:val="single" w:sz="4" w:space="0" w:color="auto"/>
              <w:left w:val="nil"/>
              <w:bottom w:val="single" w:sz="4" w:space="0" w:color="auto"/>
              <w:right w:val="single" w:sz="4" w:space="0" w:color="auto"/>
            </w:tcBorders>
            <w:noWrap/>
          </w:tcPr>
          <w:p w:rsidR="00A85C27" w:rsidRDefault="00A85C27" w:rsidP="00A85C27">
            <w:pPr>
              <w:rPr>
                <w:rFonts w:ascii="Corbel" w:hAnsi="Corbel" w:cs="Arial"/>
                <w:b/>
                <w:bCs/>
              </w:rPr>
            </w:pPr>
            <w:r>
              <w:rPr>
                <w:rFonts w:ascii="Corbel" w:hAnsi="Corbel" w:cs="Arial"/>
                <w:b/>
                <w:bCs/>
              </w:rPr>
              <w:t>RAPPRESENTANTI STUDENTI</w:t>
            </w:r>
          </w:p>
        </w:tc>
        <w:tc>
          <w:tcPr>
            <w:tcW w:w="425" w:type="dxa"/>
            <w:tcBorders>
              <w:top w:val="single" w:sz="4" w:space="0" w:color="auto"/>
              <w:left w:val="nil"/>
              <w:bottom w:val="single" w:sz="4" w:space="0" w:color="auto"/>
              <w:right w:val="single" w:sz="4" w:space="0" w:color="auto"/>
            </w:tcBorders>
            <w:noWrap/>
          </w:tcPr>
          <w:p w:rsidR="00A85C27" w:rsidRDefault="00A85C27" w:rsidP="00A85C27">
            <w:pPr>
              <w:jc w:val="center"/>
            </w:pPr>
          </w:p>
        </w:tc>
        <w:tc>
          <w:tcPr>
            <w:tcW w:w="567" w:type="dxa"/>
            <w:tcBorders>
              <w:top w:val="single" w:sz="4" w:space="0" w:color="auto"/>
              <w:left w:val="nil"/>
              <w:bottom w:val="single" w:sz="4" w:space="0" w:color="auto"/>
              <w:right w:val="single" w:sz="4" w:space="0" w:color="auto"/>
            </w:tcBorders>
          </w:tcPr>
          <w:p w:rsidR="00A85C27" w:rsidRDefault="00A85C27" w:rsidP="00A85C27">
            <w:pPr>
              <w:jc w:val="center"/>
            </w:pPr>
          </w:p>
        </w:tc>
        <w:tc>
          <w:tcPr>
            <w:tcW w:w="425" w:type="dxa"/>
            <w:tcBorders>
              <w:top w:val="single" w:sz="4" w:space="0" w:color="auto"/>
              <w:left w:val="nil"/>
              <w:bottom w:val="single" w:sz="4" w:space="0" w:color="auto"/>
              <w:right w:val="single" w:sz="4" w:space="0" w:color="auto"/>
            </w:tcBorders>
          </w:tcPr>
          <w:p w:rsidR="00A85C27" w:rsidRPr="00F1003D" w:rsidRDefault="00A85C27" w:rsidP="00A85C27">
            <w:pPr>
              <w:jc w:val="center"/>
              <w:rPr>
                <w:rFonts w:ascii="Corbel" w:hAnsi="Corbel"/>
              </w:rPr>
            </w:pPr>
          </w:p>
        </w:tc>
        <w:tc>
          <w:tcPr>
            <w:tcW w:w="2977" w:type="dxa"/>
            <w:tcBorders>
              <w:top w:val="single" w:sz="4" w:space="0" w:color="auto"/>
              <w:left w:val="nil"/>
              <w:bottom w:val="single" w:sz="4" w:space="0" w:color="auto"/>
              <w:right w:val="single" w:sz="4" w:space="0" w:color="auto"/>
            </w:tcBorders>
          </w:tcPr>
          <w:p w:rsidR="00A85C27" w:rsidRDefault="00A85C27" w:rsidP="00A85C27">
            <w:pPr>
              <w:jc w:val="center"/>
              <w:rPr>
                <w:rFonts w:ascii="Corbel" w:hAnsi="Corbel" w:cs="Arial"/>
                <w:b/>
                <w:bCs/>
              </w:rPr>
            </w:pPr>
          </w:p>
        </w:tc>
      </w:tr>
      <w:tr w:rsidR="00A85C27" w:rsidTr="004567EE">
        <w:trPr>
          <w:jc w:val="center"/>
        </w:trPr>
        <w:tc>
          <w:tcPr>
            <w:tcW w:w="984" w:type="dxa"/>
            <w:tcBorders>
              <w:top w:val="nil"/>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Pr="0069283A" w:rsidRDefault="00A85C27" w:rsidP="00A85C27">
            <w:pPr>
              <w:rPr>
                <w:rFonts w:ascii="Corbel" w:hAnsi="Corbel" w:cs="Arial"/>
                <w:bCs/>
              </w:rPr>
            </w:pPr>
            <w:r w:rsidRPr="0069283A">
              <w:rPr>
                <w:rFonts w:ascii="Corbel" w:hAnsi="Corbel" w:cs="Arial"/>
                <w:bCs/>
              </w:rPr>
              <w:t>BARTOLO MARTINA</w:t>
            </w:r>
          </w:p>
        </w:tc>
        <w:tc>
          <w:tcPr>
            <w:tcW w:w="425" w:type="dxa"/>
            <w:tcBorders>
              <w:top w:val="nil"/>
              <w:left w:val="nil"/>
              <w:bottom w:val="single" w:sz="4" w:space="0" w:color="auto"/>
              <w:right w:val="single" w:sz="4" w:space="0" w:color="auto"/>
            </w:tcBorders>
            <w:noWrap/>
          </w:tcPr>
          <w:p w:rsidR="00A85C27" w:rsidRPr="005B4859" w:rsidRDefault="00A85C27" w:rsidP="00A85C27">
            <w:pPr>
              <w:jc w:val="center"/>
              <w:rPr>
                <w:rFonts w:ascii="Corbel" w:hAnsi="Corbel"/>
              </w:rPr>
            </w:pPr>
          </w:p>
        </w:tc>
        <w:tc>
          <w:tcPr>
            <w:tcW w:w="567" w:type="dxa"/>
            <w:tcBorders>
              <w:top w:val="nil"/>
              <w:left w:val="nil"/>
              <w:bottom w:val="single" w:sz="4" w:space="0" w:color="auto"/>
              <w:right w:val="single" w:sz="4" w:space="0" w:color="auto"/>
            </w:tcBorders>
          </w:tcPr>
          <w:p w:rsidR="00A85C27" w:rsidRPr="005B4859" w:rsidRDefault="00A85C27" w:rsidP="00A85C27">
            <w:pPr>
              <w:jc w:val="center"/>
              <w:rPr>
                <w:rFonts w:ascii="Corbel" w:hAnsi="Corbel"/>
              </w:rPr>
            </w:pPr>
          </w:p>
        </w:tc>
        <w:tc>
          <w:tcPr>
            <w:tcW w:w="425" w:type="dxa"/>
            <w:tcBorders>
              <w:top w:val="nil"/>
              <w:left w:val="nil"/>
              <w:bottom w:val="single" w:sz="4" w:space="0" w:color="auto"/>
              <w:right w:val="single" w:sz="4" w:space="0" w:color="auto"/>
            </w:tcBorders>
          </w:tcPr>
          <w:p w:rsidR="00A85C27" w:rsidRPr="005B4859" w:rsidRDefault="0053661F" w:rsidP="00A85C27">
            <w:pPr>
              <w:jc w:val="center"/>
              <w:rPr>
                <w:rFonts w:ascii="Corbel" w:hAnsi="Corbel"/>
              </w:rPr>
            </w:pPr>
            <w:r>
              <w:rPr>
                <w:rFonts w:ascii="Corbel" w:hAnsi="Corbel"/>
              </w:rPr>
              <w:t>x</w:t>
            </w:r>
          </w:p>
        </w:tc>
        <w:tc>
          <w:tcPr>
            <w:tcW w:w="2977" w:type="dxa"/>
            <w:tcBorders>
              <w:top w:val="nil"/>
              <w:left w:val="nil"/>
              <w:bottom w:val="single" w:sz="4" w:space="0" w:color="auto"/>
              <w:right w:val="single" w:sz="4" w:space="0" w:color="auto"/>
            </w:tcBorders>
          </w:tcPr>
          <w:p w:rsidR="00A85C27" w:rsidRPr="00D94A89" w:rsidRDefault="00A85C27" w:rsidP="00A85C27">
            <w:pPr>
              <w:rPr>
                <w:rFonts w:ascii="Corbel" w:hAnsi="Corbel" w:cs="Arial"/>
                <w:bCs/>
                <w:sz w:val="22"/>
                <w:szCs w:val="22"/>
              </w:rPr>
            </w:pPr>
          </w:p>
        </w:tc>
      </w:tr>
      <w:tr w:rsidR="00ED0718" w:rsidTr="004567EE">
        <w:trPr>
          <w:jc w:val="center"/>
        </w:trPr>
        <w:tc>
          <w:tcPr>
            <w:tcW w:w="984" w:type="dxa"/>
            <w:tcBorders>
              <w:top w:val="nil"/>
              <w:left w:val="single" w:sz="4" w:space="0" w:color="auto"/>
              <w:bottom w:val="single" w:sz="4" w:space="0" w:color="auto"/>
              <w:right w:val="single" w:sz="4" w:space="0" w:color="auto"/>
            </w:tcBorders>
            <w:noWrap/>
          </w:tcPr>
          <w:p w:rsidR="00ED0718" w:rsidRDefault="00ED0718"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ED0718" w:rsidRPr="0069283A" w:rsidRDefault="00ED0718" w:rsidP="00A85C27">
            <w:pPr>
              <w:rPr>
                <w:rFonts w:ascii="Corbel" w:hAnsi="Corbel" w:cs="Arial"/>
                <w:bCs/>
              </w:rPr>
            </w:pPr>
            <w:r>
              <w:rPr>
                <w:rFonts w:ascii="Corbel" w:hAnsi="Corbel" w:cs="Arial"/>
                <w:bCs/>
              </w:rPr>
              <w:t>BINUCCI MICHELE</w:t>
            </w:r>
          </w:p>
        </w:tc>
        <w:tc>
          <w:tcPr>
            <w:tcW w:w="425" w:type="dxa"/>
            <w:tcBorders>
              <w:top w:val="nil"/>
              <w:left w:val="nil"/>
              <w:bottom w:val="single" w:sz="4" w:space="0" w:color="auto"/>
              <w:right w:val="single" w:sz="4" w:space="0" w:color="auto"/>
            </w:tcBorders>
            <w:noWrap/>
          </w:tcPr>
          <w:p w:rsidR="00ED0718" w:rsidRPr="005B4859" w:rsidRDefault="00ED0718" w:rsidP="00A85C27">
            <w:pPr>
              <w:jc w:val="center"/>
              <w:rPr>
                <w:rFonts w:ascii="Corbel" w:hAnsi="Corbel"/>
              </w:rPr>
            </w:pPr>
          </w:p>
        </w:tc>
        <w:tc>
          <w:tcPr>
            <w:tcW w:w="567" w:type="dxa"/>
            <w:tcBorders>
              <w:top w:val="nil"/>
              <w:left w:val="nil"/>
              <w:bottom w:val="single" w:sz="4" w:space="0" w:color="auto"/>
              <w:right w:val="single" w:sz="4" w:space="0" w:color="auto"/>
            </w:tcBorders>
          </w:tcPr>
          <w:p w:rsidR="00ED0718" w:rsidRPr="005B4859" w:rsidRDefault="00ED0718" w:rsidP="00A85C27">
            <w:pPr>
              <w:jc w:val="center"/>
              <w:rPr>
                <w:rFonts w:ascii="Corbel" w:hAnsi="Corbel"/>
              </w:rPr>
            </w:pPr>
          </w:p>
        </w:tc>
        <w:tc>
          <w:tcPr>
            <w:tcW w:w="425" w:type="dxa"/>
            <w:tcBorders>
              <w:top w:val="nil"/>
              <w:left w:val="nil"/>
              <w:bottom w:val="single" w:sz="4" w:space="0" w:color="auto"/>
              <w:right w:val="single" w:sz="4" w:space="0" w:color="auto"/>
            </w:tcBorders>
          </w:tcPr>
          <w:p w:rsidR="00ED0718" w:rsidRPr="005B4859" w:rsidRDefault="0053661F" w:rsidP="00A85C27">
            <w:pPr>
              <w:jc w:val="center"/>
              <w:rPr>
                <w:rFonts w:ascii="Corbel" w:hAnsi="Corbel"/>
              </w:rPr>
            </w:pPr>
            <w:r>
              <w:rPr>
                <w:rFonts w:ascii="Corbel" w:hAnsi="Corbel"/>
              </w:rPr>
              <w:t>x</w:t>
            </w:r>
          </w:p>
        </w:tc>
        <w:tc>
          <w:tcPr>
            <w:tcW w:w="2977" w:type="dxa"/>
            <w:tcBorders>
              <w:top w:val="nil"/>
              <w:left w:val="nil"/>
              <w:bottom w:val="single" w:sz="4" w:space="0" w:color="auto"/>
              <w:right w:val="single" w:sz="4" w:space="0" w:color="auto"/>
            </w:tcBorders>
          </w:tcPr>
          <w:p w:rsidR="00ED0718" w:rsidRPr="00D94A89" w:rsidRDefault="00ED0718" w:rsidP="00A85C27">
            <w:pPr>
              <w:rPr>
                <w:rFonts w:ascii="Corbel" w:hAnsi="Corbel" w:cs="Arial"/>
                <w:bCs/>
                <w:sz w:val="22"/>
                <w:szCs w:val="22"/>
              </w:rPr>
            </w:pPr>
          </w:p>
        </w:tc>
      </w:tr>
      <w:tr w:rsidR="002A6F65"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2A6F65" w:rsidRDefault="002A6F65" w:rsidP="002A6F65">
            <w:pPr>
              <w:numPr>
                <w:ilvl w:val="0"/>
                <w:numId w:val="1"/>
              </w:numPr>
              <w:jc w:val="center"/>
              <w:rPr>
                <w:rFonts w:ascii="Corbel" w:hAnsi="Corbel" w:cs="Arial"/>
              </w:rPr>
            </w:pPr>
          </w:p>
        </w:tc>
        <w:tc>
          <w:tcPr>
            <w:tcW w:w="3973" w:type="dxa"/>
            <w:tcBorders>
              <w:top w:val="single" w:sz="4" w:space="0" w:color="auto"/>
              <w:left w:val="single" w:sz="4" w:space="0" w:color="auto"/>
              <w:bottom w:val="single" w:sz="4" w:space="0" w:color="auto"/>
              <w:right w:val="single" w:sz="4" w:space="0" w:color="auto"/>
            </w:tcBorders>
            <w:noWrap/>
          </w:tcPr>
          <w:p w:rsidR="002A6F65" w:rsidRPr="0069283A" w:rsidRDefault="002A6F65" w:rsidP="002A6F65">
            <w:pPr>
              <w:rPr>
                <w:rFonts w:ascii="Corbel" w:hAnsi="Corbel" w:cs="Arial"/>
                <w:bCs/>
              </w:rPr>
            </w:pPr>
            <w:r w:rsidRPr="0069283A">
              <w:rPr>
                <w:rFonts w:ascii="Corbel" w:hAnsi="Corbel" w:cs="Arial"/>
                <w:bCs/>
              </w:rPr>
              <w:t>GHERASIM MARIA RALUCA</w:t>
            </w:r>
          </w:p>
        </w:tc>
        <w:tc>
          <w:tcPr>
            <w:tcW w:w="425" w:type="dxa"/>
            <w:tcBorders>
              <w:top w:val="single" w:sz="4" w:space="0" w:color="auto"/>
              <w:left w:val="single" w:sz="4" w:space="0" w:color="auto"/>
              <w:bottom w:val="single" w:sz="4" w:space="0" w:color="auto"/>
              <w:right w:val="single" w:sz="4" w:space="0" w:color="auto"/>
            </w:tcBorders>
            <w:noWrap/>
          </w:tcPr>
          <w:p w:rsidR="002A6F65" w:rsidRPr="005B4859" w:rsidRDefault="0053661F" w:rsidP="002A6F65">
            <w:pPr>
              <w:jc w:val="center"/>
              <w:rPr>
                <w:rFonts w:ascii="Corbel" w:hAnsi="Corbel"/>
              </w:rPr>
            </w:pPr>
            <w:r>
              <w:rPr>
                <w:rFonts w:ascii="Corbel" w:hAnsi="Corbel"/>
              </w:rPr>
              <w:t>x</w:t>
            </w:r>
          </w:p>
        </w:tc>
        <w:tc>
          <w:tcPr>
            <w:tcW w:w="567" w:type="dxa"/>
            <w:tcBorders>
              <w:top w:val="single" w:sz="4" w:space="0" w:color="auto"/>
              <w:left w:val="single" w:sz="4" w:space="0" w:color="auto"/>
              <w:bottom w:val="single" w:sz="4" w:space="0" w:color="auto"/>
              <w:right w:val="single" w:sz="4" w:space="0" w:color="auto"/>
            </w:tcBorders>
            <w:noWrap/>
          </w:tcPr>
          <w:p w:rsidR="002A6F65" w:rsidRPr="005B4859" w:rsidRDefault="002A6F65" w:rsidP="002A6F65">
            <w:pPr>
              <w:jc w:val="center"/>
              <w:rPr>
                <w:rFonts w:ascii="Corbel" w:hAnsi="Corbel"/>
              </w:rPr>
            </w:pPr>
          </w:p>
        </w:tc>
        <w:tc>
          <w:tcPr>
            <w:tcW w:w="425" w:type="dxa"/>
            <w:tcBorders>
              <w:top w:val="single" w:sz="4" w:space="0" w:color="auto"/>
              <w:left w:val="single" w:sz="4" w:space="0" w:color="auto"/>
              <w:bottom w:val="single" w:sz="4" w:space="0" w:color="auto"/>
              <w:right w:val="single" w:sz="4" w:space="0" w:color="auto"/>
            </w:tcBorders>
          </w:tcPr>
          <w:p w:rsidR="002A6F65" w:rsidRPr="005B4859" w:rsidRDefault="002A6F65" w:rsidP="002A6F65">
            <w:pPr>
              <w:jc w:val="center"/>
              <w:rPr>
                <w:rFonts w:ascii="Corbel" w:hAnsi="Corbel"/>
              </w:rPr>
            </w:pPr>
          </w:p>
        </w:tc>
        <w:tc>
          <w:tcPr>
            <w:tcW w:w="2977" w:type="dxa"/>
            <w:tcBorders>
              <w:top w:val="single" w:sz="4" w:space="0" w:color="auto"/>
              <w:left w:val="single" w:sz="4" w:space="0" w:color="auto"/>
              <w:bottom w:val="single" w:sz="4" w:space="0" w:color="auto"/>
              <w:right w:val="single" w:sz="4" w:space="0" w:color="auto"/>
            </w:tcBorders>
          </w:tcPr>
          <w:p w:rsidR="002A6F65" w:rsidRDefault="002A6F65" w:rsidP="002A6F65">
            <w:pPr>
              <w:jc w:val="center"/>
              <w:rPr>
                <w:rFonts w:ascii="Corbel" w:hAnsi="Corbel" w:cs="Arial"/>
                <w:bCs/>
              </w:rPr>
            </w:pPr>
          </w:p>
        </w:tc>
      </w:tr>
      <w:tr w:rsidR="002A6F65" w:rsidTr="004567EE">
        <w:trPr>
          <w:jc w:val="center"/>
        </w:trPr>
        <w:tc>
          <w:tcPr>
            <w:tcW w:w="984" w:type="dxa"/>
            <w:tcBorders>
              <w:top w:val="single" w:sz="4" w:space="0" w:color="auto"/>
              <w:left w:val="single" w:sz="4" w:space="0" w:color="auto"/>
              <w:bottom w:val="single" w:sz="4" w:space="0" w:color="auto"/>
              <w:right w:val="single" w:sz="4" w:space="0" w:color="auto"/>
            </w:tcBorders>
            <w:noWrap/>
          </w:tcPr>
          <w:p w:rsidR="002A6F65" w:rsidRDefault="002A6F65" w:rsidP="002A6F65">
            <w:pPr>
              <w:numPr>
                <w:ilvl w:val="0"/>
                <w:numId w:val="1"/>
              </w:numPr>
              <w:jc w:val="center"/>
              <w:rPr>
                <w:rFonts w:ascii="Corbel" w:hAnsi="Corbel" w:cs="Arial"/>
              </w:rPr>
            </w:pPr>
          </w:p>
        </w:tc>
        <w:tc>
          <w:tcPr>
            <w:tcW w:w="3973" w:type="dxa"/>
            <w:tcBorders>
              <w:top w:val="single" w:sz="4" w:space="0" w:color="auto"/>
              <w:left w:val="single" w:sz="4" w:space="0" w:color="auto"/>
              <w:bottom w:val="single" w:sz="4" w:space="0" w:color="auto"/>
              <w:right w:val="single" w:sz="4" w:space="0" w:color="auto"/>
            </w:tcBorders>
            <w:noWrap/>
          </w:tcPr>
          <w:p w:rsidR="002A6F65" w:rsidRPr="0069283A" w:rsidRDefault="002A6F65" w:rsidP="002A6F65">
            <w:pPr>
              <w:rPr>
                <w:rFonts w:ascii="Corbel" w:hAnsi="Corbel" w:cs="Arial"/>
                <w:bCs/>
              </w:rPr>
            </w:pPr>
            <w:r>
              <w:rPr>
                <w:rFonts w:ascii="Corbel" w:hAnsi="Corbel" w:cs="Arial"/>
                <w:bCs/>
              </w:rPr>
              <w:t>MANCINI MASSIMO</w:t>
            </w:r>
          </w:p>
        </w:tc>
        <w:tc>
          <w:tcPr>
            <w:tcW w:w="425" w:type="dxa"/>
            <w:tcBorders>
              <w:top w:val="single" w:sz="4" w:space="0" w:color="auto"/>
              <w:left w:val="single" w:sz="4" w:space="0" w:color="auto"/>
              <w:bottom w:val="single" w:sz="4" w:space="0" w:color="auto"/>
              <w:right w:val="single" w:sz="4" w:space="0" w:color="auto"/>
            </w:tcBorders>
            <w:noWrap/>
          </w:tcPr>
          <w:p w:rsidR="002A6F65" w:rsidRPr="005B4859" w:rsidRDefault="002A6F65" w:rsidP="002A6F65">
            <w:pPr>
              <w:jc w:val="center"/>
              <w:rPr>
                <w:rFonts w:ascii="Corbel" w:hAnsi="Corbel"/>
              </w:rPr>
            </w:pPr>
          </w:p>
        </w:tc>
        <w:tc>
          <w:tcPr>
            <w:tcW w:w="567" w:type="dxa"/>
            <w:tcBorders>
              <w:top w:val="single" w:sz="4" w:space="0" w:color="auto"/>
              <w:left w:val="single" w:sz="4" w:space="0" w:color="auto"/>
              <w:bottom w:val="single" w:sz="4" w:space="0" w:color="auto"/>
              <w:right w:val="single" w:sz="4" w:space="0" w:color="auto"/>
            </w:tcBorders>
            <w:noWrap/>
          </w:tcPr>
          <w:p w:rsidR="002A6F65" w:rsidRPr="005B4859" w:rsidRDefault="002A6F65" w:rsidP="002A6F65">
            <w:pPr>
              <w:jc w:val="center"/>
              <w:rPr>
                <w:rFonts w:ascii="Corbel" w:hAnsi="Corbel"/>
              </w:rPr>
            </w:pPr>
          </w:p>
        </w:tc>
        <w:tc>
          <w:tcPr>
            <w:tcW w:w="425" w:type="dxa"/>
            <w:tcBorders>
              <w:top w:val="single" w:sz="4" w:space="0" w:color="auto"/>
              <w:left w:val="single" w:sz="4" w:space="0" w:color="auto"/>
              <w:bottom w:val="single" w:sz="4" w:space="0" w:color="auto"/>
              <w:right w:val="single" w:sz="4" w:space="0" w:color="auto"/>
            </w:tcBorders>
          </w:tcPr>
          <w:p w:rsidR="002A6F65" w:rsidRPr="005B4859" w:rsidRDefault="0053661F" w:rsidP="002A6F65">
            <w:pPr>
              <w:jc w:val="center"/>
              <w:rPr>
                <w:rFonts w:ascii="Corbel" w:hAnsi="Corbel"/>
              </w:rPr>
            </w:pPr>
            <w:r>
              <w:rPr>
                <w:rFonts w:ascii="Corbel" w:hAnsi="Corbel"/>
              </w:rPr>
              <w:t>x</w:t>
            </w:r>
          </w:p>
        </w:tc>
        <w:tc>
          <w:tcPr>
            <w:tcW w:w="2977" w:type="dxa"/>
            <w:tcBorders>
              <w:top w:val="single" w:sz="4" w:space="0" w:color="auto"/>
              <w:left w:val="single" w:sz="4" w:space="0" w:color="auto"/>
              <w:bottom w:val="single" w:sz="4" w:space="0" w:color="auto"/>
              <w:right w:val="single" w:sz="4" w:space="0" w:color="auto"/>
            </w:tcBorders>
          </w:tcPr>
          <w:p w:rsidR="002A6F65" w:rsidRDefault="002A6F65" w:rsidP="002A6F65">
            <w:pPr>
              <w:jc w:val="center"/>
              <w:rPr>
                <w:rFonts w:ascii="Corbel" w:hAnsi="Corbel" w:cs="Arial"/>
                <w:bCs/>
              </w:rPr>
            </w:pPr>
          </w:p>
        </w:tc>
      </w:tr>
      <w:tr w:rsidR="002A6F65" w:rsidTr="004567EE">
        <w:trPr>
          <w:jc w:val="center"/>
        </w:trPr>
        <w:tc>
          <w:tcPr>
            <w:tcW w:w="984" w:type="dxa"/>
            <w:tcBorders>
              <w:top w:val="nil"/>
              <w:left w:val="single" w:sz="4" w:space="0" w:color="auto"/>
              <w:bottom w:val="single" w:sz="4" w:space="0" w:color="auto"/>
              <w:right w:val="single" w:sz="4" w:space="0" w:color="auto"/>
            </w:tcBorders>
            <w:noWrap/>
          </w:tcPr>
          <w:p w:rsidR="002A6F65" w:rsidRDefault="002A6F65" w:rsidP="002A6F65">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2A6F65" w:rsidRPr="0069283A" w:rsidRDefault="002A6F65" w:rsidP="002A6F65">
            <w:pPr>
              <w:rPr>
                <w:rFonts w:ascii="Corbel" w:hAnsi="Corbel" w:cs="Arial"/>
                <w:bCs/>
              </w:rPr>
            </w:pPr>
            <w:r w:rsidRPr="0069283A">
              <w:rPr>
                <w:rFonts w:ascii="Corbel" w:hAnsi="Corbel" w:cs="Arial"/>
                <w:bCs/>
              </w:rPr>
              <w:t>MEDIOUNI HALIM</w:t>
            </w:r>
          </w:p>
        </w:tc>
        <w:tc>
          <w:tcPr>
            <w:tcW w:w="425" w:type="dxa"/>
            <w:tcBorders>
              <w:top w:val="nil"/>
              <w:left w:val="nil"/>
              <w:bottom w:val="single" w:sz="4" w:space="0" w:color="auto"/>
              <w:right w:val="single" w:sz="4" w:space="0" w:color="auto"/>
            </w:tcBorders>
            <w:noWrap/>
          </w:tcPr>
          <w:p w:rsidR="002A6F65" w:rsidRPr="005B4859" w:rsidRDefault="002A6F65" w:rsidP="002A6F65">
            <w:pPr>
              <w:jc w:val="center"/>
              <w:rPr>
                <w:rFonts w:ascii="Corbel" w:hAnsi="Corbel"/>
              </w:rPr>
            </w:pPr>
          </w:p>
        </w:tc>
        <w:tc>
          <w:tcPr>
            <w:tcW w:w="567" w:type="dxa"/>
            <w:tcBorders>
              <w:top w:val="nil"/>
              <w:left w:val="nil"/>
              <w:bottom w:val="single" w:sz="4" w:space="0" w:color="auto"/>
              <w:right w:val="single" w:sz="4" w:space="0" w:color="auto"/>
            </w:tcBorders>
            <w:noWrap/>
          </w:tcPr>
          <w:p w:rsidR="002A6F65" w:rsidRPr="005B4859" w:rsidRDefault="002A6F65" w:rsidP="002A6F65">
            <w:pPr>
              <w:jc w:val="center"/>
              <w:rPr>
                <w:rFonts w:ascii="Corbel" w:hAnsi="Corbel"/>
              </w:rPr>
            </w:pPr>
          </w:p>
        </w:tc>
        <w:tc>
          <w:tcPr>
            <w:tcW w:w="425" w:type="dxa"/>
            <w:tcBorders>
              <w:top w:val="nil"/>
              <w:left w:val="nil"/>
              <w:bottom w:val="single" w:sz="4" w:space="0" w:color="auto"/>
              <w:right w:val="single" w:sz="4" w:space="0" w:color="auto"/>
            </w:tcBorders>
          </w:tcPr>
          <w:p w:rsidR="002A6F65" w:rsidRPr="005B4859" w:rsidRDefault="0053661F" w:rsidP="002A6F65">
            <w:pPr>
              <w:jc w:val="center"/>
              <w:rPr>
                <w:rFonts w:ascii="Corbel" w:hAnsi="Corbel"/>
              </w:rPr>
            </w:pPr>
            <w:r>
              <w:rPr>
                <w:rFonts w:ascii="Corbel" w:hAnsi="Corbel"/>
              </w:rPr>
              <w:t>x</w:t>
            </w:r>
          </w:p>
        </w:tc>
        <w:tc>
          <w:tcPr>
            <w:tcW w:w="2977" w:type="dxa"/>
            <w:tcBorders>
              <w:top w:val="nil"/>
              <w:left w:val="nil"/>
              <w:bottom w:val="single" w:sz="4" w:space="0" w:color="auto"/>
              <w:right w:val="single" w:sz="4" w:space="0" w:color="auto"/>
            </w:tcBorders>
          </w:tcPr>
          <w:p w:rsidR="002A6F65" w:rsidRPr="00F27FF2" w:rsidRDefault="002A6F65" w:rsidP="002A6F65">
            <w:pPr>
              <w:rPr>
                <w:rFonts w:ascii="Corbel" w:hAnsi="Corbel" w:cs="Arial"/>
                <w:bCs/>
                <w:sz w:val="20"/>
                <w:szCs w:val="20"/>
              </w:rPr>
            </w:pPr>
          </w:p>
        </w:tc>
      </w:tr>
      <w:tr w:rsidR="00A85C27" w:rsidTr="004567EE">
        <w:trPr>
          <w:jc w:val="center"/>
        </w:trPr>
        <w:tc>
          <w:tcPr>
            <w:tcW w:w="984" w:type="dxa"/>
            <w:tcBorders>
              <w:top w:val="nil"/>
              <w:left w:val="single" w:sz="4" w:space="0" w:color="auto"/>
              <w:bottom w:val="single" w:sz="4" w:space="0" w:color="auto"/>
              <w:right w:val="single" w:sz="4" w:space="0" w:color="auto"/>
            </w:tcBorders>
            <w:noWrap/>
          </w:tcPr>
          <w:p w:rsidR="00A85C27" w:rsidRDefault="00A85C27" w:rsidP="00A85C27">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A85C27" w:rsidRPr="0069283A" w:rsidRDefault="00A85C27" w:rsidP="00A85C27">
            <w:pPr>
              <w:rPr>
                <w:rFonts w:ascii="Corbel" w:hAnsi="Corbel" w:cs="Arial"/>
                <w:bCs/>
              </w:rPr>
            </w:pPr>
            <w:r w:rsidRPr="0069283A">
              <w:rPr>
                <w:rFonts w:ascii="Corbel" w:hAnsi="Corbel" w:cs="Arial"/>
                <w:bCs/>
              </w:rPr>
              <w:t>MORICONI LEONARDO</w:t>
            </w:r>
          </w:p>
        </w:tc>
        <w:tc>
          <w:tcPr>
            <w:tcW w:w="425" w:type="dxa"/>
            <w:tcBorders>
              <w:top w:val="nil"/>
              <w:left w:val="nil"/>
              <w:bottom w:val="single" w:sz="4" w:space="0" w:color="auto"/>
              <w:right w:val="single" w:sz="4" w:space="0" w:color="auto"/>
            </w:tcBorders>
            <w:noWrap/>
          </w:tcPr>
          <w:p w:rsidR="00A85C27" w:rsidRPr="005B4859" w:rsidRDefault="00A85C27" w:rsidP="00A85C27">
            <w:pPr>
              <w:jc w:val="center"/>
              <w:rPr>
                <w:rFonts w:ascii="Corbel" w:hAnsi="Corbel"/>
              </w:rPr>
            </w:pPr>
          </w:p>
        </w:tc>
        <w:tc>
          <w:tcPr>
            <w:tcW w:w="567" w:type="dxa"/>
            <w:tcBorders>
              <w:top w:val="nil"/>
              <w:left w:val="nil"/>
              <w:bottom w:val="single" w:sz="4" w:space="0" w:color="auto"/>
              <w:right w:val="single" w:sz="4" w:space="0" w:color="auto"/>
            </w:tcBorders>
            <w:noWrap/>
          </w:tcPr>
          <w:p w:rsidR="00A85C27" w:rsidRPr="005B4859" w:rsidRDefault="00A85C27" w:rsidP="00A85C27">
            <w:pPr>
              <w:jc w:val="center"/>
              <w:rPr>
                <w:rFonts w:ascii="Corbel" w:hAnsi="Corbel"/>
              </w:rPr>
            </w:pPr>
          </w:p>
        </w:tc>
        <w:tc>
          <w:tcPr>
            <w:tcW w:w="425" w:type="dxa"/>
            <w:tcBorders>
              <w:top w:val="nil"/>
              <w:left w:val="nil"/>
              <w:bottom w:val="single" w:sz="4" w:space="0" w:color="auto"/>
              <w:right w:val="single" w:sz="4" w:space="0" w:color="auto"/>
            </w:tcBorders>
          </w:tcPr>
          <w:p w:rsidR="00A85C27" w:rsidRPr="005B4859" w:rsidRDefault="0053661F" w:rsidP="00A85C27">
            <w:pPr>
              <w:jc w:val="center"/>
              <w:rPr>
                <w:rFonts w:ascii="Corbel" w:hAnsi="Corbel"/>
              </w:rPr>
            </w:pPr>
            <w:r>
              <w:rPr>
                <w:rFonts w:ascii="Corbel" w:hAnsi="Corbel"/>
              </w:rPr>
              <w:t>x</w:t>
            </w:r>
          </w:p>
        </w:tc>
        <w:tc>
          <w:tcPr>
            <w:tcW w:w="2977" w:type="dxa"/>
            <w:tcBorders>
              <w:top w:val="nil"/>
              <w:left w:val="nil"/>
              <w:bottom w:val="single" w:sz="4" w:space="0" w:color="auto"/>
              <w:right w:val="single" w:sz="4" w:space="0" w:color="auto"/>
            </w:tcBorders>
          </w:tcPr>
          <w:p w:rsidR="00A85C27" w:rsidRPr="00F27FF2" w:rsidRDefault="00A85C27" w:rsidP="00A85C27">
            <w:pPr>
              <w:rPr>
                <w:rFonts w:ascii="Corbel" w:hAnsi="Corbel" w:cs="Arial"/>
                <w:bCs/>
                <w:sz w:val="20"/>
                <w:szCs w:val="20"/>
              </w:rPr>
            </w:pPr>
          </w:p>
        </w:tc>
      </w:tr>
      <w:tr w:rsidR="004C252B" w:rsidRPr="00886B4C" w:rsidTr="004567EE">
        <w:trPr>
          <w:jc w:val="center"/>
        </w:trPr>
        <w:tc>
          <w:tcPr>
            <w:tcW w:w="984" w:type="dxa"/>
            <w:tcBorders>
              <w:top w:val="nil"/>
              <w:left w:val="single" w:sz="4" w:space="0" w:color="auto"/>
              <w:bottom w:val="single" w:sz="4" w:space="0" w:color="auto"/>
              <w:right w:val="single" w:sz="4" w:space="0" w:color="auto"/>
            </w:tcBorders>
            <w:noWrap/>
          </w:tcPr>
          <w:p w:rsidR="004C252B" w:rsidRDefault="004C252B" w:rsidP="004C252B">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4C252B" w:rsidRPr="0069283A" w:rsidRDefault="004C252B" w:rsidP="004C252B">
            <w:pPr>
              <w:rPr>
                <w:rFonts w:ascii="Corbel" w:hAnsi="Corbel" w:cs="Arial"/>
                <w:bCs/>
              </w:rPr>
            </w:pPr>
            <w:r w:rsidRPr="0069283A">
              <w:rPr>
                <w:rFonts w:ascii="Corbel" w:hAnsi="Corbel" w:cs="Arial"/>
                <w:bCs/>
              </w:rPr>
              <w:t>PICI PAOLO</w:t>
            </w:r>
          </w:p>
        </w:tc>
        <w:tc>
          <w:tcPr>
            <w:tcW w:w="425" w:type="dxa"/>
            <w:tcBorders>
              <w:top w:val="nil"/>
              <w:left w:val="nil"/>
              <w:bottom w:val="single" w:sz="4" w:space="0" w:color="auto"/>
              <w:right w:val="single" w:sz="4" w:space="0" w:color="auto"/>
            </w:tcBorders>
            <w:noWrap/>
          </w:tcPr>
          <w:p w:rsidR="004C252B" w:rsidRPr="005B4859" w:rsidRDefault="004C252B" w:rsidP="004C252B">
            <w:pPr>
              <w:jc w:val="center"/>
              <w:rPr>
                <w:rFonts w:ascii="Corbel" w:hAnsi="Corbel"/>
              </w:rPr>
            </w:pPr>
          </w:p>
        </w:tc>
        <w:tc>
          <w:tcPr>
            <w:tcW w:w="567" w:type="dxa"/>
            <w:tcBorders>
              <w:top w:val="nil"/>
              <w:left w:val="nil"/>
              <w:bottom w:val="single" w:sz="4" w:space="0" w:color="auto"/>
              <w:right w:val="single" w:sz="4" w:space="0" w:color="auto"/>
            </w:tcBorders>
            <w:noWrap/>
          </w:tcPr>
          <w:p w:rsidR="004C252B" w:rsidRPr="005B4859" w:rsidRDefault="004C252B" w:rsidP="004C252B">
            <w:pPr>
              <w:jc w:val="center"/>
              <w:rPr>
                <w:rFonts w:ascii="Corbel" w:hAnsi="Corbel"/>
              </w:rPr>
            </w:pPr>
          </w:p>
        </w:tc>
        <w:tc>
          <w:tcPr>
            <w:tcW w:w="425" w:type="dxa"/>
            <w:tcBorders>
              <w:top w:val="nil"/>
              <w:left w:val="nil"/>
              <w:bottom w:val="single" w:sz="4" w:space="0" w:color="auto"/>
              <w:right w:val="single" w:sz="4" w:space="0" w:color="auto"/>
            </w:tcBorders>
          </w:tcPr>
          <w:p w:rsidR="00C9596A" w:rsidRPr="005B4859" w:rsidRDefault="00150CBE" w:rsidP="004C252B">
            <w:pPr>
              <w:rPr>
                <w:rFonts w:ascii="Corbel" w:hAnsi="Corbel"/>
              </w:rPr>
            </w:pPr>
            <w:r>
              <w:rPr>
                <w:rFonts w:ascii="Corbel" w:hAnsi="Corbel"/>
              </w:rPr>
              <w:t xml:space="preserve">  x</w:t>
            </w:r>
          </w:p>
        </w:tc>
        <w:tc>
          <w:tcPr>
            <w:tcW w:w="2977" w:type="dxa"/>
            <w:tcBorders>
              <w:top w:val="nil"/>
              <w:left w:val="nil"/>
              <w:bottom w:val="single" w:sz="4" w:space="0" w:color="auto"/>
              <w:right w:val="single" w:sz="4" w:space="0" w:color="auto"/>
            </w:tcBorders>
          </w:tcPr>
          <w:p w:rsidR="004C252B" w:rsidRPr="00F27FF2" w:rsidRDefault="004C252B" w:rsidP="004C252B">
            <w:pPr>
              <w:rPr>
                <w:rFonts w:ascii="Corbel" w:hAnsi="Corbel" w:cs="Arial"/>
                <w:bCs/>
                <w:sz w:val="20"/>
                <w:szCs w:val="20"/>
              </w:rPr>
            </w:pPr>
          </w:p>
        </w:tc>
      </w:tr>
      <w:tr w:rsidR="004C252B" w:rsidTr="004567EE">
        <w:trPr>
          <w:jc w:val="center"/>
        </w:trPr>
        <w:tc>
          <w:tcPr>
            <w:tcW w:w="984" w:type="dxa"/>
            <w:tcBorders>
              <w:top w:val="nil"/>
              <w:left w:val="single" w:sz="4" w:space="0" w:color="auto"/>
              <w:bottom w:val="single" w:sz="4" w:space="0" w:color="auto"/>
              <w:right w:val="single" w:sz="4" w:space="0" w:color="auto"/>
            </w:tcBorders>
            <w:noWrap/>
          </w:tcPr>
          <w:p w:rsidR="004C252B" w:rsidRDefault="004C252B" w:rsidP="004C252B">
            <w:pPr>
              <w:numPr>
                <w:ilvl w:val="0"/>
                <w:numId w:val="1"/>
              </w:numPr>
              <w:jc w:val="center"/>
              <w:rPr>
                <w:rFonts w:ascii="Corbel" w:hAnsi="Corbel" w:cs="Arial"/>
              </w:rPr>
            </w:pPr>
          </w:p>
        </w:tc>
        <w:tc>
          <w:tcPr>
            <w:tcW w:w="3973" w:type="dxa"/>
            <w:tcBorders>
              <w:top w:val="nil"/>
              <w:left w:val="nil"/>
              <w:bottom w:val="single" w:sz="4" w:space="0" w:color="auto"/>
              <w:right w:val="single" w:sz="4" w:space="0" w:color="auto"/>
            </w:tcBorders>
            <w:noWrap/>
          </w:tcPr>
          <w:p w:rsidR="004C252B" w:rsidRPr="0069283A" w:rsidRDefault="004C252B" w:rsidP="004C252B">
            <w:pPr>
              <w:rPr>
                <w:rFonts w:ascii="Corbel" w:hAnsi="Corbel" w:cs="Arial"/>
                <w:bCs/>
              </w:rPr>
            </w:pPr>
            <w:r w:rsidRPr="0069283A">
              <w:rPr>
                <w:rFonts w:ascii="Corbel" w:hAnsi="Corbel" w:cs="Arial"/>
                <w:bCs/>
              </w:rPr>
              <w:t>RANFA EUGENIO</w:t>
            </w:r>
          </w:p>
        </w:tc>
        <w:tc>
          <w:tcPr>
            <w:tcW w:w="425" w:type="dxa"/>
            <w:tcBorders>
              <w:top w:val="nil"/>
              <w:left w:val="nil"/>
              <w:bottom w:val="single" w:sz="4" w:space="0" w:color="auto"/>
              <w:right w:val="single" w:sz="4" w:space="0" w:color="auto"/>
            </w:tcBorders>
            <w:noWrap/>
          </w:tcPr>
          <w:p w:rsidR="004C252B" w:rsidRPr="005B4859" w:rsidRDefault="0053661F" w:rsidP="004C252B">
            <w:pPr>
              <w:jc w:val="center"/>
              <w:rPr>
                <w:rFonts w:ascii="Corbel" w:hAnsi="Corbel"/>
              </w:rPr>
            </w:pPr>
            <w:r>
              <w:rPr>
                <w:rFonts w:ascii="Corbel" w:hAnsi="Corbel"/>
              </w:rPr>
              <w:t>x</w:t>
            </w:r>
          </w:p>
        </w:tc>
        <w:tc>
          <w:tcPr>
            <w:tcW w:w="567" w:type="dxa"/>
            <w:tcBorders>
              <w:top w:val="nil"/>
              <w:left w:val="nil"/>
              <w:bottom w:val="single" w:sz="4" w:space="0" w:color="auto"/>
              <w:right w:val="single" w:sz="4" w:space="0" w:color="auto"/>
            </w:tcBorders>
            <w:noWrap/>
          </w:tcPr>
          <w:p w:rsidR="004C252B" w:rsidRPr="005B4859" w:rsidRDefault="004C252B" w:rsidP="004C252B">
            <w:pPr>
              <w:jc w:val="center"/>
              <w:rPr>
                <w:rFonts w:ascii="Corbel" w:hAnsi="Corbel"/>
              </w:rPr>
            </w:pPr>
          </w:p>
        </w:tc>
        <w:tc>
          <w:tcPr>
            <w:tcW w:w="425" w:type="dxa"/>
            <w:tcBorders>
              <w:top w:val="nil"/>
              <w:left w:val="nil"/>
              <w:bottom w:val="single" w:sz="4" w:space="0" w:color="auto"/>
              <w:right w:val="single" w:sz="4" w:space="0" w:color="auto"/>
            </w:tcBorders>
          </w:tcPr>
          <w:p w:rsidR="004C252B" w:rsidRPr="005B4859" w:rsidRDefault="004C252B" w:rsidP="004C252B">
            <w:pPr>
              <w:rPr>
                <w:rFonts w:ascii="Corbel" w:hAnsi="Corbel"/>
              </w:rPr>
            </w:pPr>
          </w:p>
        </w:tc>
        <w:tc>
          <w:tcPr>
            <w:tcW w:w="2977" w:type="dxa"/>
            <w:tcBorders>
              <w:top w:val="nil"/>
              <w:left w:val="nil"/>
              <w:bottom w:val="single" w:sz="4" w:space="0" w:color="auto"/>
              <w:right w:val="single" w:sz="4" w:space="0" w:color="auto"/>
            </w:tcBorders>
          </w:tcPr>
          <w:p w:rsidR="004C252B" w:rsidRPr="00F27FF2" w:rsidRDefault="004C252B" w:rsidP="004C252B">
            <w:pPr>
              <w:rPr>
                <w:rFonts w:ascii="Corbel" w:hAnsi="Corbel" w:cs="Arial"/>
                <w:bCs/>
                <w:sz w:val="20"/>
                <w:szCs w:val="20"/>
              </w:rPr>
            </w:pPr>
          </w:p>
        </w:tc>
      </w:tr>
    </w:tbl>
    <w:p w:rsidR="00BC5244" w:rsidRDefault="00BC5244" w:rsidP="001F5C91">
      <w:pPr>
        <w:pStyle w:val="Intestazione"/>
        <w:tabs>
          <w:tab w:val="left" w:pos="708"/>
        </w:tabs>
        <w:jc w:val="both"/>
        <w:rPr>
          <w:rFonts w:ascii="Corbel" w:hAnsi="Corbel"/>
        </w:rPr>
      </w:pPr>
    </w:p>
    <w:p w:rsidR="00BC5244" w:rsidRDefault="00BC5244" w:rsidP="007F0AAA">
      <w:pPr>
        <w:rPr>
          <w:rFonts w:ascii="Corbel" w:hAnsi="Corbel"/>
        </w:rPr>
      </w:pPr>
      <w:r>
        <w:rPr>
          <w:rFonts w:ascii="Corbel" w:hAnsi="Corbel"/>
        </w:rPr>
        <w:t xml:space="preserve">Il Direttore Prof. Libero Mario Mari, constatato che il numero dei presenti rende valida la seduta e che il Segretario Dott.ssa Claudia </w:t>
      </w:r>
      <w:proofErr w:type="spellStart"/>
      <w:r>
        <w:rPr>
          <w:rFonts w:ascii="Corbel" w:hAnsi="Corbel"/>
        </w:rPr>
        <w:t>Bastianini</w:t>
      </w:r>
      <w:proofErr w:type="spellEnd"/>
      <w:r>
        <w:rPr>
          <w:rFonts w:ascii="Corbel" w:hAnsi="Corbel"/>
        </w:rPr>
        <w:t xml:space="preserve"> redige il verbale, pone in discussione il seguente:</w:t>
      </w:r>
    </w:p>
    <w:p w:rsidR="00E51FA5" w:rsidRDefault="00E51FA5" w:rsidP="00493A83">
      <w:pPr>
        <w:rPr>
          <w:rFonts w:ascii="Corbel" w:hAnsi="Corbel"/>
        </w:rPr>
      </w:pPr>
    </w:p>
    <w:p w:rsidR="00737E36" w:rsidRDefault="00E51FA5" w:rsidP="00E51FA5">
      <w:pPr>
        <w:jc w:val="center"/>
        <w:rPr>
          <w:rFonts w:ascii="Corbel" w:hAnsi="Corbel"/>
        </w:rPr>
      </w:pPr>
      <w:r>
        <w:rPr>
          <w:rFonts w:ascii="Corbel" w:hAnsi="Corbel"/>
        </w:rPr>
        <w:t>ORDINE DEL GIORNO</w:t>
      </w:r>
    </w:p>
    <w:p w:rsidR="00284505" w:rsidRDefault="00284505" w:rsidP="00E51FA5">
      <w:pPr>
        <w:jc w:val="center"/>
        <w:rPr>
          <w:rFonts w:ascii="Corbel" w:hAnsi="Corbel"/>
        </w:rPr>
      </w:pPr>
    </w:p>
    <w:p w:rsidR="00284505" w:rsidRDefault="00284505" w:rsidP="00E51FA5">
      <w:pPr>
        <w:jc w:val="center"/>
        <w:rPr>
          <w:rFonts w:ascii="Corbel" w:hAnsi="Corbel"/>
        </w:rPr>
      </w:pPr>
    </w:p>
    <w:p w:rsidR="00284505" w:rsidRPr="00284505" w:rsidRDefault="00284505" w:rsidP="00284505">
      <w:pPr>
        <w:numPr>
          <w:ilvl w:val="0"/>
          <w:numId w:val="27"/>
        </w:numPr>
        <w:spacing w:after="200" w:line="276" w:lineRule="auto"/>
        <w:contextualSpacing/>
        <w:jc w:val="both"/>
        <w:rPr>
          <w:rFonts w:ascii="Work Sans" w:hAnsi="Work Sans"/>
          <w:sz w:val="22"/>
          <w:szCs w:val="22"/>
          <w:lang w:eastAsia="en-US"/>
        </w:rPr>
      </w:pPr>
      <w:r w:rsidRPr="00284505">
        <w:rPr>
          <w:rFonts w:ascii="Work Sans" w:hAnsi="Work Sans"/>
          <w:sz w:val="22"/>
          <w:szCs w:val="22"/>
          <w:lang w:eastAsia="en-US"/>
        </w:rPr>
        <w:t>Approvazione verbale seduta precedente;</w:t>
      </w:r>
    </w:p>
    <w:p w:rsidR="00284505" w:rsidRPr="00284505" w:rsidRDefault="00284505" w:rsidP="00284505">
      <w:pPr>
        <w:numPr>
          <w:ilvl w:val="0"/>
          <w:numId w:val="27"/>
        </w:numPr>
        <w:spacing w:after="200" w:line="276" w:lineRule="auto"/>
        <w:contextualSpacing/>
        <w:jc w:val="both"/>
        <w:rPr>
          <w:rFonts w:ascii="Work Sans" w:hAnsi="Work Sans"/>
          <w:sz w:val="22"/>
          <w:szCs w:val="22"/>
          <w:lang w:eastAsia="en-US"/>
        </w:rPr>
      </w:pPr>
      <w:r w:rsidRPr="00284505">
        <w:rPr>
          <w:rFonts w:ascii="Work Sans" w:hAnsi="Work Sans"/>
          <w:sz w:val="22"/>
          <w:szCs w:val="22"/>
          <w:lang w:eastAsia="en-US"/>
        </w:rPr>
        <w:t>Comunicazioni;</w:t>
      </w:r>
    </w:p>
    <w:p w:rsidR="00284505" w:rsidRPr="00284505" w:rsidRDefault="00284505" w:rsidP="00284505">
      <w:pPr>
        <w:numPr>
          <w:ilvl w:val="0"/>
          <w:numId w:val="27"/>
        </w:numPr>
        <w:spacing w:after="200" w:line="276" w:lineRule="auto"/>
        <w:contextualSpacing/>
        <w:jc w:val="both"/>
        <w:rPr>
          <w:rFonts w:ascii="Work Sans" w:hAnsi="Work Sans"/>
          <w:sz w:val="22"/>
          <w:szCs w:val="22"/>
          <w:lang w:eastAsia="en-US"/>
        </w:rPr>
      </w:pPr>
      <w:r w:rsidRPr="00284505">
        <w:rPr>
          <w:rFonts w:ascii="Work Sans" w:hAnsi="Work Sans"/>
          <w:sz w:val="22"/>
          <w:szCs w:val="22"/>
          <w:lang w:eastAsia="en-US"/>
        </w:rPr>
        <w:t xml:space="preserve">Ratifica decreti; </w:t>
      </w:r>
    </w:p>
    <w:p w:rsidR="00284505" w:rsidRPr="00284505" w:rsidRDefault="00284505" w:rsidP="00284505">
      <w:pPr>
        <w:numPr>
          <w:ilvl w:val="0"/>
          <w:numId w:val="27"/>
        </w:numPr>
        <w:spacing w:after="200" w:line="276" w:lineRule="auto"/>
        <w:contextualSpacing/>
        <w:jc w:val="both"/>
        <w:rPr>
          <w:rFonts w:ascii="Work Sans" w:hAnsi="Work Sans"/>
          <w:sz w:val="22"/>
          <w:szCs w:val="22"/>
          <w:lang w:eastAsia="en-US"/>
        </w:rPr>
      </w:pPr>
      <w:r w:rsidRPr="00284505">
        <w:rPr>
          <w:rFonts w:ascii="Work Sans" w:hAnsi="Work Sans"/>
          <w:sz w:val="22"/>
          <w:szCs w:val="22"/>
          <w:lang w:eastAsia="en-US"/>
        </w:rPr>
        <w:t>Dottorato in Economia, Istituzioni, Imprese e Metodi Quantitativi: designazione Coordinatore triennio 2021-2024;</w:t>
      </w:r>
    </w:p>
    <w:p w:rsidR="00284505" w:rsidRPr="00284505" w:rsidRDefault="00284505" w:rsidP="00284505">
      <w:pPr>
        <w:numPr>
          <w:ilvl w:val="0"/>
          <w:numId w:val="27"/>
        </w:numPr>
        <w:spacing w:after="200" w:line="276" w:lineRule="auto"/>
        <w:contextualSpacing/>
        <w:jc w:val="both"/>
        <w:rPr>
          <w:rFonts w:ascii="Work Sans" w:hAnsi="Work Sans"/>
          <w:sz w:val="22"/>
          <w:szCs w:val="22"/>
        </w:rPr>
      </w:pPr>
      <w:r w:rsidRPr="00284505">
        <w:rPr>
          <w:rFonts w:ascii="Work Sans" w:hAnsi="Work Sans"/>
          <w:sz w:val="22"/>
          <w:szCs w:val="22"/>
        </w:rPr>
        <w:t xml:space="preserve">Rapporto di Riesame Ciclico e </w:t>
      </w:r>
      <w:r w:rsidRPr="00284505">
        <w:rPr>
          <w:rFonts w:ascii="Work Sans" w:hAnsi="Work Sans"/>
          <w:sz w:val="22"/>
          <w:szCs w:val="22"/>
          <w:lang w:eastAsia="en-US"/>
        </w:rPr>
        <w:t>scheda di monitoraggio annuale del Corso di laurea magistrale in Amministrazione Aziendale:</w:t>
      </w:r>
      <w:r w:rsidRPr="00284505">
        <w:rPr>
          <w:rFonts w:ascii="Work Sans" w:hAnsi="Work Sans"/>
          <w:sz w:val="22"/>
          <w:szCs w:val="22"/>
        </w:rPr>
        <w:t xml:space="preserve"> approvazione;</w:t>
      </w:r>
    </w:p>
    <w:p w:rsidR="00284505" w:rsidRPr="00284505" w:rsidRDefault="00284505" w:rsidP="00284505">
      <w:pPr>
        <w:numPr>
          <w:ilvl w:val="0"/>
          <w:numId w:val="27"/>
        </w:numPr>
        <w:spacing w:after="200" w:line="276" w:lineRule="auto"/>
        <w:contextualSpacing/>
        <w:jc w:val="both"/>
        <w:rPr>
          <w:rFonts w:ascii="Work Sans" w:hAnsi="Work Sans"/>
          <w:sz w:val="22"/>
          <w:szCs w:val="22"/>
        </w:rPr>
      </w:pPr>
      <w:r w:rsidRPr="00284505">
        <w:rPr>
          <w:rFonts w:ascii="Work Sans" w:hAnsi="Work Sans"/>
          <w:sz w:val="22"/>
          <w:szCs w:val="22"/>
          <w:lang w:eastAsia="en-US"/>
        </w:rPr>
        <w:t>Richiesta attivazione assegno di ricerca: determinazioni;</w:t>
      </w:r>
    </w:p>
    <w:p w:rsidR="00284505" w:rsidRDefault="00284505" w:rsidP="00284505">
      <w:pPr>
        <w:tabs>
          <w:tab w:val="num" w:pos="3912"/>
          <w:tab w:val="left" w:pos="4320"/>
        </w:tabs>
        <w:rPr>
          <w:rFonts w:ascii="Work Sans" w:hAnsi="Work Sans"/>
          <w:sz w:val="22"/>
          <w:szCs w:val="22"/>
        </w:rPr>
      </w:pPr>
      <w:r>
        <w:rPr>
          <w:rFonts w:ascii="Work Sans" w:hAnsi="Work Sans"/>
          <w:snapToGrid w:val="0"/>
          <w:sz w:val="22"/>
          <w:szCs w:val="22"/>
        </w:rPr>
        <w:t xml:space="preserve">    6</w:t>
      </w:r>
      <w:r w:rsidRPr="00284505">
        <w:rPr>
          <w:rFonts w:ascii="Work Sans" w:hAnsi="Work Sans"/>
          <w:snapToGrid w:val="0"/>
          <w:sz w:val="22"/>
          <w:szCs w:val="22"/>
        </w:rPr>
        <w:t xml:space="preserve">bis) </w:t>
      </w:r>
      <w:r w:rsidRPr="00284505">
        <w:rPr>
          <w:rFonts w:ascii="Work Sans" w:hAnsi="Work Sans"/>
          <w:sz w:val="22"/>
          <w:szCs w:val="22"/>
        </w:rPr>
        <w:t xml:space="preserve">Partecipazione a progetto di ricerca LIFE </w:t>
      </w:r>
      <w:proofErr w:type="spellStart"/>
      <w:r w:rsidRPr="00284505">
        <w:rPr>
          <w:rFonts w:ascii="Work Sans" w:hAnsi="Work Sans"/>
          <w:sz w:val="22"/>
          <w:szCs w:val="22"/>
        </w:rPr>
        <w:t>Programme</w:t>
      </w:r>
      <w:proofErr w:type="spellEnd"/>
      <w:r w:rsidRPr="00284505">
        <w:rPr>
          <w:rFonts w:ascii="Work Sans" w:hAnsi="Work Sans"/>
          <w:sz w:val="22"/>
          <w:szCs w:val="22"/>
        </w:rPr>
        <w:t xml:space="preserve"> Call 2021: proposta del</w:t>
      </w:r>
    </w:p>
    <w:p w:rsidR="00284505" w:rsidRPr="00284505" w:rsidRDefault="00284505" w:rsidP="00284505">
      <w:pPr>
        <w:tabs>
          <w:tab w:val="num" w:pos="3912"/>
          <w:tab w:val="left" w:pos="4320"/>
        </w:tabs>
        <w:rPr>
          <w:rFonts w:ascii="Work Sans" w:hAnsi="Work Sans"/>
          <w:sz w:val="22"/>
          <w:szCs w:val="22"/>
        </w:rPr>
      </w:pPr>
      <w:r>
        <w:rPr>
          <w:rFonts w:ascii="Work Sans" w:hAnsi="Work Sans"/>
          <w:sz w:val="22"/>
          <w:szCs w:val="22"/>
        </w:rPr>
        <w:t xml:space="preserve">       </w:t>
      </w:r>
      <w:r w:rsidRPr="00284505">
        <w:rPr>
          <w:rFonts w:ascii="Work Sans" w:hAnsi="Work Sans"/>
          <w:sz w:val="22"/>
          <w:szCs w:val="22"/>
        </w:rPr>
        <w:t xml:space="preserve"> </w:t>
      </w:r>
      <w:r>
        <w:rPr>
          <w:rFonts w:ascii="Work Sans" w:hAnsi="Work Sans"/>
          <w:sz w:val="22"/>
          <w:szCs w:val="22"/>
        </w:rPr>
        <w:t xml:space="preserve"> </w:t>
      </w:r>
      <w:r w:rsidRPr="00284505">
        <w:rPr>
          <w:rFonts w:ascii="Work Sans" w:hAnsi="Work Sans"/>
          <w:sz w:val="22"/>
          <w:szCs w:val="22"/>
        </w:rPr>
        <w:t>Dipartimento</w:t>
      </w:r>
      <w:r>
        <w:rPr>
          <w:rFonts w:ascii="Work Sans" w:hAnsi="Work Sans"/>
          <w:sz w:val="22"/>
          <w:szCs w:val="22"/>
        </w:rPr>
        <w:t>;</w:t>
      </w:r>
    </w:p>
    <w:p w:rsidR="00284505" w:rsidRPr="00284505" w:rsidRDefault="00284505" w:rsidP="00284505">
      <w:pPr>
        <w:numPr>
          <w:ilvl w:val="0"/>
          <w:numId w:val="27"/>
        </w:numPr>
        <w:spacing w:after="200" w:line="276" w:lineRule="auto"/>
        <w:contextualSpacing/>
        <w:jc w:val="both"/>
        <w:rPr>
          <w:rFonts w:ascii="Work Sans" w:hAnsi="Work Sans"/>
          <w:sz w:val="22"/>
          <w:szCs w:val="22"/>
          <w:lang w:eastAsia="en-US"/>
        </w:rPr>
      </w:pPr>
      <w:r w:rsidRPr="00284505">
        <w:rPr>
          <w:rFonts w:ascii="Work Sans" w:hAnsi="Work Sans"/>
          <w:sz w:val="22"/>
          <w:szCs w:val="22"/>
          <w:lang w:eastAsia="en-US"/>
        </w:rPr>
        <w:t>Varie ed eventuali.</w:t>
      </w:r>
    </w:p>
    <w:p w:rsidR="00284505" w:rsidRDefault="00284505" w:rsidP="00E51FA5">
      <w:pPr>
        <w:jc w:val="center"/>
        <w:rPr>
          <w:rFonts w:ascii="Corbel" w:hAnsi="Corbel"/>
        </w:rPr>
      </w:pPr>
    </w:p>
    <w:p w:rsidR="00284505" w:rsidRDefault="00284505" w:rsidP="00E51FA5">
      <w:pPr>
        <w:jc w:val="center"/>
        <w:rPr>
          <w:rFonts w:ascii="Corbel" w:hAnsi="Corbel"/>
        </w:rPr>
      </w:pPr>
    </w:p>
    <w:p w:rsidR="00284505" w:rsidRDefault="00284505" w:rsidP="00E51FA5">
      <w:pPr>
        <w:jc w:val="center"/>
        <w:rPr>
          <w:rFonts w:ascii="Corbel" w:hAnsi="Corbel"/>
        </w:rPr>
      </w:pPr>
    </w:p>
    <w:p w:rsidR="00284505" w:rsidRDefault="00284505" w:rsidP="00E51FA5">
      <w:pPr>
        <w:jc w:val="center"/>
        <w:rPr>
          <w:rFonts w:ascii="Corbel" w:hAnsi="Corbel"/>
        </w:rPr>
      </w:pPr>
    </w:p>
    <w:p w:rsidR="00D769E0" w:rsidRDefault="00D769E0">
      <w:pPr>
        <w:rPr>
          <w:rFonts w:ascii="Corbel" w:hAnsi="Corbel"/>
        </w:rPr>
      </w:pPr>
      <w:r>
        <w:rPr>
          <w:rFonts w:ascii="Corbel" w:hAnsi="Corbel"/>
        </w:rPr>
        <w:br w:type="page"/>
      </w:r>
    </w:p>
    <w:p w:rsidR="00F27461" w:rsidRDefault="00D769E0" w:rsidP="00E51FA5">
      <w:pPr>
        <w:jc w:val="center"/>
        <w:rPr>
          <w:rFonts w:ascii="Corbel" w:hAnsi="Corbel"/>
        </w:rPr>
      </w:pPr>
      <w:r>
        <w:rPr>
          <w:rFonts w:ascii="Corbel" w:hAnsi="Corbel"/>
        </w:rPr>
        <w:lastRenderedPageBreak/>
        <w:t>+</w:t>
      </w:r>
    </w:p>
    <w:p w:rsidR="00360816" w:rsidRDefault="00360816" w:rsidP="00A7218A">
      <w:pPr>
        <w:ind w:right="424"/>
        <w:jc w:val="both"/>
        <w:outlineLvl w:val="0"/>
        <w:rPr>
          <w:rFonts w:ascii="Corbel" w:hAnsi="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490"/>
        <w:gridCol w:w="1199"/>
        <w:gridCol w:w="4766"/>
      </w:tblGrid>
      <w:tr w:rsidR="00360816" w:rsidRPr="00006934" w:rsidTr="005F3CB9">
        <w:tc>
          <w:tcPr>
            <w:tcW w:w="2889" w:type="dxa"/>
          </w:tcPr>
          <w:p w:rsidR="00360816" w:rsidRPr="00006934" w:rsidRDefault="00360816" w:rsidP="005F3CB9">
            <w:pPr>
              <w:pStyle w:val="Intestazione"/>
              <w:rPr>
                <w:rFonts w:ascii="Corbel" w:hAnsi="Corbel"/>
                <w:szCs w:val="24"/>
              </w:rPr>
            </w:pPr>
            <w:r w:rsidRPr="00006934">
              <w:rPr>
                <w:rFonts w:ascii="Corbel" w:hAnsi="Corbel"/>
                <w:szCs w:val="24"/>
              </w:rPr>
              <w:br w:type="page"/>
            </w:r>
            <w:r w:rsidRPr="00006934">
              <w:rPr>
                <w:rFonts w:ascii="Corbel" w:hAnsi="Corbel"/>
                <w:szCs w:val="24"/>
              </w:rPr>
              <w:br w:type="page"/>
            </w:r>
            <w:r w:rsidRPr="00006934">
              <w:rPr>
                <w:rFonts w:ascii="Corbel" w:hAnsi="Corbel"/>
                <w:szCs w:val="24"/>
              </w:rPr>
              <w:br w:type="page"/>
              <w:t>ORDINE DEL GIORNO N.</w:t>
            </w:r>
          </w:p>
        </w:tc>
        <w:tc>
          <w:tcPr>
            <w:tcW w:w="490" w:type="dxa"/>
          </w:tcPr>
          <w:p w:rsidR="00360816" w:rsidRPr="00006934" w:rsidRDefault="00360816" w:rsidP="005F3CB9">
            <w:pPr>
              <w:pStyle w:val="Intestazione"/>
              <w:rPr>
                <w:rFonts w:ascii="Corbel" w:hAnsi="Corbel"/>
                <w:szCs w:val="24"/>
              </w:rPr>
            </w:pPr>
            <w:r>
              <w:rPr>
                <w:rFonts w:ascii="Corbel" w:hAnsi="Corbel"/>
                <w:szCs w:val="24"/>
              </w:rPr>
              <w:t>1</w:t>
            </w:r>
          </w:p>
        </w:tc>
        <w:tc>
          <w:tcPr>
            <w:tcW w:w="1199" w:type="dxa"/>
          </w:tcPr>
          <w:p w:rsidR="00360816" w:rsidRPr="00006934" w:rsidRDefault="00360816" w:rsidP="005F3CB9">
            <w:pPr>
              <w:pStyle w:val="Intestazione"/>
              <w:rPr>
                <w:rFonts w:ascii="Corbel" w:hAnsi="Corbel"/>
                <w:szCs w:val="24"/>
              </w:rPr>
            </w:pPr>
            <w:r w:rsidRPr="00006934">
              <w:rPr>
                <w:rFonts w:ascii="Corbel" w:hAnsi="Corbel"/>
                <w:szCs w:val="24"/>
              </w:rPr>
              <w:t>Oggetto:</w:t>
            </w:r>
          </w:p>
        </w:tc>
        <w:tc>
          <w:tcPr>
            <w:tcW w:w="4766" w:type="dxa"/>
            <w:vAlign w:val="center"/>
          </w:tcPr>
          <w:p w:rsidR="00360816" w:rsidRPr="00006934" w:rsidRDefault="00124786" w:rsidP="005F3CB9">
            <w:pPr>
              <w:jc w:val="both"/>
              <w:rPr>
                <w:rFonts w:ascii="Corbel" w:hAnsi="Corbel"/>
              </w:rPr>
            </w:pPr>
            <w:r>
              <w:rPr>
                <w:rFonts w:ascii="Work Sans" w:hAnsi="Work Sans"/>
                <w:sz w:val="22"/>
                <w:szCs w:val="22"/>
                <w:lang w:eastAsia="en-US"/>
              </w:rPr>
              <w:t>Approvazione verbale seduta precedente.</w:t>
            </w:r>
          </w:p>
        </w:tc>
      </w:tr>
    </w:tbl>
    <w:p w:rsidR="00360816" w:rsidRDefault="00360816" w:rsidP="00A7218A">
      <w:pPr>
        <w:ind w:right="424"/>
        <w:jc w:val="both"/>
        <w:outlineLvl w:val="0"/>
        <w:rPr>
          <w:rFonts w:ascii="Corbel" w:hAnsi="Corbel"/>
        </w:rPr>
      </w:pPr>
    </w:p>
    <w:p w:rsidR="00A7218A" w:rsidRPr="00763AE8" w:rsidRDefault="00763AE8" w:rsidP="00A7218A">
      <w:pPr>
        <w:ind w:right="424"/>
        <w:jc w:val="both"/>
        <w:outlineLvl w:val="0"/>
        <w:rPr>
          <w:rFonts w:ascii="Work Sans" w:hAnsi="Work Sans"/>
          <w:sz w:val="22"/>
          <w:szCs w:val="22"/>
        </w:rPr>
      </w:pPr>
      <w:r w:rsidRPr="00763AE8">
        <w:rPr>
          <w:rFonts w:ascii="Work Sans" w:hAnsi="Work Sans"/>
          <w:sz w:val="22"/>
          <w:szCs w:val="22"/>
        </w:rPr>
        <w:t>Il verbale del Consiglio del 30 settembre 2021 e del 20 ottobre 2021 sono approvati all’unanimità.</w:t>
      </w:r>
    </w:p>
    <w:p w:rsidR="00360816" w:rsidRDefault="00360816">
      <w:pPr>
        <w:rPr>
          <w:rFonts w:ascii="Corbel" w:hAnsi="Corbel"/>
        </w:rPr>
      </w:pPr>
      <w:r>
        <w:rPr>
          <w:rFonts w:ascii="Corbel" w:hAnsi="Corbel"/>
        </w:rPr>
        <w:br w:type="page"/>
      </w:r>
    </w:p>
    <w:p w:rsidR="00A7218A" w:rsidRDefault="00A7218A">
      <w:pPr>
        <w:rPr>
          <w:rFonts w:ascii="Corbel" w:hAnsi="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490"/>
        <w:gridCol w:w="1199"/>
        <w:gridCol w:w="4766"/>
      </w:tblGrid>
      <w:tr w:rsidR="0041409E" w:rsidRPr="00006934" w:rsidTr="005F3CB9">
        <w:tc>
          <w:tcPr>
            <w:tcW w:w="2889" w:type="dxa"/>
          </w:tcPr>
          <w:p w:rsidR="0041409E" w:rsidRPr="00006934" w:rsidRDefault="0041409E" w:rsidP="005F3CB9">
            <w:pPr>
              <w:pStyle w:val="Intestazione"/>
              <w:rPr>
                <w:rFonts w:ascii="Corbel" w:hAnsi="Corbel"/>
                <w:szCs w:val="24"/>
              </w:rPr>
            </w:pPr>
            <w:bookmarkStart w:id="1" w:name="_Hlk86839877"/>
            <w:r w:rsidRPr="00006934">
              <w:rPr>
                <w:rFonts w:ascii="Corbel" w:hAnsi="Corbel"/>
                <w:szCs w:val="24"/>
              </w:rPr>
              <w:br w:type="page"/>
            </w:r>
            <w:r w:rsidRPr="00006934">
              <w:rPr>
                <w:rFonts w:ascii="Corbel" w:hAnsi="Corbel"/>
                <w:szCs w:val="24"/>
              </w:rPr>
              <w:br w:type="page"/>
            </w:r>
            <w:r w:rsidRPr="00006934">
              <w:rPr>
                <w:rFonts w:ascii="Corbel" w:hAnsi="Corbel"/>
                <w:szCs w:val="24"/>
              </w:rPr>
              <w:br w:type="page"/>
              <w:t>ORDINE DEL GIORNO N.</w:t>
            </w:r>
          </w:p>
        </w:tc>
        <w:tc>
          <w:tcPr>
            <w:tcW w:w="490" w:type="dxa"/>
          </w:tcPr>
          <w:p w:rsidR="0041409E" w:rsidRPr="00006934" w:rsidRDefault="0041409E" w:rsidP="005F3CB9">
            <w:pPr>
              <w:pStyle w:val="Intestazione"/>
              <w:rPr>
                <w:rFonts w:ascii="Corbel" w:hAnsi="Corbel"/>
                <w:szCs w:val="24"/>
              </w:rPr>
            </w:pPr>
            <w:r>
              <w:rPr>
                <w:rFonts w:ascii="Corbel" w:hAnsi="Corbel"/>
                <w:szCs w:val="24"/>
              </w:rPr>
              <w:t>2</w:t>
            </w:r>
          </w:p>
        </w:tc>
        <w:tc>
          <w:tcPr>
            <w:tcW w:w="1199" w:type="dxa"/>
          </w:tcPr>
          <w:p w:rsidR="0041409E" w:rsidRPr="00006934" w:rsidRDefault="0041409E" w:rsidP="005F3CB9">
            <w:pPr>
              <w:pStyle w:val="Intestazione"/>
              <w:rPr>
                <w:rFonts w:ascii="Corbel" w:hAnsi="Corbel"/>
                <w:szCs w:val="24"/>
              </w:rPr>
            </w:pPr>
            <w:r w:rsidRPr="00006934">
              <w:rPr>
                <w:rFonts w:ascii="Corbel" w:hAnsi="Corbel"/>
                <w:szCs w:val="24"/>
              </w:rPr>
              <w:t>Oggetto:</w:t>
            </w:r>
          </w:p>
        </w:tc>
        <w:tc>
          <w:tcPr>
            <w:tcW w:w="4766" w:type="dxa"/>
            <w:vAlign w:val="center"/>
          </w:tcPr>
          <w:p w:rsidR="0041409E" w:rsidRPr="00006934" w:rsidRDefault="00124786" w:rsidP="005F3CB9">
            <w:pPr>
              <w:jc w:val="both"/>
              <w:rPr>
                <w:rFonts w:ascii="Corbel" w:hAnsi="Corbel"/>
              </w:rPr>
            </w:pPr>
            <w:r>
              <w:rPr>
                <w:rFonts w:ascii="Corbel" w:hAnsi="Corbel"/>
              </w:rPr>
              <w:t>Comunicazioni.</w:t>
            </w:r>
          </w:p>
        </w:tc>
      </w:tr>
      <w:bookmarkEnd w:id="1"/>
    </w:tbl>
    <w:p w:rsidR="00584C97" w:rsidRDefault="00584C97">
      <w:pPr>
        <w:rPr>
          <w:rFonts w:ascii="Corbel" w:hAnsi="Corbel"/>
        </w:rPr>
      </w:pPr>
    </w:p>
    <w:p w:rsidR="005B3359" w:rsidRPr="005B3359" w:rsidRDefault="005B3359" w:rsidP="00B65CB4">
      <w:pPr>
        <w:ind w:right="140"/>
        <w:jc w:val="both"/>
        <w:outlineLvl w:val="0"/>
        <w:rPr>
          <w:rFonts w:ascii="Corbel" w:hAnsi="Corbel"/>
        </w:rPr>
      </w:pPr>
      <w:r w:rsidRPr="005B3359">
        <w:rPr>
          <w:rFonts w:ascii="Corbel" w:hAnsi="Corbel"/>
        </w:rPr>
        <w:t>Il Direttore comunica quanto segue:</w:t>
      </w:r>
    </w:p>
    <w:p w:rsidR="005B3359" w:rsidRPr="005B3359" w:rsidRDefault="00B65CB4" w:rsidP="00B65CB4">
      <w:pPr>
        <w:ind w:right="140"/>
        <w:jc w:val="both"/>
        <w:outlineLvl w:val="0"/>
        <w:rPr>
          <w:rFonts w:ascii="Corbel" w:hAnsi="Corbel"/>
        </w:rPr>
      </w:pPr>
      <w:r>
        <w:rPr>
          <w:rFonts w:ascii="Corbel" w:hAnsi="Corbel"/>
        </w:rPr>
        <w:t xml:space="preserve">- </w:t>
      </w:r>
      <w:r w:rsidR="005B3359" w:rsidRPr="005B3359">
        <w:rPr>
          <w:rFonts w:ascii="Corbel" w:hAnsi="Corbel"/>
        </w:rPr>
        <w:t>il Delegato Erasmus del Dipartimento, Prof. Alberto Burchi, prega i docenti di dargli sempre preventiva comunicazione in merito alla mobilità in ingresso e in uscita;</w:t>
      </w:r>
    </w:p>
    <w:p w:rsidR="005B3359" w:rsidRPr="005B3359" w:rsidRDefault="00B65CB4" w:rsidP="00B65CB4">
      <w:pPr>
        <w:ind w:right="140"/>
        <w:jc w:val="both"/>
        <w:outlineLvl w:val="0"/>
        <w:rPr>
          <w:rFonts w:ascii="Corbel" w:hAnsi="Corbel"/>
        </w:rPr>
      </w:pPr>
      <w:r>
        <w:rPr>
          <w:rFonts w:ascii="Corbel" w:hAnsi="Corbel"/>
        </w:rPr>
        <w:t xml:space="preserve">- </w:t>
      </w:r>
      <w:r w:rsidR="005B3359" w:rsidRPr="005B3359">
        <w:rPr>
          <w:rFonts w:ascii="Corbel" w:hAnsi="Corbel"/>
        </w:rPr>
        <w:t>in data odierna hanno preso servizio in qualità di Professori Associati la Prof.ssa Silvia Pandolfi e il Prof. Giovanni Maria Berti de Marinis: il Direttore si congratula;</w:t>
      </w:r>
    </w:p>
    <w:p w:rsidR="005B3359" w:rsidRPr="005B3359" w:rsidRDefault="00B65CB4" w:rsidP="00B65CB4">
      <w:pPr>
        <w:ind w:right="140"/>
        <w:jc w:val="both"/>
        <w:outlineLvl w:val="0"/>
        <w:rPr>
          <w:rFonts w:ascii="Corbel" w:hAnsi="Corbel"/>
        </w:rPr>
      </w:pPr>
      <w:r>
        <w:rPr>
          <w:rFonts w:ascii="Corbel" w:hAnsi="Corbel"/>
        </w:rPr>
        <w:t xml:space="preserve">- </w:t>
      </w:r>
      <w:r w:rsidR="005B3359" w:rsidRPr="005B3359">
        <w:rPr>
          <w:rFonts w:ascii="Corbel" w:hAnsi="Corbel"/>
        </w:rPr>
        <w:t>al termine del Consiglio sarà trasmessa via email ai docenti la proposta di “Regolamento di Ateneo sui criteri e le procedure per il rilascio ai professori e ai ricercatori dell'autorizzazione allo svolgimento di incarichi esterni”, che verrà portata in deliberazione nella prossima seduta del Senato Accademico: eventuali osservazioni dovranno pervenire in tempi brevi;</w:t>
      </w:r>
    </w:p>
    <w:p w:rsidR="005B3359" w:rsidRPr="005B3359" w:rsidRDefault="00B65CB4" w:rsidP="00B65CB4">
      <w:pPr>
        <w:ind w:right="140"/>
        <w:jc w:val="both"/>
        <w:outlineLvl w:val="0"/>
        <w:rPr>
          <w:rFonts w:ascii="Corbel" w:hAnsi="Corbel"/>
        </w:rPr>
      </w:pPr>
      <w:r>
        <w:rPr>
          <w:rFonts w:ascii="Corbel" w:hAnsi="Corbel"/>
        </w:rPr>
        <w:t xml:space="preserve">- </w:t>
      </w:r>
      <w:r w:rsidR="005B3359" w:rsidRPr="005B3359">
        <w:rPr>
          <w:rFonts w:ascii="Corbel" w:hAnsi="Corbel"/>
        </w:rPr>
        <w:t>con Prot. n. 295138 del 29 novembre 2021 è pervenuta la nota avente ad oggetto “</w:t>
      </w:r>
      <w:r w:rsidR="005B3359" w:rsidRPr="005B3359">
        <w:rPr>
          <w:rFonts w:ascii="Corbel" w:hAnsi="Corbel"/>
          <w:i/>
        </w:rPr>
        <w:t>Fondo Ricerca di Ateneo, esercizio 2021: comunicazione relativa alle quote dipartimentali del “Fondo di funzionamento per la Ricerca Dipartimentale</w:t>
      </w:r>
      <w:r w:rsidR="005B3359" w:rsidRPr="005B3359">
        <w:rPr>
          <w:rFonts w:ascii="Corbel" w:hAnsi="Corbel"/>
        </w:rPr>
        <w:t>”, con cui l’Ateneo informa di aver assegnato al Dipartimento la somma di € 67.000,00 sulla base delle risultanze dell’estrazione del numero di professori/ricercatori in servizio alla data del 1° novembre 2021. Le relative Linee Guida stabiliscono che i Dipartimenti dovranno, entro il 31 marzo 2022, stabilire le aree di impiego delle risorse, definire i criteri e le modalità di aggiudicazione, assegnare le risorse ai beneficiari;</w:t>
      </w:r>
    </w:p>
    <w:p w:rsidR="005B3359" w:rsidRPr="005B3359" w:rsidRDefault="005B3359" w:rsidP="00B65CB4">
      <w:pPr>
        <w:ind w:right="140"/>
        <w:jc w:val="both"/>
        <w:outlineLvl w:val="0"/>
        <w:rPr>
          <w:rFonts w:ascii="Corbel" w:hAnsi="Corbel"/>
        </w:rPr>
      </w:pPr>
      <w:r w:rsidRPr="005B3359">
        <w:rPr>
          <w:rFonts w:ascii="Corbel" w:hAnsi="Corbel"/>
        </w:rPr>
        <w:t>in analogia con l’Amministrazione Centrale il Dipartimento sarà chiuso nei giorni 24 e 31 dicembre 2021 e 3, 4, 5 e 7 gennaio 2022;</w:t>
      </w:r>
    </w:p>
    <w:p w:rsidR="005B3359" w:rsidRPr="005B3359" w:rsidRDefault="00B65CB4" w:rsidP="00B65CB4">
      <w:pPr>
        <w:ind w:right="140"/>
        <w:jc w:val="both"/>
        <w:outlineLvl w:val="0"/>
        <w:rPr>
          <w:rFonts w:ascii="Corbel" w:hAnsi="Corbel"/>
        </w:rPr>
      </w:pPr>
      <w:r>
        <w:rPr>
          <w:rFonts w:ascii="Corbel" w:hAnsi="Corbel"/>
        </w:rPr>
        <w:t xml:space="preserve">- </w:t>
      </w:r>
      <w:r w:rsidR="005B3359" w:rsidRPr="005B3359">
        <w:rPr>
          <w:rFonts w:ascii="Corbel" w:hAnsi="Corbel"/>
        </w:rPr>
        <w:t xml:space="preserve">il Prof. Antonino Tramontana, ex docente del Dipartimento, ha istituito il Centro Studi di Finanza Pubblica “Cesare </w:t>
      </w:r>
      <w:proofErr w:type="spellStart"/>
      <w:r w:rsidR="005B3359" w:rsidRPr="005B3359">
        <w:rPr>
          <w:rFonts w:ascii="Corbel" w:hAnsi="Corbel"/>
        </w:rPr>
        <w:t>Cosciani</w:t>
      </w:r>
      <w:proofErr w:type="spellEnd"/>
      <w:r w:rsidR="005B3359" w:rsidRPr="005B3359">
        <w:rPr>
          <w:rFonts w:ascii="Corbel" w:hAnsi="Corbel"/>
        </w:rPr>
        <w:t>” e ha chiesto all’Ateneo di aderire in qualità di associato senza oneri finanziari: l’Ateneo richiede al Dipartimento di Economia un parere in merito. La relativa documentazione sarà trasmessa via email ai docenti al termine della seduta;</w:t>
      </w:r>
    </w:p>
    <w:p w:rsidR="005B3359" w:rsidRPr="005B3359" w:rsidRDefault="00B65CB4" w:rsidP="00B65CB4">
      <w:pPr>
        <w:ind w:right="140"/>
        <w:jc w:val="both"/>
        <w:outlineLvl w:val="0"/>
        <w:rPr>
          <w:rFonts w:ascii="Corbel" w:hAnsi="Corbel"/>
        </w:rPr>
      </w:pPr>
      <w:r>
        <w:rPr>
          <w:rFonts w:ascii="Corbel" w:hAnsi="Corbel"/>
        </w:rPr>
        <w:t xml:space="preserve">- </w:t>
      </w:r>
      <w:r w:rsidR="005B3359" w:rsidRPr="005B3359">
        <w:rPr>
          <w:rFonts w:ascii="Corbel" w:hAnsi="Corbel"/>
        </w:rPr>
        <w:t>il Senato Accademico, nella seduta del 29 novembre, ha approvato la proposta di attivazione del Corso di Laurea triennale e magistrale in Ingegneria Gestionale: non sono noti i contenuti né il ruolo del Dipartimento di Economia, che pure ha partecipato all’elaborazione del progetto attraverso il contributo dei Proff. Luca Ferrucci e Carlo Andrea Bollino: una valutazione completa sarà possibile solamente alla presentazione della versione finale del progetto;</w:t>
      </w:r>
    </w:p>
    <w:p w:rsidR="0041409E" w:rsidRDefault="00B65CB4" w:rsidP="00B65CB4">
      <w:pPr>
        <w:jc w:val="both"/>
        <w:rPr>
          <w:rFonts w:ascii="Corbel" w:hAnsi="Corbel"/>
        </w:rPr>
      </w:pPr>
      <w:r>
        <w:rPr>
          <w:rFonts w:ascii="Corbel" w:hAnsi="Corbel"/>
        </w:rPr>
        <w:t xml:space="preserve">- </w:t>
      </w:r>
      <w:r w:rsidR="005B3359" w:rsidRPr="005B3359">
        <w:rPr>
          <w:rFonts w:ascii="Corbel" w:hAnsi="Corbel"/>
        </w:rPr>
        <w:t>nell’ambito del Piano straordinario per la progressione di carriera dei ricercatori a tempo indeterminato in possesso di abilitazione scientifica nazionale il Senato Accademico, nella seduta del 29 novembre 2021, ha espresso parere favorevole in merito alla copertura di n. 46 posti di professore di II fascia, da reclutare mediante chiamata ai sensi dell’art. 24, comma 6, della Legge 240/2010; il criterio è basato sul numero di abilitati di ciascun Dipartimento tenendo conto della eventuale ripetizione di SSD. Al Dipartimento di Economia sono stati riservati n. 2 posti nei SSD SECS-P/08 e IUS/04. La presa di servizio non potrà aver luogo prima del 1° aprile 2022</w:t>
      </w:r>
      <w:r w:rsidR="00616368">
        <w:rPr>
          <w:rFonts w:ascii="Corbel" w:hAnsi="Corbel"/>
        </w:rPr>
        <w:t>.</w:t>
      </w:r>
    </w:p>
    <w:p w:rsidR="0041409E" w:rsidRDefault="0041409E">
      <w:pPr>
        <w:rPr>
          <w:rFonts w:ascii="Corbel" w:hAnsi="Corbel"/>
        </w:rPr>
      </w:pPr>
      <w:r>
        <w:rPr>
          <w:rFonts w:ascii="Corbel" w:hAnsi="Corbel"/>
        </w:rPr>
        <w:br w:type="page"/>
      </w:r>
    </w:p>
    <w:p w:rsidR="00EF1975" w:rsidRDefault="00EF1975" w:rsidP="00EF1975">
      <w:pPr>
        <w:ind w:right="424"/>
        <w:jc w:val="both"/>
        <w:outlineLvl w:val="0"/>
        <w:rPr>
          <w:rFonts w:ascii="Corbel" w:hAnsi="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490"/>
        <w:gridCol w:w="1199"/>
        <w:gridCol w:w="4766"/>
      </w:tblGrid>
      <w:tr w:rsidR="00EF1975" w:rsidRPr="00006934" w:rsidTr="005F3CB9">
        <w:tc>
          <w:tcPr>
            <w:tcW w:w="2889" w:type="dxa"/>
          </w:tcPr>
          <w:p w:rsidR="00EF1975" w:rsidRPr="00006934" w:rsidRDefault="00EF1975" w:rsidP="005F3CB9">
            <w:pPr>
              <w:pStyle w:val="Intestazione"/>
              <w:rPr>
                <w:rFonts w:ascii="Corbel" w:hAnsi="Corbel"/>
                <w:szCs w:val="24"/>
              </w:rPr>
            </w:pPr>
            <w:r w:rsidRPr="00006934">
              <w:rPr>
                <w:rFonts w:ascii="Corbel" w:hAnsi="Corbel"/>
                <w:szCs w:val="24"/>
              </w:rPr>
              <w:br w:type="page"/>
            </w:r>
            <w:r w:rsidRPr="00006934">
              <w:rPr>
                <w:rFonts w:ascii="Corbel" w:hAnsi="Corbel"/>
                <w:szCs w:val="24"/>
              </w:rPr>
              <w:br w:type="page"/>
            </w:r>
            <w:r w:rsidRPr="00006934">
              <w:rPr>
                <w:rFonts w:ascii="Corbel" w:hAnsi="Corbel"/>
                <w:szCs w:val="24"/>
              </w:rPr>
              <w:br w:type="page"/>
              <w:t>ORDINE DEL GIORNO N.</w:t>
            </w:r>
          </w:p>
        </w:tc>
        <w:tc>
          <w:tcPr>
            <w:tcW w:w="490" w:type="dxa"/>
          </w:tcPr>
          <w:p w:rsidR="00EF1975" w:rsidRPr="00006934" w:rsidRDefault="00EF1975" w:rsidP="005F3CB9">
            <w:pPr>
              <w:pStyle w:val="Intestazione"/>
              <w:rPr>
                <w:rFonts w:ascii="Corbel" w:hAnsi="Corbel"/>
                <w:szCs w:val="24"/>
              </w:rPr>
            </w:pPr>
            <w:r>
              <w:rPr>
                <w:rFonts w:ascii="Corbel" w:hAnsi="Corbel"/>
                <w:szCs w:val="24"/>
              </w:rPr>
              <w:t>3</w:t>
            </w:r>
          </w:p>
        </w:tc>
        <w:tc>
          <w:tcPr>
            <w:tcW w:w="1199" w:type="dxa"/>
          </w:tcPr>
          <w:p w:rsidR="00EF1975" w:rsidRPr="00006934" w:rsidRDefault="00EF1975" w:rsidP="005F3CB9">
            <w:pPr>
              <w:pStyle w:val="Intestazione"/>
              <w:rPr>
                <w:rFonts w:ascii="Corbel" w:hAnsi="Corbel"/>
                <w:szCs w:val="24"/>
              </w:rPr>
            </w:pPr>
            <w:r w:rsidRPr="00006934">
              <w:rPr>
                <w:rFonts w:ascii="Corbel" w:hAnsi="Corbel"/>
                <w:szCs w:val="24"/>
              </w:rPr>
              <w:t>Oggetto:</w:t>
            </w:r>
          </w:p>
        </w:tc>
        <w:tc>
          <w:tcPr>
            <w:tcW w:w="4766" w:type="dxa"/>
            <w:vAlign w:val="center"/>
          </w:tcPr>
          <w:p w:rsidR="00EF1975" w:rsidRPr="00006934" w:rsidRDefault="00124786" w:rsidP="005F3CB9">
            <w:pPr>
              <w:jc w:val="both"/>
              <w:rPr>
                <w:rFonts w:ascii="Corbel" w:hAnsi="Corbel"/>
              </w:rPr>
            </w:pPr>
            <w:r>
              <w:rPr>
                <w:rFonts w:ascii="Corbel" w:hAnsi="Corbel"/>
              </w:rPr>
              <w:t>Ratifica decreti.</w:t>
            </w:r>
          </w:p>
        </w:tc>
      </w:tr>
    </w:tbl>
    <w:p w:rsidR="00EF1975" w:rsidRDefault="00EF1975" w:rsidP="00EF1975">
      <w:pPr>
        <w:ind w:right="424"/>
        <w:jc w:val="both"/>
        <w:outlineLvl w:val="0"/>
        <w:rPr>
          <w:rFonts w:ascii="Corbel" w:hAnsi="Corbel"/>
        </w:rPr>
      </w:pPr>
    </w:p>
    <w:p w:rsidR="00616368" w:rsidRPr="00616368" w:rsidRDefault="00616368" w:rsidP="00616368">
      <w:pPr>
        <w:tabs>
          <w:tab w:val="left" w:pos="9214"/>
        </w:tabs>
        <w:ind w:right="140"/>
        <w:jc w:val="both"/>
        <w:rPr>
          <w:rFonts w:ascii="Corbel" w:hAnsi="Corbel"/>
        </w:rPr>
      </w:pPr>
      <w:r w:rsidRPr="00616368">
        <w:rPr>
          <w:rFonts w:ascii="Corbel" w:hAnsi="Corbel"/>
        </w:rPr>
        <w:t>Vengono sottoposti al Consiglio i seguenti i decreti, emessi dal Direttore per motivi di necessità e di urgenza e riportati in allegato al presente verbale:</w:t>
      </w:r>
    </w:p>
    <w:p w:rsidR="00616368" w:rsidRPr="00616368" w:rsidRDefault="00616368" w:rsidP="00616368">
      <w:pPr>
        <w:tabs>
          <w:tab w:val="left" w:pos="9214"/>
        </w:tabs>
        <w:jc w:val="both"/>
        <w:rPr>
          <w:rFonts w:ascii="Corbel" w:hAnsi="Corbel"/>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025"/>
        <w:gridCol w:w="6636"/>
      </w:tblGrid>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bookmarkStart w:id="2" w:name="_Hlk69392575"/>
            <w:r w:rsidRPr="00616368">
              <w:rPr>
                <w:rFonts w:ascii="Corbel" w:hAnsi="Corbel"/>
              </w:rPr>
              <w:t>Decreto n.</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46/21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bCs/>
                <w:highlight w:val="yellow"/>
              </w:rPr>
            </w:pPr>
            <w:r w:rsidRPr="00616368">
              <w:rPr>
                <w:rFonts w:ascii="Corbel" w:hAnsi="Corbel"/>
                <w:bCs/>
              </w:rPr>
              <w:t>Nomina commissione per Bando Attività integrative alla didattica L. 170/2003</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bookmarkStart w:id="3" w:name="_Hlk54185213"/>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47/21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highlight w:val="yellow"/>
              </w:rPr>
            </w:pPr>
            <w:r w:rsidRPr="00616368">
              <w:rPr>
                <w:rFonts w:ascii="Corbel" w:hAnsi="Corbel"/>
              </w:rPr>
              <w:t xml:space="preserve">Approvazione verbali Commissione esaminatrice assegnazione incarico Tutor </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48/21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highlight w:val="yellow"/>
              </w:rPr>
            </w:pPr>
            <w:r w:rsidRPr="00616368">
              <w:rPr>
                <w:rFonts w:ascii="Corbel" w:hAnsi="Corbel"/>
              </w:rPr>
              <w:t xml:space="preserve">Approvazione verbali Commissione esaminatrice assegnazione incarico Tutor </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49/21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highlight w:val="yellow"/>
              </w:rPr>
            </w:pPr>
            <w:r w:rsidRPr="00616368">
              <w:rPr>
                <w:rFonts w:ascii="Corbel" w:hAnsi="Corbel"/>
              </w:rPr>
              <w:t xml:space="preserve">Approvazione verbali Commissione esaminatrice assegnazione incarico Tutor </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bookmarkStart w:id="4" w:name="_Hlk77235248"/>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50/21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Bando di selezione per il conferimento di n. 1 incarico di lavoro autonomo Richiedente: Prof. Alessandro Montrone</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51/21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bCs/>
                <w:iCs/>
              </w:rPr>
            </w:pPr>
            <w:r w:rsidRPr="00616368">
              <w:rPr>
                <w:rFonts w:ascii="Corbel" w:hAnsi="Corbel"/>
              </w:rPr>
              <w:t xml:space="preserve">Conferimento incarico abilitazione ad operare nella Banca Dati Incarichi </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52/21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Nomina Commissione Bando di selezione pubblica per l’assegnazione di premi di Laurea Magistrale alle migliori tesi che utilizzano i dati del Sistema Conti Pubblici Territoriali (CPT)</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53/21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Bando di procedura comparativa preliminare alla stipula di contratti per incarico di Attività integrative alla didattica L. 170/2003</w:t>
            </w:r>
          </w:p>
        </w:tc>
        <w:bookmarkEnd w:id="4"/>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55/21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Nomina Commissione Bando di procedura comparativa preliminare alla stipula di un contratto per incarico di lavoro autonomo</w:t>
            </w:r>
          </w:p>
          <w:p w:rsidR="00616368" w:rsidRPr="00616368" w:rsidRDefault="00616368" w:rsidP="00616368">
            <w:pPr>
              <w:jc w:val="both"/>
              <w:rPr>
                <w:rFonts w:ascii="Corbel" w:hAnsi="Corbel"/>
                <w:highlight w:val="yellow"/>
              </w:rPr>
            </w:pPr>
            <w:r w:rsidRPr="00616368">
              <w:rPr>
                <w:rFonts w:ascii="Corbel" w:hAnsi="Corbel"/>
              </w:rPr>
              <w:t>Resp. Prof. Alessandro Montrone</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56/21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highlight w:val="yellow"/>
              </w:rPr>
            </w:pPr>
            <w:r w:rsidRPr="00616368">
              <w:rPr>
                <w:rFonts w:ascii="Corbel" w:hAnsi="Corbel"/>
              </w:rPr>
              <w:t>Sostituzione membro Commissione Bando di selezione pubblica per l’assegnazione di premi di Laurea Magistrale alle migliori tesi che utilizzano i dati del Sistema Conti Pubblici Territoriali (CPT)</w:t>
            </w:r>
          </w:p>
        </w:tc>
      </w:tr>
      <w:tr w:rsidR="00616368" w:rsidRPr="00616368" w:rsidTr="00303D25">
        <w:trPr>
          <w:trHeight w:val="316"/>
        </w:trPr>
        <w:tc>
          <w:tcPr>
            <w:tcW w:w="1440"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r w:rsidRPr="00616368">
              <w:rPr>
                <w:rFonts w:ascii="Corbel" w:hAnsi="Corbel"/>
              </w:rPr>
              <w:t xml:space="preserve">Decreto n. </w:t>
            </w:r>
          </w:p>
        </w:tc>
        <w:tc>
          <w:tcPr>
            <w:tcW w:w="102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center"/>
              <w:rPr>
                <w:rFonts w:ascii="Corbel" w:hAnsi="Corbel"/>
              </w:rPr>
            </w:pPr>
            <w:r w:rsidRPr="00616368">
              <w:rPr>
                <w:rFonts w:ascii="Corbel" w:hAnsi="Corbel"/>
              </w:rPr>
              <w:t>57/21</w:t>
            </w:r>
          </w:p>
        </w:tc>
        <w:tc>
          <w:tcPr>
            <w:tcW w:w="6636"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Approvazione atti Bando di selezione pubblica per l’assegnazione di premi di Laurea Magistrale alle migliori tesi che utilizzano i dati del Sistema Conti Pubblici Territoriali (CPT)</w:t>
            </w:r>
          </w:p>
        </w:tc>
      </w:tr>
      <w:bookmarkEnd w:id="2"/>
      <w:bookmarkEnd w:id="3"/>
    </w:tbl>
    <w:p w:rsidR="00616368" w:rsidRPr="00616368" w:rsidRDefault="00616368" w:rsidP="00616368">
      <w:pPr>
        <w:rPr>
          <w:rFonts w:ascii="Corbel" w:hAnsi="Corbel"/>
        </w:rPr>
      </w:pPr>
    </w:p>
    <w:p w:rsidR="00616368" w:rsidRPr="00616368" w:rsidRDefault="00616368" w:rsidP="00616368">
      <w:pPr>
        <w:ind w:right="140"/>
        <w:jc w:val="both"/>
        <w:rPr>
          <w:rFonts w:ascii="Corbel" w:hAnsi="Corbel"/>
        </w:rPr>
      </w:pPr>
      <w:r w:rsidRPr="00616368">
        <w:rPr>
          <w:rFonts w:ascii="Corbel" w:hAnsi="Corbel"/>
        </w:rPr>
        <w:t xml:space="preserve">I suindicati decreti, emessi dal Direttore per motivi di necessità e di urgenza, vengono approvati all’unanimità. </w:t>
      </w:r>
    </w:p>
    <w:p w:rsidR="00616368" w:rsidRPr="00616368" w:rsidRDefault="00616368" w:rsidP="00616368">
      <w:pPr>
        <w:ind w:right="140"/>
      </w:pPr>
    </w:p>
    <w:p w:rsidR="00616368" w:rsidRPr="00616368" w:rsidRDefault="00616368" w:rsidP="00616368">
      <w:pPr>
        <w:ind w:right="140"/>
        <w:rPr>
          <w:rFonts w:ascii="Corbel" w:hAnsi="Corbel"/>
        </w:rPr>
      </w:pPr>
      <w:r w:rsidRPr="00616368">
        <w:rPr>
          <w:rFonts w:ascii="Corbel" w:hAnsi="Corbel"/>
        </w:rPr>
        <w:t>Il Consiglio prende visione, inoltre, dei seguenti decreti emessi dal Segretario Amministrativo per motivi di necessità e di urgenza e riportati in allegato al presente verbale:</w:t>
      </w:r>
    </w:p>
    <w:p w:rsidR="00616368" w:rsidRPr="00616368" w:rsidRDefault="00616368" w:rsidP="00616368">
      <w:pPr>
        <w:ind w:right="424"/>
        <w:rPr>
          <w:rFonts w:ascii="Corbel" w:hAnsi="Corbel"/>
          <w:u w:val="single"/>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1135"/>
        <w:gridCol w:w="6831"/>
      </w:tblGrid>
      <w:tr w:rsidR="00616368" w:rsidRPr="00616368" w:rsidTr="005F3CB9">
        <w:tc>
          <w:tcPr>
            <w:tcW w:w="1419"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Decreto n.</w:t>
            </w:r>
          </w:p>
        </w:tc>
        <w:tc>
          <w:tcPr>
            <w:tcW w:w="113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20/21</w:t>
            </w:r>
          </w:p>
        </w:tc>
        <w:tc>
          <w:tcPr>
            <w:tcW w:w="6831"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Proposta di assegnazione risorse al Budget Investimenti</w:t>
            </w:r>
          </w:p>
        </w:tc>
      </w:tr>
      <w:tr w:rsidR="00616368" w:rsidRPr="00616368" w:rsidTr="005F3CB9">
        <w:tc>
          <w:tcPr>
            <w:tcW w:w="1419"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bookmarkStart w:id="5" w:name="_Hlk83736022"/>
            <w:r w:rsidRPr="00616368">
              <w:rPr>
                <w:rFonts w:ascii="Corbel" w:hAnsi="Corbel"/>
              </w:rPr>
              <w:lastRenderedPageBreak/>
              <w:t>Decreto n.</w:t>
            </w:r>
          </w:p>
        </w:tc>
        <w:tc>
          <w:tcPr>
            <w:tcW w:w="113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21/21</w:t>
            </w:r>
          </w:p>
        </w:tc>
        <w:tc>
          <w:tcPr>
            <w:tcW w:w="6831"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 xml:space="preserve">Maggiori entrate per trasferimento interno per attribuzione del titolo </w:t>
            </w:r>
            <w:proofErr w:type="spellStart"/>
            <w:r w:rsidRPr="00616368">
              <w:rPr>
                <w:rFonts w:ascii="Corbel" w:hAnsi="Corbel"/>
              </w:rPr>
              <w:t>visiting</w:t>
            </w:r>
            <w:proofErr w:type="spellEnd"/>
            <w:r w:rsidRPr="00616368">
              <w:rPr>
                <w:rFonts w:ascii="Corbel" w:hAnsi="Corbel"/>
              </w:rPr>
              <w:t xml:space="preserve"> professor e </w:t>
            </w:r>
            <w:proofErr w:type="spellStart"/>
            <w:r w:rsidRPr="00616368">
              <w:rPr>
                <w:rFonts w:ascii="Corbel" w:hAnsi="Corbel"/>
              </w:rPr>
              <w:t>visiting</w:t>
            </w:r>
            <w:proofErr w:type="spellEnd"/>
            <w:r w:rsidRPr="00616368">
              <w:rPr>
                <w:rFonts w:ascii="Corbel" w:hAnsi="Corbel"/>
              </w:rPr>
              <w:t xml:space="preserve"> </w:t>
            </w:r>
            <w:proofErr w:type="spellStart"/>
            <w:r w:rsidRPr="00616368">
              <w:rPr>
                <w:rFonts w:ascii="Corbel" w:hAnsi="Corbel"/>
              </w:rPr>
              <w:t>researcher</w:t>
            </w:r>
            <w:proofErr w:type="spellEnd"/>
            <w:r w:rsidRPr="00616368">
              <w:rPr>
                <w:rFonts w:ascii="Corbel" w:hAnsi="Corbel"/>
              </w:rPr>
              <w:t xml:space="preserve"> – Rif. CDA del 29/09/2021</w:t>
            </w:r>
          </w:p>
        </w:tc>
      </w:tr>
      <w:bookmarkEnd w:id="5"/>
      <w:tr w:rsidR="00616368" w:rsidRPr="00616368" w:rsidTr="005F3CB9">
        <w:tc>
          <w:tcPr>
            <w:tcW w:w="1419"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Decreto n.</w:t>
            </w:r>
          </w:p>
        </w:tc>
        <w:tc>
          <w:tcPr>
            <w:tcW w:w="113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22/21</w:t>
            </w:r>
          </w:p>
        </w:tc>
        <w:tc>
          <w:tcPr>
            <w:tcW w:w="6831"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Proposta di assegnazione risorse al Budget Investimenti</w:t>
            </w:r>
          </w:p>
        </w:tc>
      </w:tr>
      <w:tr w:rsidR="00616368" w:rsidRPr="00616368" w:rsidTr="005F3CB9">
        <w:tc>
          <w:tcPr>
            <w:tcW w:w="1419"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Decreto n.</w:t>
            </w:r>
          </w:p>
        </w:tc>
        <w:tc>
          <w:tcPr>
            <w:tcW w:w="113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23/21</w:t>
            </w:r>
          </w:p>
        </w:tc>
        <w:tc>
          <w:tcPr>
            <w:tcW w:w="6831"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Proposta di assegnazione risorse al Budget Investimenti</w:t>
            </w:r>
          </w:p>
        </w:tc>
      </w:tr>
      <w:tr w:rsidR="00616368" w:rsidRPr="00616368" w:rsidTr="005F3CB9">
        <w:tc>
          <w:tcPr>
            <w:tcW w:w="1419"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bookmarkStart w:id="6" w:name="_Hlk88749404"/>
            <w:bookmarkStart w:id="7" w:name="_Hlk83736034"/>
            <w:r w:rsidRPr="00616368">
              <w:rPr>
                <w:rFonts w:ascii="Corbel" w:hAnsi="Corbel"/>
              </w:rPr>
              <w:t>Decreto n.</w:t>
            </w:r>
          </w:p>
        </w:tc>
        <w:tc>
          <w:tcPr>
            <w:tcW w:w="113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24/21</w:t>
            </w:r>
          </w:p>
        </w:tc>
        <w:tc>
          <w:tcPr>
            <w:tcW w:w="6831"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 xml:space="preserve">Maggiori entrate per Accordo di Collaborazione ex art. 15 della L. 241/90 e </w:t>
            </w:r>
            <w:proofErr w:type="spellStart"/>
            <w:r w:rsidRPr="00616368">
              <w:rPr>
                <w:rFonts w:ascii="Corbel" w:hAnsi="Corbel"/>
              </w:rPr>
              <w:t>ss.mm.ii</w:t>
            </w:r>
            <w:proofErr w:type="spellEnd"/>
            <w:r w:rsidRPr="00616368">
              <w:rPr>
                <w:rFonts w:ascii="Corbel" w:hAnsi="Corbel"/>
              </w:rPr>
              <w:t>. tra Consigliera di Parità – Regione Umbria e Dipartimento di Economia dell’Università degli Studi di Perugia per la progettazione di azioni e la realizzazione di attività seminariali e di disseminazione sulle tematiche della parità di genere e della conciliazione famiglia-lavoro – Resp. Prof. Cristiano Perugini</w:t>
            </w:r>
          </w:p>
        </w:tc>
      </w:tr>
      <w:bookmarkEnd w:id="6"/>
      <w:tr w:rsidR="00616368" w:rsidRPr="00616368" w:rsidTr="005F3CB9">
        <w:tc>
          <w:tcPr>
            <w:tcW w:w="1419"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Decreto n.</w:t>
            </w:r>
          </w:p>
        </w:tc>
        <w:tc>
          <w:tcPr>
            <w:tcW w:w="1135"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rPr>
                <w:rFonts w:ascii="Corbel" w:hAnsi="Corbel"/>
              </w:rPr>
            </w:pPr>
            <w:r w:rsidRPr="00616368">
              <w:rPr>
                <w:rFonts w:ascii="Corbel" w:hAnsi="Corbel"/>
              </w:rPr>
              <w:t>25/21</w:t>
            </w:r>
          </w:p>
        </w:tc>
        <w:tc>
          <w:tcPr>
            <w:tcW w:w="6831" w:type="dxa"/>
            <w:tcBorders>
              <w:top w:val="single" w:sz="4" w:space="0" w:color="auto"/>
              <w:left w:val="single" w:sz="4" w:space="0" w:color="auto"/>
              <w:bottom w:val="single" w:sz="4" w:space="0" w:color="auto"/>
              <w:right w:val="single" w:sz="4" w:space="0" w:color="auto"/>
            </w:tcBorders>
            <w:hideMark/>
          </w:tcPr>
          <w:p w:rsidR="00616368" w:rsidRPr="00616368" w:rsidRDefault="00616368" w:rsidP="00616368">
            <w:pPr>
              <w:jc w:val="both"/>
              <w:rPr>
                <w:rFonts w:ascii="Corbel" w:hAnsi="Corbel"/>
              </w:rPr>
            </w:pPr>
            <w:r w:rsidRPr="00616368">
              <w:rPr>
                <w:rFonts w:ascii="Corbel" w:hAnsi="Corbel"/>
              </w:rPr>
              <w:t>Maggiori entrate per Convenzione tra Dipartimento di Economia dell’Università degli Studi di Perugia e TREE SRL TECNOLOGIE PER LA RIDUZIONE DELLE EMISSIONI ENGINEERING – Resp. Prof. Francesco Rizzi</w:t>
            </w:r>
          </w:p>
        </w:tc>
      </w:tr>
      <w:bookmarkEnd w:id="7"/>
    </w:tbl>
    <w:p w:rsidR="00616368" w:rsidRPr="00616368" w:rsidRDefault="00616368" w:rsidP="00616368">
      <w:pPr>
        <w:ind w:right="424"/>
        <w:rPr>
          <w:rFonts w:ascii="Corbel" w:hAnsi="Corbel"/>
        </w:rPr>
      </w:pPr>
    </w:p>
    <w:p w:rsidR="00616368" w:rsidRDefault="00616368" w:rsidP="00616368">
      <w:pPr>
        <w:ind w:right="424"/>
        <w:jc w:val="both"/>
        <w:outlineLvl w:val="0"/>
        <w:rPr>
          <w:rFonts w:ascii="Corbel" w:hAnsi="Corbel"/>
        </w:rPr>
      </w:pPr>
      <w:r w:rsidRPr="00616368">
        <w:rPr>
          <w:rFonts w:ascii="Corbel" w:hAnsi="Corbel"/>
        </w:rPr>
        <w:t>I suindicati decreti, emessi dal Segretario Amministrativo per motivi di necessità e di urgenza, vengono approvati all’unanimità.</w:t>
      </w:r>
    </w:p>
    <w:p w:rsidR="00616368" w:rsidRDefault="00616368" w:rsidP="00EF1975">
      <w:pPr>
        <w:ind w:right="424"/>
        <w:jc w:val="both"/>
        <w:outlineLvl w:val="0"/>
        <w:rPr>
          <w:rFonts w:ascii="Corbel" w:hAnsi="Corbel"/>
        </w:rPr>
      </w:pPr>
    </w:p>
    <w:p w:rsidR="00616368" w:rsidRDefault="00616368" w:rsidP="00EF1975">
      <w:pPr>
        <w:ind w:right="424"/>
        <w:jc w:val="both"/>
        <w:outlineLvl w:val="0"/>
        <w:rPr>
          <w:rFonts w:ascii="Corbel" w:hAnsi="Corbel"/>
        </w:rPr>
      </w:pPr>
    </w:p>
    <w:p w:rsidR="00EF1975" w:rsidRDefault="00EF1975">
      <w:pPr>
        <w:rPr>
          <w:rFonts w:ascii="Corbel" w:hAnsi="Corbel"/>
        </w:rPr>
      </w:pPr>
      <w:r>
        <w:rPr>
          <w:rFonts w:ascii="Corbel" w:hAnsi="Corbel"/>
        </w:rPr>
        <w:br w:type="page"/>
      </w:r>
    </w:p>
    <w:p w:rsidR="0041409E" w:rsidRDefault="0041409E">
      <w:pPr>
        <w:rPr>
          <w:rFonts w:ascii="Corbel" w:hAnsi="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490"/>
        <w:gridCol w:w="1199"/>
        <w:gridCol w:w="4766"/>
      </w:tblGrid>
      <w:tr w:rsidR="00EF1975" w:rsidRPr="00006934" w:rsidTr="005F3CB9">
        <w:tc>
          <w:tcPr>
            <w:tcW w:w="2889" w:type="dxa"/>
          </w:tcPr>
          <w:p w:rsidR="00EF1975" w:rsidRPr="00006934" w:rsidRDefault="00EF1975" w:rsidP="005F3CB9">
            <w:pPr>
              <w:pStyle w:val="Intestazione"/>
              <w:rPr>
                <w:rFonts w:ascii="Corbel" w:hAnsi="Corbel"/>
                <w:szCs w:val="24"/>
              </w:rPr>
            </w:pPr>
            <w:r w:rsidRPr="00006934">
              <w:rPr>
                <w:rFonts w:ascii="Corbel" w:hAnsi="Corbel"/>
                <w:szCs w:val="24"/>
              </w:rPr>
              <w:br w:type="page"/>
            </w:r>
            <w:r w:rsidRPr="00006934">
              <w:rPr>
                <w:rFonts w:ascii="Corbel" w:hAnsi="Corbel"/>
                <w:szCs w:val="24"/>
              </w:rPr>
              <w:br w:type="page"/>
            </w:r>
            <w:r w:rsidRPr="00006934">
              <w:rPr>
                <w:rFonts w:ascii="Corbel" w:hAnsi="Corbel"/>
                <w:szCs w:val="24"/>
              </w:rPr>
              <w:br w:type="page"/>
              <w:t>ORDINE DEL GIORNO N.</w:t>
            </w:r>
          </w:p>
        </w:tc>
        <w:tc>
          <w:tcPr>
            <w:tcW w:w="490" w:type="dxa"/>
          </w:tcPr>
          <w:p w:rsidR="00EF1975" w:rsidRPr="00006934" w:rsidRDefault="00EF1975" w:rsidP="005F3CB9">
            <w:pPr>
              <w:pStyle w:val="Intestazione"/>
              <w:rPr>
                <w:rFonts w:ascii="Corbel" w:hAnsi="Corbel"/>
                <w:szCs w:val="24"/>
              </w:rPr>
            </w:pPr>
            <w:r>
              <w:rPr>
                <w:rFonts w:ascii="Corbel" w:hAnsi="Corbel"/>
                <w:szCs w:val="24"/>
              </w:rPr>
              <w:t>4</w:t>
            </w:r>
          </w:p>
        </w:tc>
        <w:tc>
          <w:tcPr>
            <w:tcW w:w="1199" w:type="dxa"/>
          </w:tcPr>
          <w:p w:rsidR="00EF1975" w:rsidRPr="00006934" w:rsidRDefault="00EF1975" w:rsidP="005F3CB9">
            <w:pPr>
              <w:pStyle w:val="Intestazione"/>
              <w:rPr>
                <w:rFonts w:ascii="Corbel" w:hAnsi="Corbel"/>
                <w:szCs w:val="24"/>
              </w:rPr>
            </w:pPr>
            <w:r w:rsidRPr="00006934">
              <w:rPr>
                <w:rFonts w:ascii="Corbel" w:hAnsi="Corbel"/>
                <w:szCs w:val="24"/>
              </w:rPr>
              <w:t>Oggetto:</w:t>
            </w:r>
          </w:p>
        </w:tc>
        <w:tc>
          <w:tcPr>
            <w:tcW w:w="4766" w:type="dxa"/>
            <w:vAlign w:val="center"/>
          </w:tcPr>
          <w:p w:rsidR="00EF1975" w:rsidRPr="00006934" w:rsidRDefault="00E95ABE" w:rsidP="005F3CB9">
            <w:pPr>
              <w:jc w:val="both"/>
              <w:rPr>
                <w:rFonts w:ascii="Corbel" w:hAnsi="Corbel"/>
              </w:rPr>
            </w:pPr>
            <w:r w:rsidRPr="00284505">
              <w:rPr>
                <w:rFonts w:ascii="Work Sans" w:hAnsi="Work Sans"/>
                <w:sz w:val="22"/>
                <w:szCs w:val="22"/>
                <w:lang w:eastAsia="en-US"/>
              </w:rPr>
              <w:t xml:space="preserve">Dottorato in Economia, </w:t>
            </w:r>
            <w:bookmarkStart w:id="8" w:name="_Hlk89416802"/>
            <w:r w:rsidRPr="00284505">
              <w:rPr>
                <w:rFonts w:ascii="Work Sans" w:hAnsi="Work Sans"/>
                <w:sz w:val="22"/>
                <w:szCs w:val="22"/>
                <w:lang w:eastAsia="en-US"/>
              </w:rPr>
              <w:t>Istituzioni, Imprese e Metodi Quantitativi:</w:t>
            </w:r>
            <w:bookmarkEnd w:id="8"/>
            <w:r w:rsidRPr="00284505">
              <w:rPr>
                <w:rFonts w:ascii="Work Sans" w:hAnsi="Work Sans"/>
                <w:sz w:val="22"/>
                <w:szCs w:val="22"/>
                <w:lang w:eastAsia="en-US"/>
              </w:rPr>
              <w:t xml:space="preserve"> designazione Coordinatore triennio 2021-2024</w:t>
            </w:r>
          </w:p>
        </w:tc>
      </w:tr>
    </w:tbl>
    <w:p w:rsidR="00EF1975" w:rsidRDefault="00EF1975" w:rsidP="00EF1975">
      <w:pPr>
        <w:ind w:right="424"/>
        <w:jc w:val="both"/>
        <w:outlineLvl w:val="0"/>
        <w:rPr>
          <w:rFonts w:ascii="Corbel" w:hAnsi="Corbel"/>
        </w:rPr>
      </w:pPr>
    </w:p>
    <w:p w:rsidR="00B12215" w:rsidRPr="00303D25" w:rsidRDefault="00B12215" w:rsidP="00B12215">
      <w:pPr>
        <w:jc w:val="both"/>
        <w:rPr>
          <w:rFonts w:ascii="Corbel" w:hAnsi="Corbel"/>
        </w:rPr>
      </w:pPr>
      <w:r w:rsidRPr="00303D25">
        <w:rPr>
          <w:rFonts w:ascii="Corbel" w:hAnsi="Corbel"/>
        </w:rPr>
        <w:t>Il Direttore comunica che il Prof. Francesco Rizzi, Coordinatore del Dottorato di ricerca in Economia,</w:t>
      </w:r>
      <w:r w:rsidR="006C3AAE" w:rsidRPr="00303D25">
        <w:rPr>
          <w:rFonts w:ascii="Corbel" w:hAnsi="Corbel"/>
        </w:rPr>
        <w:t xml:space="preserve"> </w:t>
      </w:r>
      <w:r w:rsidRPr="00303D25">
        <w:rPr>
          <w:rFonts w:ascii="Corbel" w:hAnsi="Corbel"/>
        </w:rPr>
        <w:t>Istituzioni, Imprese e Metodi Quantitativi, in accordo ai principi di rotazione e alternanza tra aree,</w:t>
      </w:r>
      <w:r w:rsidR="006C3AAE" w:rsidRPr="00303D25">
        <w:rPr>
          <w:rFonts w:ascii="Corbel" w:hAnsi="Corbel"/>
        </w:rPr>
        <w:t xml:space="preserve"> </w:t>
      </w:r>
      <w:r w:rsidRPr="00303D25">
        <w:rPr>
          <w:rFonts w:ascii="Corbel" w:hAnsi="Corbel"/>
          <w:color w:val="000000"/>
        </w:rPr>
        <w:t>ha comunicato</w:t>
      </w:r>
      <w:r w:rsidR="006C3AAE" w:rsidRPr="00303D25">
        <w:rPr>
          <w:rFonts w:ascii="Corbel" w:hAnsi="Corbel"/>
        </w:rPr>
        <w:t xml:space="preserve"> </w:t>
      </w:r>
      <w:r w:rsidRPr="00303D25">
        <w:rPr>
          <w:rFonts w:ascii="Corbel" w:hAnsi="Corbel"/>
        </w:rPr>
        <w:t xml:space="preserve">la decisione di non rinnovare la disponibilità per un secondo triennio. Il Collegio docenti, in data 9 novembre 2021, espletate le dovute verifiche, ha designato la Prof.ssa Gianna </w:t>
      </w:r>
      <w:proofErr w:type="spellStart"/>
      <w:r w:rsidRPr="00303D25">
        <w:rPr>
          <w:rFonts w:ascii="Corbel" w:hAnsi="Corbel"/>
        </w:rPr>
        <w:t>Figà</w:t>
      </w:r>
      <w:proofErr w:type="spellEnd"/>
      <w:r w:rsidR="006C3AAE" w:rsidRPr="00303D25">
        <w:rPr>
          <w:rFonts w:ascii="Corbel" w:hAnsi="Corbel"/>
        </w:rPr>
        <w:t xml:space="preserve"> </w:t>
      </w:r>
      <w:proofErr w:type="spellStart"/>
      <w:r w:rsidRPr="00303D25">
        <w:rPr>
          <w:rFonts w:ascii="Corbel" w:hAnsi="Corbel"/>
        </w:rPr>
        <w:t>Talamanca</w:t>
      </w:r>
      <w:proofErr w:type="spellEnd"/>
      <w:r w:rsidRPr="00303D25">
        <w:rPr>
          <w:rFonts w:ascii="Corbel" w:hAnsi="Corbel"/>
        </w:rPr>
        <w:t xml:space="preserve"> quale Coordinatore ai sensi dell’art. 13 del Regolamento, in base al quale “il Coordinatore è un professore ordinario a tempo pieno ovvero, in</w:t>
      </w:r>
      <w:r w:rsidR="00AA57E2" w:rsidRPr="00303D25">
        <w:rPr>
          <w:rFonts w:ascii="Corbel" w:hAnsi="Corbel"/>
        </w:rPr>
        <w:t xml:space="preserve"> </w:t>
      </w:r>
      <w:r w:rsidRPr="00303D25">
        <w:rPr>
          <w:rFonts w:ascii="Corbel" w:hAnsi="Corbel"/>
        </w:rPr>
        <w:t>mancanza, un professore associato a tempo pieno membro del Collegio dei Docenti”.</w:t>
      </w:r>
    </w:p>
    <w:p w:rsidR="006C3AAE" w:rsidRPr="00303D25" w:rsidRDefault="00B12215" w:rsidP="00B12215">
      <w:pPr>
        <w:jc w:val="both"/>
        <w:rPr>
          <w:rFonts w:ascii="Corbel" w:hAnsi="Corbel"/>
        </w:rPr>
      </w:pPr>
      <w:r w:rsidRPr="00303D25">
        <w:rPr>
          <w:rFonts w:ascii="Corbel" w:hAnsi="Corbel"/>
        </w:rPr>
        <w:t>Il Consiglio ratifica la designazione del Coordinatore del Dottorato di ricerca in Economia</w:t>
      </w:r>
      <w:r w:rsidR="006C3AAE" w:rsidRPr="00303D25">
        <w:rPr>
          <w:rFonts w:ascii="Corbel" w:hAnsi="Corbel"/>
        </w:rPr>
        <w:t xml:space="preserve"> </w:t>
      </w:r>
      <w:r w:rsidRPr="00303D25">
        <w:rPr>
          <w:rFonts w:ascii="Corbel" w:hAnsi="Corbel"/>
        </w:rPr>
        <w:t>Istituzioni, Imprese e Metodi Quantitativi</w:t>
      </w:r>
      <w:r w:rsidR="006C3AAE" w:rsidRPr="00303D25">
        <w:rPr>
          <w:rFonts w:ascii="Corbel" w:hAnsi="Corbel"/>
        </w:rPr>
        <w:t xml:space="preserve"> </w:t>
      </w:r>
      <w:r w:rsidRPr="00303D25">
        <w:rPr>
          <w:rFonts w:ascii="Corbel" w:hAnsi="Corbel"/>
        </w:rPr>
        <w:t>nella persona della Prof.ssa Gianna</w:t>
      </w:r>
      <w:r w:rsidR="006C3AAE" w:rsidRPr="00303D25">
        <w:rPr>
          <w:rFonts w:ascii="Corbel" w:hAnsi="Corbel"/>
        </w:rPr>
        <w:t xml:space="preserve"> </w:t>
      </w:r>
      <w:proofErr w:type="spellStart"/>
      <w:r w:rsidRPr="00303D25">
        <w:rPr>
          <w:rFonts w:ascii="Corbel" w:hAnsi="Corbel"/>
        </w:rPr>
        <w:t>Figà</w:t>
      </w:r>
      <w:proofErr w:type="spellEnd"/>
      <w:r w:rsidRPr="00303D25">
        <w:rPr>
          <w:rFonts w:ascii="Corbel" w:hAnsi="Corbel"/>
        </w:rPr>
        <w:t xml:space="preserve"> </w:t>
      </w:r>
      <w:proofErr w:type="spellStart"/>
      <w:r w:rsidRPr="00303D25">
        <w:rPr>
          <w:rFonts w:ascii="Corbel" w:hAnsi="Corbel"/>
        </w:rPr>
        <w:t>Talamanca</w:t>
      </w:r>
      <w:proofErr w:type="spellEnd"/>
      <w:r w:rsidRPr="00303D25">
        <w:rPr>
          <w:rFonts w:ascii="Corbel" w:hAnsi="Corbel"/>
        </w:rPr>
        <w:t>, Professore associato per il SSD SECS-S/06.</w:t>
      </w:r>
    </w:p>
    <w:p w:rsidR="00B12215" w:rsidRPr="00303D25" w:rsidRDefault="00B12215" w:rsidP="00B12215">
      <w:pPr>
        <w:jc w:val="both"/>
        <w:rPr>
          <w:rFonts w:ascii="Corbel" w:hAnsi="Corbel"/>
        </w:rPr>
      </w:pPr>
      <w:r w:rsidRPr="00303D25">
        <w:rPr>
          <w:rFonts w:ascii="Corbel" w:hAnsi="Corbel"/>
        </w:rPr>
        <w:t>La verbalizzazione della presente delibera è approvata seduta stante.</w:t>
      </w:r>
    </w:p>
    <w:p w:rsidR="00302063" w:rsidRPr="00B12215" w:rsidRDefault="00302063" w:rsidP="00B12215">
      <w:pPr>
        <w:ind w:right="424"/>
        <w:jc w:val="both"/>
        <w:outlineLvl w:val="0"/>
        <w:rPr>
          <w:rFonts w:ascii="Work Sans" w:hAnsi="Work Sans"/>
          <w:sz w:val="22"/>
          <w:szCs w:val="22"/>
        </w:rPr>
      </w:pPr>
    </w:p>
    <w:p w:rsidR="00302063" w:rsidRDefault="00302063" w:rsidP="00EF1975">
      <w:pPr>
        <w:ind w:right="424"/>
        <w:jc w:val="both"/>
        <w:outlineLvl w:val="0"/>
        <w:rPr>
          <w:rFonts w:ascii="Corbel" w:hAnsi="Corbel"/>
        </w:rPr>
      </w:pPr>
    </w:p>
    <w:p w:rsidR="00302063" w:rsidRDefault="00302063" w:rsidP="00EF1975">
      <w:pPr>
        <w:ind w:right="424"/>
        <w:jc w:val="both"/>
        <w:outlineLvl w:val="0"/>
        <w:rPr>
          <w:rFonts w:ascii="Corbel" w:hAnsi="Corbel"/>
        </w:rPr>
      </w:pPr>
    </w:p>
    <w:p w:rsidR="00EF1975" w:rsidRDefault="00EF1975">
      <w:pPr>
        <w:rPr>
          <w:rFonts w:ascii="Corbel" w:hAnsi="Corbel"/>
        </w:rPr>
      </w:pPr>
      <w:r>
        <w:rPr>
          <w:rFonts w:ascii="Corbel" w:hAnsi="Corbel"/>
        </w:rPr>
        <w:br w:type="page"/>
      </w:r>
    </w:p>
    <w:p w:rsidR="00EF1975" w:rsidRDefault="00EF1975">
      <w:pPr>
        <w:rPr>
          <w:rFonts w:ascii="Corbel" w:hAnsi="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490"/>
        <w:gridCol w:w="1199"/>
        <w:gridCol w:w="4766"/>
      </w:tblGrid>
      <w:tr w:rsidR="00EF1975" w:rsidRPr="00006934" w:rsidTr="005F3CB9">
        <w:tc>
          <w:tcPr>
            <w:tcW w:w="2889" w:type="dxa"/>
          </w:tcPr>
          <w:p w:rsidR="00EF1975" w:rsidRPr="00006934" w:rsidRDefault="00EF1975" w:rsidP="005F3CB9">
            <w:pPr>
              <w:pStyle w:val="Intestazione"/>
              <w:rPr>
                <w:rFonts w:ascii="Corbel" w:hAnsi="Corbel"/>
                <w:szCs w:val="24"/>
              </w:rPr>
            </w:pPr>
            <w:r w:rsidRPr="00006934">
              <w:rPr>
                <w:rFonts w:ascii="Corbel" w:hAnsi="Corbel"/>
                <w:szCs w:val="24"/>
              </w:rPr>
              <w:br w:type="page"/>
            </w:r>
            <w:r w:rsidRPr="00006934">
              <w:rPr>
                <w:rFonts w:ascii="Corbel" w:hAnsi="Corbel"/>
                <w:szCs w:val="24"/>
              </w:rPr>
              <w:br w:type="page"/>
            </w:r>
            <w:r w:rsidRPr="00006934">
              <w:rPr>
                <w:rFonts w:ascii="Corbel" w:hAnsi="Corbel"/>
                <w:szCs w:val="24"/>
              </w:rPr>
              <w:br w:type="page"/>
              <w:t>ORDINE DEL GIORNO N.</w:t>
            </w:r>
          </w:p>
        </w:tc>
        <w:tc>
          <w:tcPr>
            <w:tcW w:w="490" w:type="dxa"/>
          </w:tcPr>
          <w:p w:rsidR="00EF1975" w:rsidRPr="00006934" w:rsidRDefault="00EF1975" w:rsidP="005F3CB9">
            <w:pPr>
              <w:pStyle w:val="Intestazione"/>
              <w:rPr>
                <w:rFonts w:ascii="Corbel" w:hAnsi="Corbel"/>
                <w:szCs w:val="24"/>
              </w:rPr>
            </w:pPr>
            <w:r>
              <w:rPr>
                <w:rFonts w:ascii="Corbel" w:hAnsi="Corbel"/>
                <w:szCs w:val="24"/>
              </w:rPr>
              <w:t>5</w:t>
            </w:r>
          </w:p>
        </w:tc>
        <w:tc>
          <w:tcPr>
            <w:tcW w:w="1199" w:type="dxa"/>
          </w:tcPr>
          <w:p w:rsidR="00EF1975" w:rsidRPr="00006934" w:rsidRDefault="00EF1975" w:rsidP="005F3CB9">
            <w:pPr>
              <w:pStyle w:val="Intestazione"/>
              <w:rPr>
                <w:rFonts w:ascii="Corbel" w:hAnsi="Corbel"/>
                <w:szCs w:val="24"/>
              </w:rPr>
            </w:pPr>
            <w:r w:rsidRPr="00006934">
              <w:rPr>
                <w:rFonts w:ascii="Corbel" w:hAnsi="Corbel"/>
                <w:szCs w:val="24"/>
              </w:rPr>
              <w:t>Oggetto:</w:t>
            </w:r>
          </w:p>
        </w:tc>
        <w:tc>
          <w:tcPr>
            <w:tcW w:w="4766" w:type="dxa"/>
            <w:vAlign w:val="center"/>
          </w:tcPr>
          <w:p w:rsidR="00EF1975" w:rsidRPr="00006934" w:rsidRDefault="00D35D63" w:rsidP="005F3CB9">
            <w:pPr>
              <w:jc w:val="both"/>
              <w:rPr>
                <w:rFonts w:ascii="Corbel" w:hAnsi="Corbel"/>
              </w:rPr>
            </w:pPr>
            <w:r w:rsidRPr="00284505">
              <w:rPr>
                <w:rFonts w:ascii="Work Sans" w:hAnsi="Work Sans"/>
                <w:sz w:val="22"/>
                <w:szCs w:val="22"/>
              </w:rPr>
              <w:t xml:space="preserve">Rapporto di Riesame Ciclico e </w:t>
            </w:r>
            <w:bookmarkStart w:id="9" w:name="_Hlk95119647"/>
            <w:r w:rsidRPr="00284505">
              <w:rPr>
                <w:rFonts w:ascii="Work Sans" w:hAnsi="Work Sans"/>
                <w:sz w:val="22"/>
                <w:szCs w:val="22"/>
                <w:lang w:eastAsia="en-US"/>
              </w:rPr>
              <w:t>scheda di monitoraggio annuale del Corso di laurea magistrale in Amministrazione Aziendale</w:t>
            </w:r>
            <w:bookmarkEnd w:id="9"/>
            <w:r w:rsidRPr="00284505">
              <w:rPr>
                <w:rFonts w:ascii="Work Sans" w:hAnsi="Work Sans"/>
                <w:sz w:val="22"/>
                <w:szCs w:val="22"/>
                <w:lang w:eastAsia="en-US"/>
              </w:rPr>
              <w:t>:</w:t>
            </w:r>
            <w:r w:rsidRPr="00284505">
              <w:rPr>
                <w:rFonts w:ascii="Work Sans" w:hAnsi="Work Sans"/>
                <w:sz w:val="22"/>
                <w:szCs w:val="22"/>
              </w:rPr>
              <w:t xml:space="preserve"> approvazione</w:t>
            </w:r>
            <w:r>
              <w:rPr>
                <w:rFonts w:ascii="Work Sans" w:hAnsi="Work Sans"/>
                <w:sz w:val="22"/>
                <w:szCs w:val="22"/>
              </w:rPr>
              <w:t>.</w:t>
            </w:r>
          </w:p>
        </w:tc>
      </w:tr>
    </w:tbl>
    <w:p w:rsidR="00057FB0" w:rsidRDefault="00057FB0" w:rsidP="00057FB0">
      <w:pPr>
        <w:ind w:right="424"/>
        <w:jc w:val="both"/>
        <w:outlineLvl w:val="0"/>
        <w:rPr>
          <w:rFonts w:ascii="Corbel" w:hAnsi="Corbel"/>
        </w:rPr>
      </w:pPr>
    </w:p>
    <w:p w:rsidR="00EB7E43" w:rsidRPr="00303D25" w:rsidRDefault="00EB7E43" w:rsidP="00EB7E43">
      <w:pPr>
        <w:jc w:val="both"/>
        <w:rPr>
          <w:rFonts w:ascii="Corbel" w:hAnsi="Corbel"/>
        </w:rPr>
      </w:pPr>
      <w:r w:rsidRPr="00303D25">
        <w:rPr>
          <w:rFonts w:ascii="Corbel" w:hAnsi="Corbel"/>
        </w:rPr>
        <w:t xml:space="preserve">Il Direttore invita il Consiglio ad approvare il Rapporto di Riesame Ciclico </w:t>
      </w:r>
      <w:r w:rsidR="00992A02" w:rsidRPr="00303D25">
        <w:rPr>
          <w:rFonts w:ascii="Corbel" w:hAnsi="Corbel"/>
        </w:rPr>
        <w:t>e S</w:t>
      </w:r>
      <w:r w:rsidRPr="00303D25">
        <w:rPr>
          <w:rFonts w:ascii="Corbel" w:hAnsi="Corbel"/>
          <w:lang w:eastAsia="en-US"/>
        </w:rPr>
        <w:t>cheda di monitoraggio annuale del Corso di laurea magistrale in Amministrazione Aziendale</w:t>
      </w:r>
      <w:r w:rsidRPr="00303D25">
        <w:rPr>
          <w:rFonts w:ascii="Corbel" w:hAnsi="Corbel"/>
        </w:rPr>
        <w:t xml:space="preserve"> già deliberat</w:t>
      </w:r>
      <w:r w:rsidR="003E6DD8" w:rsidRPr="00303D25">
        <w:rPr>
          <w:rFonts w:ascii="Corbel" w:hAnsi="Corbel"/>
        </w:rPr>
        <w:t>a</w:t>
      </w:r>
      <w:r w:rsidRPr="00303D25">
        <w:rPr>
          <w:rFonts w:ascii="Corbel" w:hAnsi="Corbel"/>
        </w:rPr>
        <w:t xml:space="preserve"> nel Consiglio intercorso in Economia. </w:t>
      </w:r>
    </w:p>
    <w:p w:rsidR="00EB7E43" w:rsidRPr="00303D25" w:rsidRDefault="00EB7E43" w:rsidP="00EB7E43">
      <w:pPr>
        <w:jc w:val="both"/>
        <w:rPr>
          <w:rFonts w:ascii="Corbel" w:hAnsi="Corbel"/>
        </w:rPr>
      </w:pPr>
      <w:r w:rsidRPr="00303D25">
        <w:rPr>
          <w:rFonts w:ascii="Corbel" w:hAnsi="Corbel"/>
        </w:rPr>
        <w:t>Dopo breve discussione il Consiglio approva all’unanimità come da allegato al presente verbale (ALL. A).</w:t>
      </w:r>
    </w:p>
    <w:p w:rsidR="00EB7E43" w:rsidRPr="00303D25" w:rsidRDefault="00EB7E43" w:rsidP="00EB7E43">
      <w:pPr>
        <w:jc w:val="both"/>
        <w:rPr>
          <w:rFonts w:ascii="Corbel" w:hAnsi="Corbel"/>
        </w:rPr>
      </w:pPr>
      <w:r w:rsidRPr="00303D25">
        <w:rPr>
          <w:rFonts w:ascii="Corbel" w:hAnsi="Corbel"/>
        </w:rPr>
        <w:t>La verbalizzazione della presente delibera è approvata seduta stante.</w:t>
      </w:r>
    </w:p>
    <w:p w:rsidR="00057FB0" w:rsidRDefault="00057FB0" w:rsidP="00057FB0">
      <w:pPr>
        <w:ind w:right="424"/>
        <w:jc w:val="both"/>
        <w:outlineLvl w:val="0"/>
        <w:rPr>
          <w:rFonts w:ascii="Corbel" w:hAnsi="Corbel"/>
        </w:rPr>
      </w:pPr>
    </w:p>
    <w:p w:rsidR="00EF1975" w:rsidRDefault="00EF1975" w:rsidP="00EF1975">
      <w:pPr>
        <w:ind w:right="424"/>
        <w:jc w:val="both"/>
        <w:outlineLvl w:val="0"/>
        <w:rPr>
          <w:rFonts w:ascii="Corbel" w:hAnsi="Corbel"/>
        </w:rPr>
      </w:pPr>
    </w:p>
    <w:p w:rsidR="00057FB0" w:rsidRDefault="00057FB0" w:rsidP="00EF1975">
      <w:pPr>
        <w:ind w:right="424"/>
        <w:jc w:val="both"/>
        <w:outlineLvl w:val="0"/>
        <w:rPr>
          <w:rFonts w:ascii="Corbel" w:hAnsi="Corbel"/>
        </w:rPr>
      </w:pPr>
    </w:p>
    <w:p w:rsidR="00FC0E73" w:rsidRDefault="00FC0E73">
      <w:pPr>
        <w:rPr>
          <w:rFonts w:ascii="Corbel" w:hAnsi="Corbel"/>
        </w:rPr>
      </w:pPr>
      <w:r>
        <w:rPr>
          <w:rFonts w:ascii="Corbel" w:hAnsi="Corbe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490"/>
        <w:gridCol w:w="1199"/>
        <w:gridCol w:w="4766"/>
      </w:tblGrid>
      <w:tr w:rsidR="00C40801" w:rsidRPr="005832AA" w:rsidTr="005F3CB9">
        <w:tc>
          <w:tcPr>
            <w:tcW w:w="2889" w:type="dxa"/>
          </w:tcPr>
          <w:p w:rsidR="00C40801" w:rsidRPr="004A6288" w:rsidRDefault="00C40801" w:rsidP="005F3CB9">
            <w:pPr>
              <w:pStyle w:val="Intestazione"/>
              <w:rPr>
                <w:rFonts w:ascii="Corbel" w:hAnsi="Corbel"/>
                <w:szCs w:val="24"/>
              </w:rPr>
            </w:pPr>
            <w:bookmarkStart w:id="10" w:name="_Hlk84949984"/>
            <w:r>
              <w:lastRenderedPageBreak/>
              <w:br w:type="page"/>
            </w:r>
            <w:r w:rsidRPr="004A6288">
              <w:rPr>
                <w:rFonts w:ascii="Corbel" w:hAnsi="Corbel"/>
                <w:szCs w:val="24"/>
              </w:rPr>
              <w:br w:type="page"/>
            </w:r>
            <w:r w:rsidRPr="004A6288">
              <w:rPr>
                <w:rFonts w:ascii="Corbel" w:hAnsi="Corbel"/>
                <w:szCs w:val="24"/>
              </w:rPr>
              <w:br w:type="page"/>
              <w:t>ORDINE DEL GIORNO N.</w:t>
            </w:r>
          </w:p>
        </w:tc>
        <w:tc>
          <w:tcPr>
            <w:tcW w:w="490" w:type="dxa"/>
          </w:tcPr>
          <w:p w:rsidR="00C40801" w:rsidRPr="004A6288" w:rsidRDefault="00C40801" w:rsidP="005F3CB9">
            <w:pPr>
              <w:pStyle w:val="Intestazione"/>
              <w:rPr>
                <w:rFonts w:ascii="Corbel" w:hAnsi="Corbel"/>
                <w:szCs w:val="24"/>
              </w:rPr>
            </w:pPr>
            <w:r>
              <w:rPr>
                <w:rFonts w:ascii="Corbel" w:hAnsi="Corbel"/>
                <w:szCs w:val="24"/>
              </w:rPr>
              <w:t>6</w:t>
            </w:r>
          </w:p>
        </w:tc>
        <w:tc>
          <w:tcPr>
            <w:tcW w:w="1199" w:type="dxa"/>
          </w:tcPr>
          <w:p w:rsidR="00C40801" w:rsidRPr="004A6288" w:rsidRDefault="00C40801" w:rsidP="005F3CB9">
            <w:pPr>
              <w:pStyle w:val="Intestazione"/>
              <w:rPr>
                <w:rFonts w:ascii="Corbel" w:hAnsi="Corbel"/>
                <w:szCs w:val="24"/>
              </w:rPr>
            </w:pPr>
            <w:r w:rsidRPr="004A6288">
              <w:rPr>
                <w:rFonts w:ascii="Corbel" w:hAnsi="Corbel"/>
                <w:szCs w:val="24"/>
              </w:rPr>
              <w:t>Oggetto:</w:t>
            </w:r>
          </w:p>
        </w:tc>
        <w:tc>
          <w:tcPr>
            <w:tcW w:w="4766" w:type="dxa"/>
            <w:vAlign w:val="center"/>
          </w:tcPr>
          <w:p w:rsidR="00C40801" w:rsidRPr="005832AA" w:rsidRDefault="00D50631" w:rsidP="005F3CB9">
            <w:pPr>
              <w:spacing w:after="200" w:line="276" w:lineRule="auto"/>
              <w:contextualSpacing/>
              <w:jc w:val="both"/>
              <w:rPr>
                <w:rFonts w:ascii="Corbel" w:hAnsi="Corbel"/>
              </w:rPr>
            </w:pPr>
            <w:r w:rsidRPr="00284505">
              <w:rPr>
                <w:rFonts w:ascii="Work Sans" w:hAnsi="Work Sans"/>
                <w:sz w:val="22"/>
                <w:szCs w:val="22"/>
                <w:lang w:eastAsia="en-US"/>
              </w:rPr>
              <w:t>Richiesta attivazione assegno di ricerca: determinazioni</w:t>
            </w:r>
            <w:r>
              <w:rPr>
                <w:rFonts w:ascii="Work Sans" w:hAnsi="Work Sans"/>
                <w:sz w:val="22"/>
                <w:szCs w:val="22"/>
                <w:lang w:eastAsia="en-US"/>
              </w:rPr>
              <w:t>.</w:t>
            </w:r>
          </w:p>
        </w:tc>
      </w:tr>
      <w:bookmarkEnd w:id="10"/>
    </w:tbl>
    <w:p w:rsidR="00C40801" w:rsidRDefault="00C40801" w:rsidP="00C40801">
      <w:pPr>
        <w:ind w:right="424"/>
        <w:jc w:val="both"/>
        <w:rPr>
          <w:rFonts w:ascii="Corbel" w:hAnsi="Corbel"/>
        </w:rPr>
      </w:pPr>
    </w:p>
    <w:p w:rsidR="006F51D4" w:rsidRPr="006F51D4" w:rsidRDefault="006F51D4" w:rsidP="006F51D4">
      <w:pPr>
        <w:ind w:right="424"/>
        <w:jc w:val="both"/>
        <w:rPr>
          <w:rFonts w:ascii="Corbel" w:hAnsi="Corbel" w:cs="Arial"/>
          <w:color w:val="222222"/>
          <w:shd w:val="clear" w:color="auto" w:fill="FFFFFF"/>
        </w:rPr>
      </w:pPr>
      <w:r w:rsidRPr="006F51D4">
        <w:rPr>
          <w:rFonts w:ascii="Corbel" w:hAnsi="Corbel" w:cs="Arial"/>
          <w:color w:val="222222"/>
          <w:shd w:val="clear" w:color="auto" w:fill="FFFFFF"/>
        </w:rPr>
        <w:t xml:space="preserve">Il Direttore passa la parola </w:t>
      </w:r>
      <w:bookmarkStart w:id="11" w:name="_Hlk89249380"/>
      <w:r w:rsidRPr="006F51D4">
        <w:rPr>
          <w:rFonts w:ascii="Corbel" w:hAnsi="Corbel" w:cs="Arial"/>
          <w:color w:val="222222"/>
          <w:shd w:val="clear" w:color="auto" w:fill="FFFFFF"/>
        </w:rPr>
        <w:t xml:space="preserve">alla Prof.ssa Elena </w:t>
      </w:r>
      <w:proofErr w:type="spellStart"/>
      <w:r w:rsidRPr="006F51D4">
        <w:rPr>
          <w:rFonts w:ascii="Corbel" w:hAnsi="Corbel" w:cs="Arial"/>
          <w:color w:val="222222"/>
          <w:shd w:val="clear" w:color="auto" w:fill="FFFFFF"/>
        </w:rPr>
        <w:t>Stanghellini</w:t>
      </w:r>
      <w:proofErr w:type="spellEnd"/>
      <w:r w:rsidRPr="006F51D4">
        <w:rPr>
          <w:rFonts w:ascii="Corbel" w:hAnsi="Corbel" w:cs="Arial"/>
          <w:color w:val="222222"/>
          <w:shd w:val="clear" w:color="auto" w:fill="FFFFFF"/>
        </w:rPr>
        <w:t xml:space="preserve"> </w:t>
      </w:r>
      <w:bookmarkEnd w:id="11"/>
      <w:r w:rsidRPr="006F51D4">
        <w:rPr>
          <w:rFonts w:ascii="Corbel" w:hAnsi="Corbel" w:cs="Arial"/>
          <w:color w:val="222222"/>
          <w:shd w:val="clear" w:color="auto" w:fill="FFFFFF"/>
        </w:rPr>
        <w:t>affinché illustri al Consiglio, in qualità di richiedente, la proposta di attivazione di n. 1 Assegno di Ricerca di durata annuale per la realizzazione del progetto di ricerca dal titolo: “Sviluppo e applicazione di un modello statistico integrato per la stima e previsione delle insorgenze delle malattie zootecniche e delle relative conseguenze economiche</w:t>
      </w:r>
      <w:r w:rsidRPr="00303D25">
        <w:rPr>
          <w:rFonts w:ascii="Corbel" w:hAnsi="Corbel" w:cs="Arial"/>
          <w:color w:val="222222"/>
          <w:shd w:val="clear" w:color="auto" w:fill="FFFFFF"/>
        </w:rPr>
        <w:t>”</w:t>
      </w:r>
      <w:r w:rsidRPr="006F51D4">
        <w:rPr>
          <w:rFonts w:ascii="Corbel" w:hAnsi="Corbel" w:cs="Arial"/>
          <w:color w:val="222222"/>
          <w:shd w:val="clear" w:color="auto" w:fill="FFFFFF"/>
        </w:rPr>
        <w:t xml:space="preserve">. </w:t>
      </w:r>
    </w:p>
    <w:p w:rsidR="006F51D4" w:rsidRPr="006F51D4" w:rsidRDefault="006F51D4" w:rsidP="006F51D4">
      <w:pPr>
        <w:ind w:right="424"/>
        <w:jc w:val="both"/>
        <w:rPr>
          <w:rFonts w:ascii="Corbel" w:hAnsi="Corbel" w:cs="Arial"/>
          <w:color w:val="222222"/>
          <w:shd w:val="clear" w:color="auto" w:fill="FFFFFF"/>
        </w:rPr>
      </w:pPr>
      <w:bookmarkStart w:id="12" w:name="_Hlk89251229"/>
      <w:r w:rsidRPr="006F51D4">
        <w:rPr>
          <w:rFonts w:ascii="Corbel" w:hAnsi="Corbel" w:cs="Arial"/>
          <w:color w:val="222222"/>
          <w:shd w:val="clear" w:color="auto" w:fill="FFFFFF"/>
        </w:rPr>
        <w:t xml:space="preserve">Il costo necessario per l’attivazione dell’Assegno di Ricerca, pari a euro 23.786,76, graverà per € 23.591,88 sul PJ “PSR2020_MONITORSAN_STANGHELLINI”, attivo presso il Dipartimento di Economia e attuativo del Progetto di ricerca </w:t>
      </w:r>
      <w:bookmarkStart w:id="13" w:name="_Hlk89249800"/>
      <w:r w:rsidRPr="006F51D4">
        <w:rPr>
          <w:rFonts w:ascii="Corbel" w:hAnsi="Corbel" w:cs="Arial"/>
          <w:bCs/>
          <w:color w:val="222222"/>
          <w:shd w:val="clear" w:color="auto" w:fill="FFFFFF"/>
        </w:rPr>
        <w:t>“PSR Umbria 2014-2020 - 16.2.1. 3B: Attivazione di nuovi strumenti di prevenzione attraverso modelli innovativi di monitoraggio e lotta alle patologie animali e prevenzione delle epizoozie”</w:t>
      </w:r>
      <w:r w:rsidRPr="006F51D4">
        <w:rPr>
          <w:rFonts w:ascii="Corbel" w:hAnsi="Corbel" w:cs="Arial"/>
          <w:color w:val="222222"/>
          <w:shd w:val="clear" w:color="auto" w:fill="FFFFFF"/>
        </w:rPr>
        <w:t xml:space="preserve">, </w:t>
      </w:r>
      <w:bookmarkEnd w:id="13"/>
      <w:r w:rsidRPr="006F51D4">
        <w:rPr>
          <w:rFonts w:ascii="Corbel" w:hAnsi="Corbel" w:cs="Arial"/>
          <w:color w:val="222222"/>
          <w:shd w:val="clear" w:color="auto" w:fill="FFFFFF"/>
        </w:rPr>
        <w:t xml:space="preserve">di cui la Prof.ssa Elena </w:t>
      </w:r>
      <w:proofErr w:type="spellStart"/>
      <w:r w:rsidRPr="006F51D4">
        <w:rPr>
          <w:rFonts w:ascii="Corbel" w:hAnsi="Corbel" w:cs="Arial"/>
          <w:color w:val="222222"/>
          <w:shd w:val="clear" w:color="auto" w:fill="FFFFFF"/>
        </w:rPr>
        <w:t>Stanghellini</w:t>
      </w:r>
      <w:proofErr w:type="spellEnd"/>
      <w:r w:rsidRPr="006F51D4">
        <w:rPr>
          <w:rFonts w:ascii="Corbel" w:hAnsi="Corbel" w:cs="Arial"/>
          <w:color w:val="222222"/>
          <w:shd w:val="clear" w:color="auto" w:fill="FFFFFF"/>
        </w:rPr>
        <w:t xml:space="preserve"> è Responsabile scientifico, e </w:t>
      </w:r>
      <w:bookmarkStart w:id="14" w:name="_Hlk89250268"/>
      <w:r w:rsidRPr="006F51D4">
        <w:rPr>
          <w:rFonts w:ascii="Corbel" w:hAnsi="Corbel" w:cs="Arial"/>
          <w:color w:val="222222"/>
          <w:shd w:val="clear" w:color="auto" w:fill="FFFFFF"/>
        </w:rPr>
        <w:t>per € 194,88 sul PJ DECO_INTEGRASS</w:t>
      </w:r>
      <w:bookmarkEnd w:id="14"/>
      <w:r w:rsidRPr="006F51D4">
        <w:rPr>
          <w:rFonts w:ascii="Corbel" w:hAnsi="Corbel" w:cs="Arial"/>
          <w:color w:val="222222"/>
          <w:shd w:val="clear" w:color="auto" w:fill="FFFFFF"/>
        </w:rPr>
        <w:t xml:space="preserve">, alimentato nel caso di specie da fondi in uso alla Prof.ssa </w:t>
      </w:r>
      <w:proofErr w:type="spellStart"/>
      <w:r w:rsidRPr="006F51D4">
        <w:rPr>
          <w:rFonts w:ascii="Corbel" w:hAnsi="Corbel" w:cs="Arial"/>
          <w:color w:val="222222"/>
          <w:shd w:val="clear" w:color="auto" w:fill="FFFFFF"/>
        </w:rPr>
        <w:t>Stanghellini</w:t>
      </w:r>
      <w:proofErr w:type="spellEnd"/>
      <w:r w:rsidRPr="006F51D4">
        <w:rPr>
          <w:rFonts w:ascii="Corbel" w:hAnsi="Corbel" w:cs="Arial"/>
          <w:color w:val="222222"/>
          <w:shd w:val="clear" w:color="auto" w:fill="FFFFFF"/>
        </w:rPr>
        <w:t>.</w:t>
      </w:r>
    </w:p>
    <w:bookmarkEnd w:id="12"/>
    <w:p w:rsidR="006F51D4" w:rsidRPr="006F51D4" w:rsidRDefault="006F51D4" w:rsidP="006F51D4">
      <w:pPr>
        <w:ind w:right="424"/>
        <w:jc w:val="both"/>
        <w:rPr>
          <w:rFonts w:ascii="Corbel" w:hAnsi="Corbel" w:cs="Arial"/>
          <w:color w:val="222222"/>
          <w:shd w:val="clear" w:color="auto" w:fill="FFFFFF"/>
        </w:rPr>
      </w:pPr>
      <w:r w:rsidRPr="006F51D4">
        <w:rPr>
          <w:rFonts w:ascii="Corbel" w:hAnsi="Corbel" w:cs="Arial"/>
          <w:color w:val="222222"/>
          <w:shd w:val="clear" w:color="auto" w:fill="FFFFFF"/>
        </w:rPr>
        <w:t>Il Consiglio, vista la legge 30 dicembre 2010, n. 240, recante norme in materia di organizzazione delle Università, di personale accademico e di reclutamento, nonché delega al Governo per incentivare la qualità e l’efficienza del sistema Universitario ed in particolare l’art. 22, comma 1;</w:t>
      </w:r>
    </w:p>
    <w:p w:rsidR="006F51D4" w:rsidRPr="006F51D4" w:rsidRDefault="006F51D4" w:rsidP="006F51D4">
      <w:pPr>
        <w:ind w:right="424"/>
        <w:jc w:val="both"/>
        <w:rPr>
          <w:rFonts w:ascii="Corbel" w:hAnsi="Corbel" w:cs="Arial"/>
          <w:color w:val="222222"/>
          <w:shd w:val="clear" w:color="auto" w:fill="FFFFFF"/>
        </w:rPr>
      </w:pPr>
      <w:r w:rsidRPr="006F51D4">
        <w:rPr>
          <w:rFonts w:ascii="Corbel" w:hAnsi="Corbel" w:cs="Arial"/>
          <w:color w:val="222222"/>
          <w:shd w:val="clear" w:color="auto" w:fill="FFFFFF"/>
        </w:rPr>
        <w:t>Visto il vigente Regolamento di Ateneo per gli Assegni di Ricerca;</w:t>
      </w:r>
    </w:p>
    <w:p w:rsidR="006F51D4" w:rsidRPr="006F51D4" w:rsidRDefault="006F51D4" w:rsidP="006F51D4">
      <w:pPr>
        <w:ind w:right="424"/>
        <w:jc w:val="both"/>
        <w:rPr>
          <w:rFonts w:ascii="Corbel" w:hAnsi="Corbel" w:cs="Arial"/>
          <w:color w:val="222222"/>
          <w:shd w:val="clear" w:color="auto" w:fill="FFFFFF"/>
        </w:rPr>
      </w:pPr>
      <w:r w:rsidRPr="006F51D4">
        <w:rPr>
          <w:rFonts w:ascii="Corbel" w:hAnsi="Corbel" w:cs="Arial"/>
          <w:color w:val="222222"/>
          <w:shd w:val="clear" w:color="auto" w:fill="FFFFFF"/>
        </w:rPr>
        <w:t>Considerato che la copertura finanziaria dell’Assegno di Ricerca di cui trattasi, pari a € 23.786,76 (</w:t>
      </w:r>
      <w:proofErr w:type="spellStart"/>
      <w:r w:rsidRPr="006F51D4">
        <w:rPr>
          <w:rFonts w:ascii="Corbel" w:hAnsi="Corbel" w:cs="Arial"/>
          <w:color w:val="222222"/>
          <w:shd w:val="clear" w:color="auto" w:fill="FFFFFF"/>
        </w:rPr>
        <w:t>ventitremilasettecentottantasei</w:t>
      </w:r>
      <w:proofErr w:type="spellEnd"/>
      <w:r w:rsidRPr="006F51D4">
        <w:rPr>
          <w:rFonts w:ascii="Corbel" w:hAnsi="Corbel" w:cs="Arial"/>
          <w:color w:val="222222"/>
          <w:shd w:val="clear" w:color="auto" w:fill="FFFFFF"/>
        </w:rPr>
        <w:t xml:space="preserve">/76), graverà interamente su fondi del Dipartimento di Economia e in particolare: </w:t>
      </w:r>
    </w:p>
    <w:p w:rsidR="006F51D4" w:rsidRPr="006F51D4" w:rsidRDefault="006F51D4" w:rsidP="006F51D4">
      <w:pPr>
        <w:ind w:right="424"/>
        <w:jc w:val="both"/>
        <w:rPr>
          <w:rFonts w:ascii="Corbel" w:hAnsi="Corbel" w:cs="Arial"/>
          <w:color w:val="222222"/>
          <w:shd w:val="clear" w:color="auto" w:fill="FFFFFF"/>
        </w:rPr>
      </w:pPr>
      <w:bookmarkStart w:id="15" w:name="_Hlk89250794"/>
      <w:r w:rsidRPr="006F51D4">
        <w:rPr>
          <w:rFonts w:ascii="Corbel" w:hAnsi="Corbel" w:cs="Arial"/>
          <w:color w:val="222222"/>
          <w:shd w:val="clear" w:color="auto" w:fill="FFFFFF"/>
        </w:rPr>
        <w:t>per € 23.591,88 (</w:t>
      </w:r>
      <w:proofErr w:type="spellStart"/>
      <w:r w:rsidRPr="006F51D4">
        <w:rPr>
          <w:rFonts w:ascii="Corbel" w:hAnsi="Corbel" w:cs="Arial"/>
          <w:color w:val="222222"/>
          <w:shd w:val="clear" w:color="auto" w:fill="FFFFFF"/>
        </w:rPr>
        <w:t>ventitremilacinquecentonovantuno</w:t>
      </w:r>
      <w:proofErr w:type="spellEnd"/>
      <w:r w:rsidRPr="006F51D4">
        <w:rPr>
          <w:rFonts w:ascii="Corbel" w:hAnsi="Corbel" w:cs="Arial"/>
          <w:color w:val="222222"/>
          <w:shd w:val="clear" w:color="auto" w:fill="FFFFFF"/>
        </w:rPr>
        <w:t xml:space="preserve">/88) su fondi relativi al Progetto di Ricerca “PSR Umbria 2014-2020 - 16.2.1. 3B: Attivazione di nuovi strumenti di prevenzione attraverso modelli innovativi di monitoraggio e lotta alle patologie animali e prevenzione delle epizoozie”, che nel bilancio di previsione autorizzatorio dell’esercizio 2021 sono appostati nel PJ “PSR2020_MONITORSAN_STANGHELLINI” della UA.PG.DECO, </w:t>
      </w:r>
      <w:r w:rsidRPr="006F51D4">
        <w:rPr>
          <w:rFonts w:ascii="Corbel" w:hAnsi="Corbel"/>
          <w:color w:val="000000"/>
        </w:rPr>
        <w:t>CUP J69C20000840002</w:t>
      </w:r>
      <w:r w:rsidRPr="006F51D4">
        <w:rPr>
          <w:rFonts w:ascii="Corbel" w:hAnsi="Corbel" w:cs="Arial"/>
          <w:color w:val="222222"/>
          <w:shd w:val="clear" w:color="auto" w:fill="FFFFFF"/>
        </w:rPr>
        <w:t xml:space="preserve">; </w:t>
      </w:r>
    </w:p>
    <w:bookmarkEnd w:id="15"/>
    <w:p w:rsidR="006F51D4" w:rsidRPr="006F51D4" w:rsidRDefault="006F51D4" w:rsidP="006F51D4">
      <w:pPr>
        <w:ind w:right="424"/>
        <w:jc w:val="both"/>
        <w:rPr>
          <w:rFonts w:ascii="Corbel" w:hAnsi="Corbel" w:cs="Arial"/>
          <w:color w:val="222222"/>
          <w:shd w:val="clear" w:color="auto" w:fill="FFFFFF"/>
        </w:rPr>
      </w:pPr>
      <w:r w:rsidRPr="006F51D4">
        <w:rPr>
          <w:rFonts w:ascii="Corbel" w:hAnsi="Corbel" w:cs="Arial"/>
          <w:color w:val="222222"/>
          <w:shd w:val="clear" w:color="auto" w:fill="FFFFFF"/>
        </w:rPr>
        <w:t>per € 194,88 (centonovantaquattro/88) sul PJ DECO_INTEGRASS – Integrazione assegni di ricerca</w:t>
      </w:r>
      <w:r w:rsidRPr="006F51D4">
        <w:t xml:space="preserve"> </w:t>
      </w:r>
      <w:r w:rsidRPr="006F51D4">
        <w:rPr>
          <w:rFonts w:ascii="Corbel" w:hAnsi="Corbel" w:cs="Arial"/>
          <w:color w:val="222222"/>
          <w:shd w:val="clear" w:color="auto" w:fill="FFFFFF"/>
        </w:rPr>
        <w:t>della UA.PG.DECO;</w:t>
      </w:r>
    </w:p>
    <w:p w:rsidR="006F51D4" w:rsidRPr="006F51D4" w:rsidRDefault="006F51D4" w:rsidP="006F51D4">
      <w:pPr>
        <w:ind w:right="424"/>
        <w:jc w:val="both"/>
        <w:rPr>
          <w:rFonts w:ascii="Corbel" w:hAnsi="Corbel" w:cs="Arial"/>
          <w:color w:val="222222"/>
          <w:shd w:val="clear" w:color="auto" w:fill="FFFFFF"/>
        </w:rPr>
      </w:pPr>
      <w:r w:rsidRPr="006F51D4">
        <w:rPr>
          <w:rFonts w:ascii="Corbel" w:hAnsi="Corbel" w:cs="Arial"/>
          <w:color w:val="222222"/>
          <w:shd w:val="clear" w:color="auto" w:fill="FFFFFF"/>
        </w:rPr>
        <w:t>DELIBERA, all’unanimità, di approvare la richiesta di attivazione (A</w:t>
      </w:r>
      <w:r>
        <w:rPr>
          <w:rFonts w:ascii="Corbel" w:hAnsi="Corbel" w:cs="Arial"/>
          <w:color w:val="222222"/>
          <w:shd w:val="clear" w:color="auto" w:fill="FFFFFF"/>
        </w:rPr>
        <w:t>LL</w:t>
      </w:r>
      <w:r w:rsidRPr="006F51D4">
        <w:rPr>
          <w:rFonts w:ascii="Corbel" w:hAnsi="Corbel" w:cs="Arial"/>
          <w:color w:val="222222"/>
          <w:shd w:val="clear" w:color="auto" w:fill="FFFFFF"/>
        </w:rPr>
        <w:t>. 1) di n. 1 Assegno di Ricerca di durata annuale per lo svolgimento del progetto di ricerca dal titolo “Sviluppo e applicazione di un modello statistico integrato per la stima e previsione delle insorgenze delle malattie zootecniche e delle relative conseguenze economiche</w:t>
      </w:r>
      <w:r w:rsidRPr="00303D25">
        <w:rPr>
          <w:rFonts w:ascii="Corbel" w:hAnsi="Corbel" w:cs="Arial"/>
          <w:color w:val="222222"/>
          <w:shd w:val="clear" w:color="auto" w:fill="FFFFFF"/>
        </w:rPr>
        <w:t xml:space="preserve">”, di cui sarà Responsabile scientifico </w:t>
      </w:r>
      <w:r w:rsidRPr="006F51D4">
        <w:rPr>
          <w:rFonts w:ascii="Corbel" w:hAnsi="Corbel" w:cs="Arial"/>
          <w:color w:val="222222"/>
          <w:shd w:val="clear" w:color="auto" w:fill="FFFFFF"/>
        </w:rPr>
        <w:t xml:space="preserve">la Prof.ssa Elena </w:t>
      </w:r>
      <w:proofErr w:type="spellStart"/>
      <w:r w:rsidRPr="006F51D4">
        <w:rPr>
          <w:rFonts w:ascii="Corbel" w:hAnsi="Corbel" w:cs="Arial"/>
          <w:color w:val="222222"/>
          <w:shd w:val="clear" w:color="auto" w:fill="FFFFFF"/>
        </w:rPr>
        <w:t>Stanghellini</w:t>
      </w:r>
      <w:proofErr w:type="spellEnd"/>
      <w:r w:rsidRPr="006F51D4">
        <w:rPr>
          <w:rFonts w:ascii="Corbel" w:hAnsi="Corbel" w:cs="Arial"/>
          <w:color w:val="222222"/>
          <w:shd w:val="clear" w:color="auto" w:fill="FFFFFF"/>
        </w:rPr>
        <w:t>.</w:t>
      </w:r>
    </w:p>
    <w:p w:rsidR="006F51D4" w:rsidRPr="006F51D4" w:rsidRDefault="006F51D4" w:rsidP="006F51D4">
      <w:pPr>
        <w:ind w:right="424"/>
        <w:jc w:val="both"/>
        <w:rPr>
          <w:rFonts w:ascii="Corbel" w:hAnsi="Corbel"/>
        </w:rPr>
      </w:pPr>
      <w:r w:rsidRPr="006F51D4">
        <w:rPr>
          <w:rFonts w:ascii="Corbel" w:hAnsi="Corbel" w:cs="Arial"/>
          <w:color w:val="222222"/>
          <w:shd w:val="clear" w:color="auto" w:fill="FFFFFF"/>
        </w:rPr>
        <w:t>La verbalizzazione della presente delibera è approvata seduta stante.</w:t>
      </w:r>
    </w:p>
    <w:p w:rsidR="00C40801" w:rsidRDefault="00C40801" w:rsidP="00C40801">
      <w:pPr>
        <w:rPr>
          <w:rFonts w:ascii="Corbel" w:hAnsi="Corbel"/>
        </w:rPr>
      </w:pPr>
    </w:p>
    <w:p w:rsidR="00C40801" w:rsidRDefault="00C40801" w:rsidP="00C40801">
      <w:pPr>
        <w:rPr>
          <w:rFonts w:ascii="Corbel" w:hAnsi="Corbel"/>
        </w:rPr>
      </w:pPr>
    </w:p>
    <w:p w:rsidR="00C40801" w:rsidRDefault="00C40801">
      <w:pPr>
        <w:rPr>
          <w:rFonts w:ascii="Corbel" w:hAnsi="Corbel"/>
        </w:rPr>
      </w:pPr>
      <w:r>
        <w:rPr>
          <w:rFonts w:ascii="Corbel" w:hAnsi="Corbel"/>
        </w:rPr>
        <w:br w:type="page"/>
      </w:r>
    </w:p>
    <w:p w:rsidR="0041409E" w:rsidRDefault="0041409E">
      <w:pPr>
        <w:rPr>
          <w:rFonts w:ascii="Corbel" w:hAnsi="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2"/>
        <w:gridCol w:w="624"/>
        <w:gridCol w:w="1197"/>
        <w:gridCol w:w="4681"/>
      </w:tblGrid>
      <w:tr w:rsidR="00E5510A" w:rsidRPr="005832AA" w:rsidTr="005C5DEF">
        <w:tc>
          <w:tcPr>
            <w:tcW w:w="2889" w:type="dxa"/>
          </w:tcPr>
          <w:p w:rsidR="00E5510A" w:rsidRPr="00006934" w:rsidRDefault="00E5510A" w:rsidP="005C5DEF">
            <w:pPr>
              <w:pStyle w:val="Intestazione"/>
              <w:rPr>
                <w:rFonts w:ascii="Corbel" w:hAnsi="Corbel"/>
                <w:szCs w:val="24"/>
              </w:rPr>
            </w:pPr>
            <w:bookmarkStart w:id="16" w:name="_Hlk83113623"/>
            <w:r w:rsidRPr="00006934">
              <w:rPr>
                <w:rFonts w:ascii="Corbel" w:hAnsi="Corbel"/>
                <w:szCs w:val="24"/>
              </w:rPr>
              <w:br w:type="page"/>
            </w:r>
            <w:r w:rsidRPr="00006934">
              <w:rPr>
                <w:rFonts w:ascii="Corbel" w:hAnsi="Corbel"/>
                <w:szCs w:val="24"/>
              </w:rPr>
              <w:br w:type="page"/>
            </w:r>
            <w:r w:rsidRPr="00006934">
              <w:rPr>
                <w:rFonts w:ascii="Corbel" w:hAnsi="Corbel"/>
                <w:szCs w:val="24"/>
              </w:rPr>
              <w:br w:type="page"/>
              <w:t>ORDINE DEL GIORNO N.</w:t>
            </w:r>
          </w:p>
        </w:tc>
        <w:tc>
          <w:tcPr>
            <w:tcW w:w="490" w:type="dxa"/>
          </w:tcPr>
          <w:p w:rsidR="00E5510A" w:rsidRPr="00006934" w:rsidRDefault="00D4639A" w:rsidP="005C5DEF">
            <w:pPr>
              <w:pStyle w:val="Intestazione"/>
              <w:rPr>
                <w:rFonts w:ascii="Corbel" w:hAnsi="Corbel"/>
                <w:szCs w:val="24"/>
              </w:rPr>
            </w:pPr>
            <w:r>
              <w:rPr>
                <w:rFonts w:ascii="Corbel" w:hAnsi="Corbel"/>
                <w:szCs w:val="24"/>
              </w:rPr>
              <w:t>6bis</w:t>
            </w:r>
          </w:p>
        </w:tc>
        <w:tc>
          <w:tcPr>
            <w:tcW w:w="1199" w:type="dxa"/>
          </w:tcPr>
          <w:p w:rsidR="00E5510A" w:rsidRPr="00006934" w:rsidRDefault="00E5510A" w:rsidP="005C5DEF">
            <w:pPr>
              <w:pStyle w:val="Intestazione"/>
              <w:rPr>
                <w:rFonts w:ascii="Corbel" w:hAnsi="Corbel"/>
                <w:szCs w:val="24"/>
              </w:rPr>
            </w:pPr>
            <w:r w:rsidRPr="00006934">
              <w:rPr>
                <w:rFonts w:ascii="Corbel" w:hAnsi="Corbel"/>
                <w:szCs w:val="24"/>
              </w:rPr>
              <w:t>Oggetto:</w:t>
            </w:r>
          </w:p>
        </w:tc>
        <w:tc>
          <w:tcPr>
            <w:tcW w:w="4766" w:type="dxa"/>
            <w:vAlign w:val="center"/>
          </w:tcPr>
          <w:p w:rsidR="00E5510A" w:rsidRPr="00D35D63" w:rsidRDefault="00D35D63" w:rsidP="00D35D63">
            <w:pPr>
              <w:tabs>
                <w:tab w:val="num" w:pos="3912"/>
                <w:tab w:val="left" w:pos="4320"/>
              </w:tabs>
              <w:jc w:val="both"/>
              <w:rPr>
                <w:rFonts w:ascii="Work Sans" w:hAnsi="Work Sans"/>
                <w:sz w:val="22"/>
                <w:szCs w:val="22"/>
              </w:rPr>
            </w:pPr>
            <w:r w:rsidRPr="00284505">
              <w:rPr>
                <w:rFonts w:ascii="Work Sans" w:hAnsi="Work Sans"/>
                <w:sz w:val="22"/>
                <w:szCs w:val="22"/>
              </w:rPr>
              <w:t xml:space="preserve">Partecipazione </w:t>
            </w:r>
            <w:bookmarkStart w:id="17" w:name="_Hlk95120035"/>
            <w:r w:rsidRPr="00284505">
              <w:rPr>
                <w:rFonts w:ascii="Work Sans" w:hAnsi="Work Sans"/>
                <w:sz w:val="22"/>
                <w:szCs w:val="22"/>
              </w:rPr>
              <w:t xml:space="preserve">a progetto </w:t>
            </w:r>
            <w:bookmarkStart w:id="18" w:name="_Hlk95120503"/>
            <w:r w:rsidRPr="00284505">
              <w:rPr>
                <w:rFonts w:ascii="Work Sans" w:hAnsi="Work Sans"/>
                <w:sz w:val="22"/>
                <w:szCs w:val="22"/>
              </w:rPr>
              <w:t xml:space="preserve">di ricerca LIFE </w:t>
            </w:r>
            <w:proofErr w:type="spellStart"/>
            <w:r w:rsidRPr="00284505">
              <w:rPr>
                <w:rFonts w:ascii="Work Sans" w:hAnsi="Work Sans"/>
                <w:sz w:val="22"/>
                <w:szCs w:val="22"/>
              </w:rPr>
              <w:t>Programme</w:t>
            </w:r>
            <w:proofErr w:type="spellEnd"/>
            <w:r w:rsidRPr="00284505">
              <w:rPr>
                <w:rFonts w:ascii="Work Sans" w:hAnsi="Work Sans"/>
                <w:sz w:val="22"/>
                <w:szCs w:val="22"/>
              </w:rPr>
              <w:t xml:space="preserve"> Call 2021</w:t>
            </w:r>
            <w:bookmarkEnd w:id="17"/>
            <w:bookmarkEnd w:id="18"/>
            <w:r w:rsidRPr="00284505">
              <w:rPr>
                <w:rFonts w:ascii="Work Sans" w:hAnsi="Work Sans"/>
                <w:sz w:val="22"/>
                <w:szCs w:val="22"/>
              </w:rPr>
              <w:t>: proposta del</w:t>
            </w:r>
            <w:r>
              <w:rPr>
                <w:rFonts w:ascii="Work Sans" w:hAnsi="Work Sans"/>
                <w:sz w:val="22"/>
                <w:szCs w:val="22"/>
              </w:rPr>
              <w:t xml:space="preserve"> </w:t>
            </w:r>
            <w:r w:rsidRPr="00284505">
              <w:rPr>
                <w:rFonts w:ascii="Work Sans" w:hAnsi="Work Sans"/>
                <w:sz w:val="22"/>
                <w:szCs w:val="22"/>
              </w:rPr>
              <w:t>Dipartimento</w:t>
            </w:r>
            <w:r>
              <w:rPr>
                <w:rFonts w:ascii="Work Sans" w:hAnsi="Work Sans"/>
                <w:sz w:val="22"/>
                <w:szCs w:val="22"/>
              </w:rPr>
              <w:t>.</w:t>
            </w:r>
          </w:p>
        </w:tc>
      </w:tr>
      <w:bookmarkEnd w:id="16"/>
    </w:tbl>
    <w:p w:rsidR="00651C9E" w:rsidRDefault="00651C9E">
      <w:pPr>
        <w:rPr>
          <w:rFonts w:ascii="Corbel" w:hAnsi="Corbel"/>
          <w:lang w:eastAsia="en-US"/>
        </w:rPr>
      </w:pPr>
    </w:p>
    <w:p w:rsidR="00BA5A86" w:rsidRPr="00303D25" w:rsidRDefault="005F3CB9" w:rsidP="00DE4505">
      <w:pPr>
        <w:jc w:val="both"/>
        <w:rPr>
          <w:rFonts w:ascii="Corbel" w:hAnsi="Corbel"/>
        </w:rPr>
      </w:pPr>
      <w:r w:rsidRPr="00303D25">
        <w:rPr>
          <w:rFonts w:ascii="Corbel" w:hAnsi="Corbel"/>
          <w:lang w:eastAsia="en-US"/>
        </w:rPr>
        <w:t>Il Direttore invita il Prof. Francesco Rizzi</w:t>
      </w:r>
      <w:r w:rsidR="00DE4505" w:rsidRPr="00303D25">
        <w:rPr>
          <w:rFonts w:ascii="Corbel" w:hAnsi="Corbel"/>
          <w:lang w:eastAsia="en-US"/>
        </w:rPr>
        <w:t xml:space="preserve">, in qualità di proponente </w:t>
      </w:r>
      <w:r w:rsidR="00C14622" w:rsidRPr="00303D25">
        <w:rPr>
          <w:rFonts w:ascii="Corbel" w:hAnsi="Corbel"/>
          <w:lang w:eastAsia="en-US"/>
        </w:rPr>
        <w:t xml:space="preserve">ad illustrare nei dettagli la partecipazione </w:t>
      </w:r>
      <w:r w:rsidR="00C14622" w:rsidRPr="00303D25">
        <w:rPr>
          <w:rFonts w:ascii="Corbel" w:hAnsi="Corbel"/>
        </w:rPr>
        <w:t>a</w:t>
      </w:r>
      <w:r w:rsidR="0096014F" w:rsidRPr="00303D25">
        <w:rPr>
          <w:rFonts w:ascii="Corbel" w:hAnsi="Corbel"/>
        </w:rPr>
        <w:t>l</w:t>
      </w:r>
      <w:r w:rsidR="00C14622" w:rsidRPr="00303D25">
        <w:rPr>
          <w:rFonts w:ascii="Corbel" w:hAnsi="Corbel"/>
        </w:rPr>
        <w:t xml:space="preserve"> progetto di ricerca LIFE </w:t>
      </w:r>
      <w:proofErr w:type="spellStart"/>
      <w:r w:rsidR="00C14622" w:rsidRPr="00303D25">
        <w:rPr>
          <w:rFonts w:ascii="Corbel" w:hAnsi="Corbel"/>
        </w:rPr>
        <w:t>Programme</w:t>
      </w:r>
      <w:proofErr w:type="spellEnd"/>
      <w:r w:rsidR="00C14622" w:rsidRPr="00303D25">
        <w:rPr>
          <w:rFonts w:ascii="Corbel" w:hAnsi="Corbel"/>
        </w:rPr>
        <w:t xml:space="preserve"> Call 2021</w:t>
      </w:r>
      <w:r w:rsidR="0096014F" w:rsidRPr="00303D25">
        <w:rPr>
          <w:rFonts w:ascii="Corbel" w:hAnsi="Corbel"/>
        </w:rPr>
        <w:t>.</w:t>
      </w:r>
    </w:p>
    <w:p w:rsidR="00DE4505" w:rsidRPr="00303D25" w:rsidRDefault="0096014F" w:rsidP="00DE4505">
      <w:pPr>
        <w:ind w:right="424"/>
        <w:jc w:val="both"/>
        <w:rPr>
          <w:rFonts w:ascii="Corbel" w:hAnsi="Corbel"/>
        </w:rPr>
      </w:pPr>
      <w:r w:rsidRPr="00303D25">
        <w:rPr>
          <w:rFonts w:ascii="Corbel" w:hAnsi="Corbel"/>
        </w:rPr>
        <w:t xml:space="preserve">Il Consiglio approva all’unanimità la partecipazione al Progetto di ricerca LIFE </w:t>
      </w:r>
      <w:proofErr w:type="spellStart"/>
      <w:r w:rsidRPr="00303D25">
        <w:rPr>
          <w:rFonts w:ascii="Corbel" w:hAnsi="Corbel"/>
        </w:rPr>
        <w:t>Programme</w:t>
      </w:r>
      <w:proofErr w:type="spellEnd"/>
      <w:r w:rsidRPr="00303D25">
        <w:rPr>
          <w:rFonts w:ascii="Corbel" w:hAnsi="Corbel"/>
        </w:rPr>
        <w:t xml:space="preserve"> Call 2021 (ALL. </w:t>
      </w:r>
      <w:r w:rsidR="00DE4505" w:rsidRPr="00303D25">
        <w:rPr>
          <w:rFonts w:ascii="Corbel" w:hAnsi="Corbel"/>
        </w:rPr>
        <w:t>B</w:t>
      </w:r>
      <w:r w:rsidRPr="00303D25">
        <w:rPr>
          <w:rFonts w:ascii="Corbel" w:hAnsi="Corbel"/>
        </w:rPr>
        <w:t>).</w:t>
      </w:r>
    </w:p>
    <w:p w:rsidR="00DE4505" w:rsidRDefault="00DE4505" w:rsidP="00DE4505">
      <w:pPr>
        <w:ind w:right="424"/>
        <w:jc w:val="both"/>
        <w:rPr>
          <w:rFonts w:ascii="Corbel" w:hAnsi="Corbel"/>
        </w:rPr>
      </w:pPr>
    </w:p>
    <w:p w:rsidR="00DE4505" w:rsidRDefault="00DE4505" w:rsidP="00DE4505">
      <w:pPr>
        <w:ind w:right="424"/>
        <w:jc w:val="both"/>
        <w:rPr>
          <w:rFonts w:ascii="Corbel" w:hAnsi="Corbel"/>
        </w:rPr>
      </w:pPr>
    </w:p>
    <w:p w:rsidR="00DE4505" w:rsidRDefault="00DE4505" w:rsidP="00DE4505">
      <w:pPr>
        <w:ind w:right="424"/>
        <w:jc w:val="both"/>
        <w:rPr>
          <w:rFonts w:ascii="Corbel" w:hAnsi="Corbel"/>
        </w:rPr>
      </w:pPr>
    </w:p>
    <w:p w:rsidR="00DE4505" w:rsidRDefault="00DE4505" w:rsidP="00DE4505">
      <w:pPr>
        <w:ind w:right="424"/>
        <w:jc w:val="both"/>
        <w:rPr>
          <w:rFonts w:ascii="Corbel" w:hAnsi="Corbel"/>
        </w:rPr>
      </w:pPr>
    </w:p>
    <w:p w:rsidR="00DE4505" w:rsidRDefault="00DE4505" w:rsidP="00DE4505">
      <w:pPr>
        <w:ind w:right="424"/>
        <w:jc w:val="both"/>
        <w:rPr>
          <w:rFonts w:ascii="Corbel" w:hAnsi="Corbel"/>
        </w:rPr>
      </w:pPr>
    </w:p>
    <w:p w:rsidR="00DE4505" w:rsidRDefault="00DE4505" w:rsidP="00DE4505">
      <w:pPr>
        <w:ind w:right="424"/>
        <w:jc w:val="both"/>
        <w:rPr>
          <w:rFonts w:ascii="Corbel" w:hAnsi="Corbel"/>
        </w:rPr>
      </w:pPr>
    </w:p>
    <w:p w:rsidR="00DE4505" w:rsidRDefault="00DE4505" w:rsidP="00DE4505">
      <w:pPr>
        <w:ind w:right="424"/>
        <w:jc w:val="both"/>
        <w:rPr>
          <w:rFonts w:ascii="Corbel" w:hAnsi="Corbel"/>
        </w:rPr>
      </w:pPr>
    </w:p>
    <w:p w:rsidR="00BA5A86" w:rsidRDefault="00BA5A86" w:rsidP="00DE4505">
      <w:pPr>
        <w:ind w:right="424"/>
        <w:jc w:val="both"/>
        <w:rPr>
          <w:rFonts w:ascii="Corbel" w:hAnsi="Corbel"/>
        </w:rPr>
      </w:pPr>
      <w:r>
        <w:rPr>
          <w:rFonts w:ascii="Corbel" w:hAnsi="Corbel"/>
        </w:rPr>
        <w:br w:type="page"/>
      </w:r>
    </w:p>
    <w:p w:rsidR="00BA5A86" w:rsidRPr="000D3653" w:rsidRDefault="00BA5A86" w:rsidP="000D3653">
      <w:pPr>
        <w:ind w:right="424"/>
        <w:rPr>
          <w:rFonts w:ascii="Corbel" w:hAnsi="Corbe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490"/>
        <w:gridCol w:w="1199"/>
        <w:gridCol w:w="4766"/>
      </w:tblGrid>
      <w:tr w:rsidR="00322C49" w:rsidRPr="005832AA" w:rsidTr="005C5DEF">
        <w:tc>
          <w:tcPr>
            <w:tcW w:w="2889" w:type="dxa"/>
          </w:tcPr>
          <w:p w:rsidR="00322C49" w:rsidRPr="004A6288" w:rsidRDefault="00C44CA9" w:rsidP="005C5DEF">
            <w:pPr>
              <w:pStyle w:val="Intestazione"/>
              <w:rPr>
                <w:rFonts w:ascii="Corbel" w:hAnsi="Corbel"/>
                <w:szCs w:val="24"/>
              </w:rPr>
            </w:pPr>
            <w:r>
              <w:rPr>
                <w:rFonts w:ascii="Corbel" w:hAnsi="Corbel"/>
              </w:rPr>
              <w:br w:type="page"/>
            </w:r>
            <w:r w:rsidR="005A0E0C">
              <w:br w:type="page"/>
            </w:r>
            <w:bookmarkStart w:id="19" w:name="_Hlk74827342"/>
            <w:r w:rsidR="00322C49">
              <w:br w:type="page"/>
            </w:r>
            <w:r w:rsidR="00322C49" w:rsidRPr="004A6288">
              <w:rPr>
                <w:rFonts w:ascii="Corbel" w:hAnsi="Corbel"/>
                <w:szCs w:val="24"/>
              </w:rPr>
              <w:br w:type="page"/>
            </w:r>
            <w:r w:rsidR="00322C49" w:rsidRPr="004A6288">
              <w:rPr>
                <w:rFonts w:ascii="Corbel" w:hAnsi="Corbel"/>
                <w:szCs w:val="24"/>
              </w:rPr>
              <w:br w:type="page"/>
              <w:t>ORDINE DEL GIORNO N.</w:t>
            </w:r>
          </w:p>
        </w:tc>
        <w:tc>
          <w:tcPr>
            <w:tcW w:w="490" w:type="dxa"/>
          </w:tcPr>
          <w:p w:rsidR="00322C49" w:rsidRPr="00124786" w:rsidRDefault="00124786" w:rsidP="005C5DEF">
            <w:pPr>
              <w:pStyle w:val="Intestazione"/>
              <w:rPr>
                <w:rFonts w:ascii="Corbel" w:hAnsi="Corbel"/>
                <w:szCs w:val="24"/>
              </w:rPr>
            </w:pPr>
            <w:r w:rsidRPr="00124786">
              <w:rPr>
                <w:rFonts w:ascii="Corbel" w:hAnsi="Corbel"/>
                <w:szCs w:val="24"/>
              </w:rPr>
              <w:t>7</w:t>
            </w:r>
          </w:p>
        </w:tc>
        <w:tc>
          <w:tcPr>
            <w:tcW w:w="1199" w:type="dxa"/>
          </w:tcPr>
          <w:p w:rsidR="00322C49" w:rsidRPr="00124786" w:rsidRDefault="00322C49" w:rsidP="005C5DEF">
            <w:pPr>
              <w:pStyle w:val="Intestazione"/>
              <w:rPr>
                <w:rFonts w:ascii="Corbel" w:hAnsi="Corbel"/>
                <w:szCs w:val="24"/>
              </w:rPr>
            </w:pPr>
            <w:r w:rsidRPr="00124786">
              <w:rPr>
                <w:rFonts w:ascii="Corbel" w:hAnsi="Corbel"/>
                <w:szCs w:val="24"/>
              </w:rPr>
              <w:t>Oggetto:</w:t>
            </w:r>
          </w:p>
        </w:tc>
        <w:tc>
          <w:tcPr>
            <w:tcW w:w="4766" w:type="dxa"/>
            <w:vAlign w:val="center"/>
          </w:tcPr>
          <w:p w:rsidR="00322C49" w:rsidRPr="00124786" w:rsidRDefault="00322C49" w:rsidP="005C5DEF">
            <w:pPr>
              <w:jc w:val="both"/>
              <w:rPr>
                <w:rFonts w:ascii="Corbel" w:hAnsi="Corbel"/>
              </w:rPr>
            </w:pPr>
            <w:r w:rsidRPr="00124786">
              <w:rPr>
                <w:rFonts w:ascii="Work Sans" w:hAnsi="Work Sans"/>
                <w:sz w:val="22"/>
                <w:szCs w:val="22"/>
                <w:lang w:eastAsia="en-US"/>
              </w:rPr>
              <w:t>Varie ed eventuali</w:t>
            </w:r>
            <w:r w:rsidR="00B24F01" w:rsidRPr="00124786">
              <w:rPr>
                <w:rFonts w:ascii="Work Sans" w:hAnsi="Work Sans"/>
                <w:sz w:val="22"/>
                <w:szCs w:val="22"/>
                <w:lang w:eastAsia="en-US"/>
              </w:rPr>
              <w:t>.</w:t>
            </w:r>
          </w:p>
        </w:tc>
      </w:tr>
    </w:tbl>
    <w:p w:rsidR="003B1BB6" w:rsidRDefault="003B1BB6" w:rsidP="003B1BB6">
      <w:pPr>
        <w:ind w:right="424"/>
        <w:jc w:val="both"/>
        <w:outlineLvl w:val="0"/>
        <w:rPr>
          <w:rFonts w:ascii="Corbel" w:hAnsi="Corbel"/>
        </w:rPr>
      </w:pPr>
      <w:bookmarkStart w:id="20" w:name="_Hlk85625123"/>
      <w:bookmarkEnd w:id="19"/>
    </w:p>
    <w:bookmarkEnd w:id="20"/>
    <w:p w:rsidR="002966DA" w:rsidRDefault="00BC5244" w:rsidP="003B1BB6">
      <w:pPr>
        <w:ind w:right="424"/>
        <w:jc w:val="both"/>
        <w:outlineLvl w:val="0"/>
        <w:rPr>
          <w:rFonts w:ascii="Corbel" w:hAnsi="Corbel"/>
        </w:rPr>
      </w:pPr>
      <w:r w:rsidRPr="00910E17">
        <w:rPr>
          <w:rFonts w:ascii="Corbel" w:hAnsi="Corbel"/>
        </w:rPr>
        <w:t>Non essendovi altri punti dell’ordine del giorno da trattare, la seduta del Consiglio di Dipartimento è tolta alle ore</w:t>
      </w:r>
      <w:r w:rsidR="00AA75A6">
        <w:rPr>
          <w:rFonts w:ascii="Corbel" w:hAnsi="Corbel"/>
        </w:rPr>
        <w:t xml:space="preserve"> </w:t>
      </w:r>
      <w:r w:rsidR="005D3C23">
        <w:rPr>
          <w:rFonts w:ascii="Corbel" w:hAnsi="Corbel"/>
        </w:rPr>
        <w:t>14:00.</w:t>
      </w:r>
    </w:p>
    <w:p w:rsidR="002966DA" w:rsidRDefault="002966DA" w:rsidP="00041061">
      <w:pPr>
        <w:pStyle w:val="NormaleWeb"/>
        <w:jc w:val="both"/>
        <w:rPr>
          <w:rFonts w:ascii="Corbel" w:hAnsi="Corbel"/>
        </w:rPr>
      </w:pPr>
    </w:p>
    <w:p w:rsidR="002966DA" w:rsidRPr="005C2552" w:rsidRDefault="002966DA" w:rsidP="00041061">
      <w:pPr>
        <w:pStyle w:val="NormaleWeb"/>
        <w:jc w:val="both"/>
        <w:rPr>
          <w:rFonts w:ascii="Corbel" w:hAnsi="Corbel"/>
        </w:rPr>
      </w:pPr>
    </w:p>
    <w:tbl>
      <w:tblPr>
        <w:tblW w:w="9648" w:type="dxa"/>
        <w:tblLook w:val="01E0" w:firstRow="1" w:lastRow="1" w:firstColumn="1" w:lastColumn="1" w:noHBand="0" w:noVBand="0"/>
      </w:tblPr>
      <w:tblGrid>
        <w:gridCol w:w="3888"/>
        <w:gridCol w:w="2160"/>
        <w:gridCol w:w="3600"/>
      </w:tblGrid>
      <w:tr w:rsidR="00BC5244" w:rsidRPr="005C2552" w:rsidTr="000002DD">
        <w:tc>
          <w:tcPr>
            <w:tcW w:w="3888" w:type="dxa"/>
          </w:tcPr>
          <w:p w:rsidR="00BC5244" w:rsidRPr="005C2552" w:rsidRDefault="00BC5244" w:rsidP="000002DD">
            <w:pPr>
              <w:jc w:val="both"/>
              <w:rPr>
                <w:rFonts w:ascii="Corbel" w:hAnsi="Corbel"/>
              </w:rPr>
            </w:pPr>
            <w:r w:rsidRPr="005C2552">
              <w:rPr>
                <w:rFonts w:ascii="Corbel" w:hAnsi="Corbel"/>
              </w:rPr>
              <w:t>Il Segretario Amministrativo</w:t>
            </w:r>
          </w:p>
        </w:tc>
        <w:tc>
          <w:tcPr>
            <w:tcW w:w="2160" w:type="dxa"/>
          </w:tcPr>
          <w:p w:rsidR="00BC5244" w:rsidRPr="005C2552" w:rsidRDefault="00BC5244" w:rsidP="000002DD">
            <w:pPr>
              <w:jc w:val="both"/>
              <w:rPr>
                <w:rFonts w:ascii="Corbel" w:hAnsi="Corbel"/>
              </w:rPr>
            </w:pPr>
          </w:p>
        </w:tc>
        <w:tc>
          <w:tcPr>
            <w:tcW w:w="3600" w:type="dxa"/>
          </w:tcPr>
          <w:p w:rsidR="00BC5244" w:rsidRPr="005C2552" w:rsidRDefault="00BC5244" w:rsidP="000002DD">
            <w:pPr>
              <w:jc w:val="both"/>
              <w:rPr>
                <w:rFonts w:ascii="Corbel" w:hAnsi="Corbel"/>
              </w:rPr>
            </w:pPr>
            <w:r w:rsidRPr="005C2552">
              <w:rPr>
                <w:rFonts w:ascii="Corbel" w:hAnsi="Corbel"/>
              </w:rPr>
              <w:t>Il Direttore del Dipartimento</w:t>
            </w:r>
          </w:p>
        </w:tc>
      </w:tr>
      <w:tr w:rsidR="00BC5244" w:rsidRPr="005C2552" w:rsidTr="000002DD">
        <w:tc>
          <w:tcPr>
            <w:tcW w:w="3888" w:type="dxa"/>
          </w:tcPr>
          <w:p w:rsidR="00BC5244" w:rsidRPr="005C2552" w:rsidRDefault="00CC3B04" w:rsidP="000002DD">
            <w:pPr>
              <w:jc w:val="both"/>
              <w:rPr>
                <w:rFonts w:ascii="Corbel" w:hAnsi="Corbel"/>
                <w:b/>
              </w:rPr>
            </w:pPr>
            <w:r>
              <w:rPr>
                <w:rFonts w:ascii="Corbel" w:hAnsi="Corbel"/>
                <w:b/>
              </w:rPr>
              <w:t xml:space="preserve"> </w:t>
            </w:r>
            <w:r w:rsidR="008140E7">
              <w:rPr>
                <w:rFonts w:ascii="Corbel" w:hAnsi="Corbel"/>
                <w:b/>
              </w:rPr>
              <w:t xml:space="preserve">f.to </w:t>
            </w:r>
            <w:r w:rsidR="00BC5244">
              <w:rPr>
                <w:rFonts w:ascii="Corbel" w:hAnsi="Corbel"/>
                <w:b/>
              </w:rPr>
              <w:t xml:space="preserve">Dott.ssa Claudia </w:t>
            </w:r>
            <w:proofErr w:type="spellStart"/>
            <w:r w:rsidR="00BC5244">
              <w:rPr>
                <w:rFonts w:ascii="Corbel" w:hAnsi="Corbel"/>
                <w:b/>
              </w:rPr>
              <w:t>Bastianini</w:t>
            </w:r>
            <w:proofErr w:type="spellEnd"/>
          </w:p>
        </w:tc>
        <w:tc>
          <w:tcPr>
            <w:tcW w:w="2160" w:type="dxa"/>
          </w:tcPr>
          <w:p w:rsidR="00BC5244" w:rsidRPr="005C2552" w:rsidRDefault="00BC5244" w:rsidP="000002DD">
            <w:pPr>
              <w:jc w:val="both"/>
              <w:rPr>
                <w:rFonts w:ascii="Corbel" w:hAnsi="Corbel"/>
                <w:b/>
              </w:rPr>
            </w:pPr>
          </w:p>
        </w:tc>
        <w:tc>
          <w:tcPr>
            <w:tcW w:w="3600" w:type="dxa"/>
          </w:tcPr>
          <w:p w:rsidR="00BC5244" w:rsidRPr="005C2552" w:rsidRDefault="008140E7" w:rsidP="000002DD">
            <w:pPr>
              <w:jc w:val="both"/>
              <w:rPr>
                <w:rFonts w:ascii="Corbel" w:hAnsi="Corbel"/>
                <w:b/>
              </w:rPr>
            </w:pPr>
            <w:r>
              <w:rPr>
                <w:rFonts w:ascii="Corbel" w:hAnsi="Corbel"/>
                <w:b/>
              </w:rPr>
              <w:t>f.to</w:t>
            </w:r>
            <w:r w:rsidR="00C12448">
              <w:rPr>
                <w:rFonts w:ascii="Corbel" w:hAnsi="Corbel"/>
                <w:b/>
              </w:rPr>
              <w:t xml:space="preserve"> </w:t>
            </w:r>
            <w:r w:rsidR="00BC5244" w:rsidRPr="005C2552">
              <w:rPr>
                <w:rFonts w:ascii="Corbel" w:hAnsi="Corbel"/>
                <w:b/>
              </w:rPr>
              <w:t xml:space="preserve">Prof. </w:t>
            </w:r>
            <w:r w:rsidR="00BC5244">
              <w:rPr>
                <w:rFonts w:ascii="Corbel" w:hAnsi="Corbel"/>
                <w:b/>
              </w:rPr>
              <w:t>Libero Mario Mari</w:t>
            </w:r>
          </w:p>
        </w:tc>
      </w:tr>
    </w:tbl>
    <w:p w:rsidR="00BC5244" w:rsidRPr="00017BF3" w:rsidRDefault="00BC5244" w:rsidP="00DD2CF6">
      <w:pPr>
        <w:jc w:val="both"/>
      </w:pPr>
    </w:p>
    <w:sectPr w:rsidR="00BC5244" w:rsidRPr="00017BF3" w:rsidSect="003E07F1">
      <w:headerReference w:type="default" r:id="rId8"/>
      <w:footerReference w:type="default" r:id="rId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A28" w:rsidRDefault="00AB0A28" w:rsidP="00FA3BD6">
      <w:pPr>
        <w:pStyle w:val="Pidipagina"/>
      </w:pPr>
      <w:r>
        <w:separator/>
      </w:r>
    </w:p>
  </w:endnote>
  <w:endnote w:type="continuationSeparator" w:id="0">
    <w:p w:rsidR="00AB0A28" w:rsidRDefault="00AB0A28" w:rsidP="00FA3BD6">
      <w:pPr>
        <w:pStyle w:val="Pidipagin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New York">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ork Sans">
    <w:altName w:val="Calibri"/>
    <w:panose1 w:val="020B0604020202020204"/>
    <w:charset w:val="00"/>
    <w:family w:val="auto"/>
    <w:pitch w:val="variable"/>
    <w:sig w:usb0="A00000FF" w:usb1="5000E07B" w:usb2="00000000" w:usb3="00000000" w:csb0="0000019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05" w:type="dxa"/>
      <w:tblLook w:val="01E0" w:firstRow="1" w:lastRow="1" w:firstColumn="1" w:lastColumn="1" w:noHBand="0" w:noVBand="0"/>
    </w:tblPr>
    <w:tblGrid>
      <w:gridCol w:w="2262"/>
      <w:gridCol w:w="539"/>
      <w:gridCol w:w="547"/>
      <w:gridCol w:w="1440"/>
      <w:gridCol w:w="899"/>
      <w:gridCol w:w="2161"/>
      <w:gridCol w:w="1957"/>
    </w:tblGrid>
    <w:tr w:rsidR="005F3CB9" w:rsidRPr="00DF18BF" w:rsidTr="00236820">
      <w:trPr>
        <w:trHeight w:val="454"/>
      </w:trPr>
      <w:tc>
        <w:tcPr>
          <w:tcW w:w="2262" w:type="dxa"/>
          <w:tcBorders>
            <w:top w:val="single" w:sz="8" w:space="0" w:color="993300"/>
          </w:tcBorders>
        </w:tcPr>
        <w:p w:rsidR="005F3CB9" w:rsidRPr="004A6288" w:rsidRDefault="005F3CB9" w:rsidP="00504DC6">
          <w:pPr>
            <w:pStyle w:val="Pidipagina"/>
            <w:rPr>
              <w:rFonts w:ascii="Verdana" w:hAnsi="Verdana"/>
              <w:sz w:val="16"/>
              <w:szCs w:val="16"/>
            </w:rPr>
          </w:pPr>
          <w:r w:rsidRPr="004A6288">
            <w:rPr>
              <w:rFonts w:ascii="Verdana" w:hAnsi="Verdana"/>
              <w:sz w:val="16"/>
              <w:szCs w:val="16"/>
            </w:rPr>
            <w:t>Consiglio di Dipartimento</w:t>
          </w:r>
        </w:p>
      </w:tc>
      <w:tc>
        <w:tcPr>
          <w:tcW w:w="539" w:type="dxa"/>
          <w:tcBorders>
            <w:top w:val="single" w:sz="8" w:space="0" w:color="993300"/>
          </w:tcBorders>
        </w:tcPr>
        <w:p w:rsidR="005F3CB9" w:rsidRPr="004A6288" w:rsidRDefault="005F3CB9" w:rsidP="00504DC6">
          <w:pPr>
            <w:pStyle w:val="Pidipagina"/>
            <w:rPr>
              <w:rFonts w:ascii="Verdana" w:hAnsi="Verdana"/>
              <w:sz w:val="16"/>
              <w:szCs w:val="16"/>
            </w:rPr>
          </w:pPr>
          <w:r w:rsidRPr="004A6288">
            <w:rPr>
              <w:rFonts w:ascii="Verdana" w:hAnsi="Verdana"/>
              <w:sz w:val="16"/>
              <w:szCs w:val="16"/>
            </w:rPr>
            <w:t>del</w:t>
          </w:r>
        </w:p>
      </w:tc>
      <w:tc>
        <w:tcPr>
          <w:tcW w:w="547" w:type="dxa"/>
          <w:tcBorders>
            <w:top w:val="single" w:sz="8" w:space="0" w:color="993300"/>
          </w:tcBorders>
        </w:tcPr>
        <w:p w:rsidR="005F3CB9" w:rsidRPr="004A6288" w:rsidRDefault="005F3CB9" w:rsidP="00504DC6">
          <w:pPr>
            <w:pStyle w:val="Pidipagina"/>
            <w:rPr>
              <w:rFonts w:ascii="Verdana" w:hAnsi="Verdana"/>
              <w:sz w:val="20"/>
            </w:rPr>
          </w:pPr>
        </w:p>
      </w:tc>
      <w:tc>
        <w:tcPr>
          <w:tcW w:w="2339" w:type="dxa"/>
          <w:gridSpan w:val="2"/>
          <w:tcBorders>
            <w:top w:val="single" w:sz="8" w:space="0" w:color="993300"/>
          </w:tcBorders>
        </w:tcPr>
        <w:p w:rsidR="005F3CB9" w:rsidRPr="004A6288" w:rsidRDefault="005F3CB9" w:rsidP="00E90464">
          <w:pPr>
            <w:pStyle w:val="Pidipagina"/>
            <w:rPr>
              <w:rFonts w:ascii="Verdana" w:hAnsi="Verdana"/>
              <w:sz w:val="20"/>
            </w:rPr>
          </w:pPr>
          <w:r>
            <w:rPr>
              <w:rFonts w:ascii="Verdana" w:hAnsi="Verdana"/>
              <w:sz w:val="20"/>
            </w:rPr>
            <w:t>30 Novembre 2021</w:t>
          </w:r>
        </w:p>
      </w:tc>
      <w:tc>
        <w:tcPr>
          <w:tcW w:w="2161" w:type="dxa"/>
          <w:tcBorders>
            <w:top w:val="single" w:sz="8" w:space="0" w:color="993300"/>
          </w:tcBorders>
          <w:vAlign w:val="bottom"/>
        </w:tcPr>
        <w:p w:rsidR="005F3CB9" w:rsidRPr="004A6288" w:rsidRDefault="005F3CB9" w:rsidP="00EC4F97">
          <w:pPr>
            <w:pStyle w:val="Pidipagina"/>
            <w:rPr>
              <w:rFonts w:ascii="Verdana" w:hAnsi="Verdana"/>
              <w:i/>
              <w:sz w:val="16"/>
              <w:szCs w:val="16"/>
            </w:rPr>
          </w:pPr>
          <w:r w:rsidRPr="004A6288">
            <w:rPr>
              <w:rFonts w:ascii="Verdana" w:hAnsi="Verdana"/>
              <w:i/>
              <w:sz w:val="16"/>
              <w:szCs w:val="16"/>
            </w:rPr>
            <w:t>Visto Il Direttore</w:t>
          </w:r>
        </w:p>
      </w:tc>
      <w:tc>
        <w:tcPr>
          <w:tcW w:w="1957" w:type="dxa"/>
          <w:tcBorders>
            <w:top w:val="single" w:sz="8" w:space="0" w:color="993300"/>
            <w:bottom w:val="single" w:sz="8" w:space="0" w:color="993300"/>
          </w:tcBorders>
        </w:tcPr>
        <w:p w:rsidR="005F3CB9" w:rsidRPr="004A6288" w:rsidRDefault="005F3CB9" w:rsidP="00504DC6">
          <w:pPr>
            <w:pStyle w:val="Pidipagina"/>
            <w:rPr>
              <w:rFonts w:ascii="Garamond" w:hAnsi="Garamond"/>
              <w:sz w:val="20"/>
            </w:rPr>
          </w:pPr>
        </w:p>
      </w:tc>
    </w:tr>
    <w:tr w:rsidR="005F3CB9" w:rsidRPr="00DF18BF" w:rsidTr="00236820">
      <w:tc>
        <w:tcPr>
          <w:tcW w:w="2262" w:type="dxa"/>
        </w:tcPr>
        <w:p w:rsidR="005F3CB9" w:rsidRPr="004A6288" w:rsidRDefault="005F3CB9" w:rsidP="00504DC6">
          <w:pPr>
            <w:pStyle w:val="Pidipagina"/>
            <w:rPr>
              <w:rFonts w:ascii="Garamond" w:hAnsi="Garamond"/>
              <w:sz w:val="20"/>
            </w:rPr>
          </w:pPr>
        </w:p>
      </w:tc>
      <w:tc>
        <w:tcPr>
          <w:tcW w:w="539" w:type="dxa"/>
        </w:tcPr>
        <w:p w:rsidR="005F3CB9" w:rsidRPr="004A6288" w:rsidRDefault="005F3CB9" w:rsidP="00504DC6">
          <w:pPr>
            <w:pStyle w:val="Pidipagina"/>
            <w:rPr>
              <w:rFonts w:ascii="Garamond" w:hAnsi="Garamond"/>
              <w:sz w:val="20"/>
            </w:rPr>
          </w:pPr>
        </w:p>
      </w:tc>
      <w:tc>
        <w:tcPr>
          <w:tcW w:w="547" w:type="dxa"/>
        </w:tcPr>
        <w:p w:rsidR="005F3CB9" w:rsidRPr="004A6288" w:rsidRDefault="005F3CB9" w:rsidP="00504DC6">
          <w:pPr>
            <w:pStyle w:val="Pidipagina"/>
            <w:rPr>
              <w:rFonts w:ascii="Garamond" w:hAnsi="Garamond"/>
              <w:sz w:val="20"/>
            </w:rPr>
          </w:pPr>
        </w:p>
      </w:tc>
      <w:tc>
        <w:tcPr>
          <w:tcW w:w="1440" w:type="dxa"/>
        </w:tcPr>
        <w:p w:rsidR="005F3CB9" w:rsidRPr="004A6288" w:rsidRDefault="005F3CB9" w:rsidP="00504DC6">
          <w:pPr>
            <w:pStyle w:val="Pidipagina"/>
            <w:rPr>
              <w:rFonts w:ascii="Garamond" w:hAnsi="Garamond"/>
              <w:sz w:val="20"/>
            </w:rPr>
          </w:pPr>
        </w:p>
      </w:tc>
      <w:tc>
        <w:tcPr>
          <w:tcW w:w="899" w:type="dxa"/>
        </w:tcPr>
        <w:p w:rsidR="005F3CB9" w:rsidRPr="004A6288" w:rsidRDefault="005F3CB9" w:rsidP="00504DC6">
          <w:pPr>
            <w:pStyle w:val="Pidipagina"/>
            <w:rPr>
              <w:rFonts w:ascii="Garamond" w:hAnsi="Garamond"/>
              <w:sz w:val="20"/>
            </w:rPr>
          </w:pPr>
        </w:p>
      </w:tc>
      <w:tc>
        <w:tcPr>
          <w:tcW w:w="2161" w:type="dxa"/>
        </w:tcPr>
        <w:p w:rsidR="005F3CB9" w:rsidRPr="004A6288" w:rsidRDefault="005F3CB9" w:rsidP="00504DC6">
          <w:pPr>
            <w:pStyle w:val="Pidipagina"/>
            <w:jc w:val="right"/>
            <w:rPr>
              <w:rFonts w:ascii="Verdana" w:hAnsi="Verdana"/>
              <w:sz w:val="16"/>
              <w:szCs w:val="16"/>
            </w:rPr>
          </w:pPr>
        </w:p>
      </w:tc>
      <w:tc>
        <w:tcPr>
          <w:tcW w:w="1957" w:type="dxa"/>
          <w:tcBorders>
            <w:top w:val="single" w:sz="8" w:space="0" w:color="993300"/>
          </w:tcBorders>
        </w:tcPr>
        <w:p w:rsidR="005F3CB9" w:rsidRPr="004A6288" w:rsidRDefault="005F3CB9" w:rsidP="00504DC6">
          <w:pPr>
            <w:pStyle w:val="Pidipagina"/>
            <w:rPr>
              <w:rFonts w:ascii="Garamond" w:hAnsi="Garamond"/>
              <w:sz w:val="20"/>
            </w:rPr>
          </w:pPr>
        </w:p>
      </w:tc>
    </w:tr>
    <w:tr w:rsidR="005F3CB9" w:rsidRPr="00DF18BF" w:rsidTr="00236820">
      <w:tc>
        <w:tcPr>
          <w:tcW w:w="2262" w:type="dxa"/>
        </w:tcPr>
        <w:p w:rsidR="005F3CB9" w:rsidRDefault="005F3CB9" w:rsidP="00504DC6">
          <w:pPr>
            <w:pStyle w:val="Pidipagina"/>
            <w:jc w:val="right"/>
            <w:rPr>
              <w:rFonts w:ascii="Verdana" w:hAnsi="Verdana"/>
              <w:b/>
              <w:sz w:val="22"/>
              <w:szCs w:val="22"/>
            </w:rPr>
          </w:pPr>
          <w:r>
            <w:rPr>
              <w:rFonts w:ascii="Verdana" w:hAnsi="Verdana"/>
              <w:b/>
              <w:sz w:val="22"/>
              <w:szCs w:val="22"/>
            </w:rPr>
            <w:t>VERBALE n. 13</w:t>
          </w:r>
        </w:p>
        <w:p w:rsidR="005F3CB9" w:rsidRPr="004A6288" w:rsidRDefault="005F3CB9" w:rsidP="00504DC6">
          <w:pPr>
            <w:pStyle w:val="Pidipagina"/>
            <w:jc w:val="right"/>
            <w:rPr>
              <w:rFonts w:ascii="Verdana" w:hAnsi="Verdana"/>
              <w:b/>
              <w:szCs w:val="24"/>
            </w:rPr>
          </w:pPr>
        </w:p>
      </w:tc>
      <w:tc>
        <w:tcPr>
          <w:tcW w:w="539" w:type="dxa"/>
        </w:tcPr>
        <w:p w:rsidR="005F3CB9" w:rsidRPr="004A6288" w:rsidRDefault="005F3CB9" w:rsidP="00504DC6">
          <w:pPr>
            <w:pStyle w:val="Pidipagina"/>
            <w:rPr>
              <w:rFonts w:ascii="Verdana" w:hAnsi="Verdana"/>
              <w:b/>
              <w:szCs w:val="24"/>
            </w:rPr>
          </w:pPr>
        </w:p>
      </w:tc>
      <w:tc>
        <w:tcPr>
          <w:tcW w:w="547" w:type="dxa"/>
        </w:tcPr>
        <w:p w:rsidR="005F3CB9" w:rsidRPr="004A6288" w:rsidRDefault="005F3CB9" w:rsidP="00504DC6">
          <w:pPr>
            <w:pStyle w:val="Pidipagina"/>
            <w:rPr>
              <w:rFonts w:ascii="Garamond" w:hAnsi="Garamond"/>
              <w:sz w:val="20"/>
            </w:rPr>
          </w:pPr>
        </w:p>
      </w:tc>
      <w:tc>
        <w:tcPr>
          <w:tcW w:w="1440" w:type="dxa"/>
        </w:tcPr>
        <w:p w:rsidR="005F3CB9" w:rsidRPr="004A6288" w:rsidRDefault="005F3CB9" w:rsidP="00504DC6">
          <w:pPr>
            <w:pStyle w:val="Pidipagina"/>
            <w:rPr>
              <w:rFonts w:ascii="Garamond" w:hAnsi="Garamond"/>
              <w:sz w:val="20"/>
            </w:rPr>
          </w:pPr>
        </w:p>
      </w:tc>
      <w:tc>
        <w:tcPr>
          <w:tcW w:w="899" w:type="dxa"/>
        </w:tcPr>
        <w:p w:rsidR="005F3CB9" w:rsidRPr="004A6288" w:rsidRDefault="005F3CB9" w:rsidP="00504DC6">
          <w:pPr>
            <w:pStyle w:val="Pidipagina"/>
            <w:rPr>
              <w:rFonts w:ascii="Garamond" w:hAnsi="Garamond"/>
              <w:sz w:val="20"/>
            </w:rPr>
          </w:pPr>
        </w:p>
      </w:tc>
      <w:tc>
        <w:tcPr>
          <w:tcW w:w="2161" w:type="dxa"/>
        </w:tcPr>
        <w:p w:rsidR="005F3CB9" w:rsidRPr="004A6288" w:rsidRDefault="005F3CB9" w:rsidP="00EC4F97">
          <w:pPr>
            <w:pStyle w:val="Pidipagina"/>
            <w:jc w:val="center"/>
            <w:rPr>
              <w:rFonts w:ascii="Verdana" w:hAnsi="Verdana"/>
              <w:i/>
              <w:sz w:val="16"/>
              <w:szCs w:val="16"/>
            </w:rPr>
          </w:pPr>
          <w:r w:rsidRPr="004A6288">
            <w:rPr>
              <w:rFonts w:ascii="Verdana" w:hAnsi="Verdana"/>
              <w:i/>
              <w:sz w:val="16"/>
              <w:szCs w:val="16"/>
            </w:rPr>
            <w:t>Visto Il Segretario</w:t>
          </w:r>
        </w:p>
      </w:tc>
      <w:tc>
        <w:tcPr>
          <w:tcW w:w="1957" w:type="dxa"/>
          <w:tcBorders>
            <w:bottom w:val="single" w:sz="8" w:space="0" w:color="993300"/>
          </w:tcBorders>
        </w:tcPr>
        <w:p w:rsidR="005F3CB9" w:rsidRPr="004A6288" w:rsidRDefault="005F3CB9" w:rsidP="00504DC6">
          <w:pPr>
            <w:pStyle w:val="Pidipagina"/>
            <w:rPr>
              <w:rFonts w:ascii="Garamond" w:hAnsi="Garamond"/>
              <w:sz w:val="20"/>
            </w:rPr>
          </w:pPr>
        </w:p>
      </w:tc>
    </w:tr>
  </w:tbl>
  <w:p w:rsidR="005F3CB9" w:rsidRDefault="005F3C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A28" w:rsidRDefault="00AB0A28" w:rsidP="00FA3BD6">
      <w:pPr>
        <w:pStyle w:val="Pidipagina"/>
      </w:pPr>
      <w:r>
        <w:separator/>
      </w:r>
    </w:p>
  </w:footnote>
  <w:footnote w:type="continuationSeparator" w:id="0">
    <w:p w:rsidR="00AB0A28" w:rsidRDefault="00AB0A28" w:rsidP="00FA3BD6">
      <w:pPr>
        <w:pStyle w:val="Pidipagin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1308"/>
      <w:gridCol w:w="7991"/>
    </w:tblGrid>
    <w:tr w:rsidR="005F3CB9" w:rsidTr="00DF18BF">
      <w:trPr>
        <w:trHeight w:val="851"/>
      </w:trPr>
      <w:tc>
        <w:tcPr>
          <w:tcW w:w="1297" w:type="dxa"/>
        </w:tcPr>
        <w:p w:rsidR="005F3CB9" w:rsidRPr="004A6288" w:rsidRDefault="005F3CB9">
          <w:pPr>
            <w:pStyle w:val="Intestazione"/>
            <w:rPr>
              <w:szCs w:val="24"/>
            </w:rPr>
          </w:pPr>
          <w:r>
            <w:rPr>
              <w:noProof/>
              <w:szCs w:val="24"/>
            </w:rPr>
            <w:drawing>
              <wp:inline distT="0" distB="0" distL="0" distR="0">
                <wp:extent cx="693420" cy="693420"/>
                <wp:effectExtent l="0" t="0" r="0" b="0"/>
                <wp:docPr id="1" name="Immagine 1" descr="LOGO_U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UB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420" cy="693420"/>
                        </a:xfrm>
                        <a:prstGeom prst="rect">
                          <a:avLst/>
                        </a:prstGeom>
                        <a:noFill/>
                        <a:ln>
                          <a:noFill/>
                        </a:ln>
                      </pic:spPr>
                    </pic:pic>
                  </a:graphicData>
                </a:graphic>
              </wp:inline>
            </w:drawing>
          </w:r>
        </w:p>
      </w:tc>
      <w:tc>
        <w:tcPr>
          <w:tcW w:w="7991" w:type="dxa"/>
          <w:tcBorders>
            <w:bottom w:val="single" w:sz="8" w:space="0" w:color="993300"/>
          </w:tcBorders>
        </w:tcPr>
        <w:p w:rsidR="005F3CB9" w:rsidRPr="00DF18BF" w:rsidRDefault="005F3CB9" w:rsidP="00DF18BF">
          <w:pPr>
            <w:jc w:val="both"/>
            <w:rPr>
              <w:rFonts w:ascii="Verdana" w:hAnsi="Verdana"/>
              <w:smallCaps/>
              <w:color w:val="996633"/>
            </w:rPr>
          </w:pPr>
          <w:r w:rsidRPr="00DF18BF">
            <w:rPr>
              <w:rFonts w:ascii="Verdana" w:hAnsi="Verdana"/>
              <w:smallCaps/>
              <w:color w:val="996633"/>
              <w:sz w:val="22"/>
              <w:szCs w:val="22"/>
            </w:rPr>
            <w:t xml:space="preserve">UNIVERSITÀ DEGLI STUDI DI PERUGIA </w:t>
          </w:r>
        </w:p>
        <w:p w:rsidR="005F3CB9" w:rsidRDefault="005F3CB9" w:rsidP="00DF18BF">
          <w:pPr>
            <w:pStyle w:val="Intestazione"/>
            <w:tabs>
              <w:tab w:val="clear" w:pos="9638"/>
              <w:tab w:val="left" w:pos="4111"/>
              <w:tab w:val="right" w:pos="8931"/>
            </w:tabs>
            <w:rPr>
              <w:rFonts w:ascii="Verdana" w:hAnsi="Verdana"/>
              <w:b/>
              <w:caps/>
              <w:color w:val="996633"/>
              <w:szCs w:val="24"/>
            </w:rPr>
          </w:pPr>
          <w:r w:rsidRPr="004A6288">
            <w:rPr>
              <w:rFonts w:ascii="Verdana" w:hAnsi="Verdana"/>
              <w:b/>
              <w:caps/>
              <w:color w:val="996633"/>
              <w:szCs w:val="24"/>
            </w:rPr>
            <w:t>Dipartimento di economia</w:t>
          </w:r>
        </w:p>
        <w:p w:rsidR="005F3CB9" w:rsidRPr="004A6288" w:rsidRDefault="005F3CB9" w:rsidP="00DF18BF">
          <w:pPr>
            <w:pStyle w:val="Intestazione"/>
            <w:tabs>
              <w:tab w:val="clear" w:pos="9638"/>
              <w:tab w:val="left" w:pos="4111"/>
              <w:tab w:val="right" w:pos="8931"/>
            </w:tabs>
            <w:rPr>
              <w:rFonts w:ascii="Verdana" w:hAnsi="Verdana"/>
              <w:b/>
              <w:caps/>
              <w:color w:val="996633"/>
              <w:szCs w:val="24"/>
            </w:rPr>
          </w:pPr>
        </w:p>
        <w:p w:rsidR="005F3CB9" w:rsidRPr="004A6288" w:rsidRDefault="005F3CB9">
          <w:pPr>
            <w:pStyle w:val="Intestazione"/>
            <w:rPr>
              <w:rFonts w:ascii="Garamond" w:hAnsi="Garamond"/>
              <w:b/>
              <w:szCs w:val="24"/>
            </w:rPr>
          </w:pPr>
          <w:r w:rsidRPr="004A6288">
            <w:rPr>
              <w:rFonts w:ascii="Verdana" w:hAnsi="Verdana"/>
              <w:b/>
              <w:szCs w:val="24"/>
            </w:rPr>
            <w:t>VERBALE DEL CONSIGLIO DI DIPARTIMENTO</w:t>
          </w:r>
        </w:p>
      </w:tc>
    </w:tr>
  </w:tbl>
  <w:p w:rsidR="005F3CB9" w:rsidRPr="00043B46" w:rsidRDefault="005F3CB9">
    <w:pPr>
      <w:pStyle w:val="Intestazione"/>
      <w:rPr>
        <w:rFonts w:ascii="Palatino Linotype" w:hAnsi="Palatino Linotype"/>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068E7"/>
    <w:multiLevelType w:val="hybridMultilevel"/>
    <w:tmpl w:val="52061EC4"/>
    <w:lvl w:ilvl="0" w:tplc="0410000F">
      <w:start w:val="1"/>
      <w:numFmt w:val="decimal"/>
      <w:lvlText w:val="%1."/>
      <w:lvlJc w:val="left"/>
      <w:pPr>
        <w:ind w:left="1800" w:hanging="360"/>
      </w:pPr>
    </w:lvl>
    <w:lvl w:ilvl="1" w:tplc="04100019">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99E1654"/>
    <w:multiLevelType w:val="hybridMultilevel"/>
    <w:tmpl w:val="B2F4DF5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465420"/>
    <w:multiLevelType w:val="hybridMultilevel"/>
    <w:tmpl w:val="07E676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F16D60"/>
    <w:multiLevelType w:val="hybridMultilevel"/>
    <w:tmpl w:val="8D044220"/>
    <w:lvl w:ilvl="0" w:tplc="0410000F">
      <w:start w:val="1"/>
      <w:numFmt w:val="decimal"/>
      <w:lvlText w:val="%1."/>
      <w:lvlJc w:val="left"/>
      <w:pPr>
        <w:ind w:left="1778" w:hanging="360"/>
      </w:pPr>
    </w:lvl>
    <w:lvl w:ilvl="1" w:tplc="04100019">
      <w:start w:val="1"/>
      <w:numFmt w:val="lowerLetter"/>
      <w:lvlText w:val="%2."/>
      <w:lvlJc w:val="left"/>
      <w:pPr>
        <w:ind w:left="2498" w:hanging="360"/>
      </w:pPr>
    </w:lvl>
    <w:lvl w:ilvl="2" w:tplc="0410001B">
      <w:start w:val="1"/>
      <w:numFmt w:val="lowerRoman"/>
      <w:lvlText w:val="%3."/>
      <w:lvlJc w:val="right"/>
      <w:pPr>
        <w:ind w:left="3218" w:hanging="180"/>
      </w:pPr>
    </w:lvl>
    <w:lvl w:ilvl="3" w:tplc="0410000F">
      <w:start w:val="1"/>
      <w:numFmt w:val="decimal"/>
      <w:lvlText w:val="%4."/>
      <w:lvlJc w:val="left"/>
      <w:pPr>
        <w:ind w:left="3938" w:hanging="360"/>
      </w:pPr>
    </w:lvl>
    <w:lvl w:ilvl="4" w:tplc="04100019">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4" w15:restartNumberingAfterBreak="0">
    <w:nsid w:val="2465777B"/>
    <w:multiLevelType w:val="hybridMultilevel"/>
    <w:tmpl w:val="E408CCEE"/>
    <w:lvl w:ilvl="0" w:tplc="0410000F">
      <w:start w:val="1"/>
      <w:numFmt w:val="decimal"/>
      <w:lvlText w:val="%1."/>
      <w:lvlJc w:val="left"/>
      <w:pPr>
        <w:ind w:left="2484" w:hanging="360"/>
      </w:pPr>
    </w:lvl>
    <w:lvl w:ilvl="1" w:tplc="04100019">
      <w:start w:val="1"/>
      <w:numFmt w:val="lowerLetter"/>
      <w:lvlText w:val="%2."/>
      <w:lvlJc w:val="left"/>
      <w:pPr>
        <w:ind w:left="3204" w:hanging="360"/>
      </w:pPr>
    </w:lvl>
    <w:lvl w:ilvl="2" w:tplc="0410001B">
      <w:start w:val="1"/>
      <w:numFmt w:val="lowerRoman"/>
      <w:lvlText w:val="%3."/>
      <w:lvlJc w:val="right"/>
      <w:pPr>
        <w:ind w:left="3924" w:hanging="180"/>
      </w:pPr>
    </w:lvl>
    <w:lvl w:ilvl="3" w:tplc="0410000F">
      <w:start w:val="1"/>
      <w:numFmt w:val="decimal"/>
      <w:lvlText w:val="%4."/>
      <w:lvlJc w:val="left"/>
      <w:pPr>
        <w:ind w:left="4393"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5" w15:restartNumberingAfterBreak="0">
    <w:nsid w:val="32BE5D04"/>
    <w:multiLevelType w:val="hybridMultilevel"/>
    <w:tmpl w:val="412C8810"/>
    <w:lvl w:ilvl="0" w:tplc="FD4E2524">
      <w:numFmt w:val="bullet"/>
      <w:lvlText w:val="-"/>
      <w:lvlJc w:val="left"/>
      <w:pPr>
        <w:ind w:left="720" w:hanging="360"/>
      </w:pPr>
      <w:rPr>
        <w:rFonts w:ascii="Corbel" w:eastAsia="Times New Roman"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A0791A"/>
    <w:multiLevelType w:val="hybridMultilevel"/>
    <w:tmpl w:val="5DD4132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79F09DD"/>
    <w:multiLevelType w:val="hybridMultilevel"/>
    <w:tmpl w:val="E408CCEE"/>
    <w:lvl w:ilvl="0" w:tplc="0410000F">
      <w:start w:val="1"/>
      <w:numFmt w:val="decimal"/>
      <w:lvlText w:val="%1."/>
      <w:lvlJc w:val="left"/>
      <w:pPr>
        <w:ind w:left="2484" w:hanging="360"/>
      </w:pPr>
    </w:lvl>
    <w:lvl w:ilvl="1" w:tplc="04100019">
      <w:start w:val="1"/>
      <w:numFmt w:val="lowerLetter"/>
      <w:lvlText w:val="%2."/>
      <w:lvlJc w:val="left"/>
      <w:pPr>
        <w:ind w:left="3204" w:hanging="360"/>
      </w:pPr>
    </w:lvl>
    <w:lvl w:ilvl="2" w:tplc="0410001B">
      <w:start w:val="1"/>
      <w:numFmt w:val="lowerRoman"/>
      <w:lvlText w:val="%3."/>
      <w:lvlJc w:val="right"/>
      <w:pPr>
        <w:ind w:left="3924" w:hanging="180"/>
      </w:pPr>
    </w:lvl>
    <w:lvl w:ilvl="3" w:tplc="0410000F">
      <w:start w:val="1"/>
      <w:numFmt w:val="decimal"/>
      <w:lvlText w:val="%4."/>
      <w:lvlJc w:val="left"/>
      <w:pPr>
        <w:ind w:left="4393"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8" w15:restartNumberingAfterBreak="0">
    <w:nsid w:val="39FD500A"/>
    <w:multiLevelType w:val="hybridMultilevel"/>
    <w:tmpl w:val="F1365A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481FE1"/>
    <w:multiLevelType w:val="hybridMultilevel"/>
    <w:tmpl w:val="87E8765A"/>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0" w15:restartNumberingAfterBreak="0">
    <w:nsid w:val="44F6429B"/>
    <w:multiLevelType w:val="hybridMultilevel"/>
    <w:tmpl w:val="87E8765A"/>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1" w15:restartNumberingAfterBreak="0">
    <w:nsid w:val="46AE4878"/>
    <w:multiLevelType w:val="hybridMultilevel"/>
    <w:tmpl w:val="F1365A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C2620A"/>
    <w:multiLevelType w:val="hybridMultilevel"/>
    <w:tmpl w:val="EF80B28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4E4574B6"/>
    <w:multiLevelType w:val="hybridMultilevel"/>
    <w:tmpl w:val="17683190"/>
    <w:lvl w:ilvl="0" w:tplc="F1E43A26">
      <w:numFmt w:val="bullet"/>
      <w:lvlText w:val="-"/>
      <w:lvlJc w:val="left"/>
      <w:pPr>
        <w:ind w:left="2496" w:hanging="360"/>
      </w:pPr>
      <w:rPr>
        <w:rFonts w:ascii="Corbel" w:eastAsia="Times New Roman" w:hAnsi="Corbel" w:cs="Times New Roman" w:hint="default"/>
        <w:color w:val="000000"/>
      </w:rPr>
    </w:lvl>
    <w:lvl w:ilvl="1" w:tplc="04100003">
      <w:start w:val="1"/>
      <w:numFmt w:val="bullet"/>
      <w:lvlText w:val="o"/>
      <w:lvlJc w:val="left"/>
      <w:pPr>
        <w:ind w:left="3216" w:hanging="360"/>
      </w:pPr>
      <w:rPr>
        <w:rFonts w:ascii="Courier New" w:hAnsi="Courier New" w:cs="Courier New" w:hint="default"/>
      </w:rPr>
    </w:lvl>
    <w:lvl w:ilvl="2" w:tplc="04100005">
      <w:start w:val="1"/>
      <w:numFmt w:val="bullet"/>
      <w:lvlText w:val=""/>
      <w:lvlJc w:val="left"/>
      <w:pPr>
        <w:ind w:left="3936" w:hanging="360"/>
      </w:pPr>
      <w:rPr>
        <w:rFonts w:ascii="Wingdings" w:hAnsi="Wingdings" w:hint="default"/>
      </w:rPr>
    </w:lvl>
    <w:lvl w:ilvl="3" w:tplc="04100001">
      <w:start w:val="1"/>
      <w:numFmt w:val="bullet"/>
      <w:lvlText w:val=""/>
      <w:lvlJc w:val="left"/>
      <w:pPr>
        <w:ind w:left="4656" w:hanging="360"/>
      </w:pPr>
      <w:rPr>
        <w:rFonts w:ascii="Symbol" w:hAnsi="Symbol" w:hint="default"/>
      </w:rPr>
    </w:lvl>
    <w:lvl w:ilvl="4" w:tplc="04100003">
      <w:start w:val="1"/>
      <w:numFmt w:val="bullet"/>
      <w:lvlText w:val="o"/>
      <w:lvlJc w:val="left"/>
      <w:pPr>
        <w:ind w:left="5376" w:hanging="360"/>
      </w:pPr>
      <w:rPr>
        <w:rFonts w:ascii="Courier New" w:hAnsi="Courier New" w:cs="Courier New" w:hint="default"/>
      </w:rPr>
    </w:lvl>
    <w:lvl w:ilvl="5" w:tplc="04100005">
      <w:start w:val="1"/>
      <w:numFmt w:val="bullet"/>
      <w:lvlText w:val=""/>
      <w:lvlJc w:val="left"/>
      <w:pPr>
        <w:ind w:left="6096" w:hanging="360"/>
      </w:pPr>
      <w:rPr>
        <w:rFonts w:ascii="Wingdings" w:hAnsi="Wingdings" w:hint="default"/>
      </w:rPr>
    </w:lvl>
    <w:lvl w:ilvl="6" w:tplc="04100001">
      <w:start w:val="1"/>
      <w:numFmt w:val="bullet"/>
      <w:lvlText w:val=""/>
      <w:lvlJc w:val="left"/>
      <w:pPr>
        <w:ind w:left="6816" w:hanging="360"/>
      </w:pPr>
      <w:rPr>
        <w:rFonts w:ascii="Symbol" w:hAnsi="Symbol" w:hint="default"/>
      </w:rPr>
    </w:lvl>
    <w:lvl w:ilvl="7" w:tplc="04100003">
      <w:start w:val="1"/>
      <w:numFmt w:val="bullet"/>
      <w:lvlText w:val="o"/>
      <w:lvlJc w:val="left"/>
      <w:pPr>
        <w:ind w:left="7536" w:hanging="360"/>
      </w:pPr>
      <w:rPr>
        <w:rFonts w:ascii="Courier New" w:hAnsi="Courier New" w:cs="Courier New" w:hint="default"/>
      </w:rPr>
    </w:lvl>
    <w:lvl w:ilvl="8" w:tplc="04100005">
      <w:start w:val="1"/>
      <w:numFmt w:val="bullet"/>
      <w:lvlText w:val=""/>
      <w:lvlJc w:val="left"/>
      <w:pPr>
        <w:ind w:left="8256" w:hanging="360"/>
      </w:pPr>
      <w:rPr>
        <w:rFonts w:ascii="Wingdings" w:hAnsi="Wingdings" w:hint="default"/>
      </w:rPr>
    </w:lvl>
  </w:abstractNum>
  <w:abstractNum w:abstractNumId="14" w15:restartNumberingAfterBreak="0">
    <w:nsid w:val="56A8354C"/>
    <w:multiLevelType w:val="hybridMultilevel"/>
    <w:tmpl w:val="DB9200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DF42AFA"/>
    <w:multiLevelType w:val="hybridMultilevel"/>
    <w:tmpl w:val="0782703C"/>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3EF0A87"/>
    <w:multiLevelType w:val="hybridMultilevel"/>
    <w:tmpl w:val="87E8765A"/>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7" w15:restartNumberingAfterBreak="0">
    <w:nsid w:val="675D26F2"/>
    <w:multiLevelType w:val="hybridMultilevel"/>
    <w:tmpl w:val="A4A4B1DE"/>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15:restartNumberingAfterBreak="0">
    <w:nsid w:val="68677855"/>
    <w:multiLevelType w:val="hybridMultilevel"/>
    <w:tmpl w:val="CB003BC6"/>
    <w:lvl w:ilvl="0" w:tplc="0028387E">
      <w:numFmt w:val="bullet"/>
      <w:lvlText w:val="-"/>
      <w:lvlJc w:val="left"/>
      <w:pPr>
        <w:ind w:left="720" w:hanging="360"/>
      </w:pPr>
      <w:rPr>
        <w:rFonts w:ascii="Corbel" w:eastAsia="Times New Roman"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96507CB"/>
    <w:multiLevelType w:val="hybridMultilevel"/>
    <w:tmpl w:val="4DFE9342"/>
    <w:lvl w:ilvl="0" w:tplc="0410000F">
      <w:start w:val="1"/>
      <w:numFmt w:val="decimal"/>
      <w:lvlText w:val="%1."/>
      <w:lvlJc w:val="left"/>
      <w:pPr>
        <w:ind w:left="1791" w:hanging="360"/>
      </w:pPr>
    </w:lvl>
    <w:lvl w:ilvl="1" w:tplc="04100019" w:tentative="1">
      <w:start w:val="1"/>
      <w:numFmt w:val="lowerLetter"/>
      <w:lvlText w:val="%2."/>
      <w:lvlJc w:val="left"/>
      <w:pPr>
        <w:ind w:left="2511" w:hanging="360"/>
      </w:pPr>
    </w:lvl>
    <w:lvl w:ilvl="2" w:tplc="0410001B" w:tentative="1">
      <w:start w:val="1"/>
      <w:numFmt w:val="lowerRoman"/>
      <w:lvlText w:val="%3."/>
      <w:lvlJc w:val="right"/>
      <w:pPr>
        <w:ind w:left="3231" w:hanging="180"/>
      </w:pPr>
    </w:lvl>
    <w:lvl w:ilvl="3" w:tplc="0410000F" w:tentative="1">
      <w:start w:val="1"/>
      <w:numFmt w:val="decimal"/>
      <w:lvlText w:val="%4."/>
      <w:lvlJc w:val="left"/>
      <w:pPr>
        <w:ind w:left="3951" w:hanging="360"/>
      </w:pPr>
    </w:lvl>
    <w:lvl w:ilvl="4" w:tplc="04100019" w:tentative="1">
      <w:start w:val="1"/>
      <w:numFmt w:val="lowerLetter"/>
      <w:lvlText w:val="%5."/>
      <w:lvlJc w:val="left"/>
      <w:pPr>
        <w:ind w:left="4671" w:hanging="360"/>
      </w:pPr>
    </w:lvl>
    <w:lvl w:ilvl="5" w:tplc="0410001B" w:tentative="1">
      <w:start w:val="1"/>
      <w:numFmt w:val="lowerRoman"/>
      <w:lvlText w:val="%6."/>
      <w:lvlJc w:val="right"/>
      <w:pPr>
        <w:ind w:left="5391" w:hanging="180"/>
      </w:pPr>
    </w:lvl>
    <w:lvl w:ilvl="6" w:tplc="0410000F" w:tentative="1">
      <w:start w:val="1"/>
      <w:numFmt w:val="decimal"/>
      <w:lvlText w:val="%7."/>
      <w:lvlJc w:val="left"/>
      <w:pPr>
        <w:ind w:left="6111" w:hanging="360"/>
      </w:pPr>
    </w:lvl>
    <w:lvl w:ilvl="7" w:tplc="04100019" w:tentative="1">
      <w:start w:val="1"/>
      <w:numFmt w:val="lowerLetter"/>
      <w:lvlText w:val="%8."/>
      <w:lvlJc w:val="left"/>
      <w:pPr>
        <w:ind w:left="6831" w:hanging="360"/>
      </w:pPr>
    </w:lvl>
    <w:lvl w:ilvl="8" w:tplc="0410001B" w:tentative="1">
      <w:start w:val="1"/>
      <w:numFmt w:val="lowerRoman"/>
      <w:lvlText w:val="%9."/>
      <w:lvlJc w:val="right"/>
      <w:pPr>
        <w:ind w:left="7551" w:hanging="180"/>
      </w:pPr>
    </w:lvl>
  </w:abstractNum>
  <w:abstractNum w:abstractNumId="20" w15:restartNumberingAfterBreak="0">
    <w:nsid w:val="6A1A3541"/>
    <w:multiLevelType w:val="hybridMultilevel"/>
    <w:tmpl w:val="9A1471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B60BC1"/>
    <w:multiLevelType w:val="hybridMultilevel"/>
    <w:tmpl w:val="F0B03BB2"/>
    <w:lvl w:ilvl="0" w:tplc="C7164066">
      <w:numFmt w:val="bullet"/>
      <w:lvlText w:val="-"/>
      <w:lvlJc w:val="left"/>
      <w:pPr>
        <w:ind w:left="720" w:hanging="360"/>
      </w:pPr>
      <w:rPr>
        <w:rFonts w:ascii="Corbel" w:eastAsia="Times New Roman"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49411D6"/>
    <w:multiLevelType w:val="hybridMultilevel"/>
    <w:tmpl w:val="F0DEF5B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E82742"/>
    <w:multiLevelType w:val="hybridMultilevel"/>
    <w:tmpl w:val="9E8ABA2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63C1BA3"/>
    <w:multiLevelType w:val="hybridMultilevel"/>
    <w:tmpl w:val="EE06DF9C"/>
    <w:lvl w:ilvl="0" w:tplc="0410000F">
      <w:start w:val="1"/>
      <w:numFmt w:val="decimal"/>
      <w:lvlText w:val="%1."/>
      <w:lvlJc w:val="left"/>
      <w:pPr>
        <w:ind w:left="2865" w:hanging="360"/>
      </w:pPr>
    </w:lvl>
    <w:lvl w:ilvl="1" w:tplc="04100019" w:tentative="1">
      <w:start w:val="1"/>
      <w:numFmt w:val="lowerLetter"/>
      <w:lvlText w:val="%2."/>
      <w:lvlJc w:val="left"/>
      <w:pPr>
        <w:ind w:left="3585" w:hanging="360"/>
      </w:pPr>
    </w:lvl>
    <w:lvl w:ilvl="2" w:tplc="0410001B" w:tentative="1">
      <w:start w:val="1"/>
      <w:numFmt w:val="lowerRoman"/>
      <w:lvlText w:val="%3."/>
      <w:lvlJc w:val="right"/>
      <w:pPr>
        <w:ind w:left="4305" w:hanging="180"/>
      </w:pPr>
    </w:lvl>
    <w:lvl w:ilvl="3" w:tplc="0410000F" w:tentative="1">
      <w:start w:val="1"/>
      <w:numFmt w:val="decimal"/>
      <w:lvlText w:val="%4."/>
      <w:lvlJc w:val="left"/>
      <w:pPr>
        <w:ind w:left="5025" w:hanging="360"/>
      </w:pPr>
    </w:lvl>
    <w:lvl w:ilvl="4" w:tplc="04100019" w:tentative="1">
      <w:start w:val="1"/>
      <w:numFmt w:val="lowerLetter"/>
      <w:lvlText w:val="%5."/>
      <w:lvlJc w:val="left"/>
      <w:pPr>
        <w:ind w:left="5745" w:hanging="360"/>
      </w:pPr>
    </w:lvl>
    <w:lvl w:ilvl="5" w:tplc="0410001B" w:tentative="1">
      <w:start w:val="1"/>
      <w:numFmt w:val="lowerRoman"/>
      <w:lvlText w:val="%6."/>
      <w:lvlJc w:val="right"/>
      <w:pPr>
        <w:ind w:left="6465" w:hanging="180"/>
      </w:pPr>
    </w:lvl>
    <w:lvl w:ilvl="6" w:tplc="0410000F" w:tentative="1">
      <w:start w:val="1"/>
      <w:numFmt w:val="decimal"/>
      <w:lvlText w:val="%7."/>
      <w:lvlJc w:val="left"/>
      <w:pPr>
        <w:ind w:left="7185" w:hanging="360"/>
      </w:pPr>
    </w:lvl>
    <w:lvl w:ilvl="7" w:tplc="04100019" w:tentative="1">
      <w:start w:val="1"/>
      <w:numFmt w:val="lowerLetter"/>
      <w:lvlText w:val="%8."/>
      <w:lvlJc w:val="left"/>
      <w:pPr>
        <w:ind w:left="7905" w:hanging="360"/>
      </w:pPr>
    </w:lvl>
    <w:lvl w:ilvl="8" w:tplc="0410001B" w:tentative="1">
      <w:start w:val="1"/>
      <w:numFmt w:val="lowerRoman"/>
      <w:lvlText w:val="%9."/>
      <w:lvlJc w:val="right"/>
      <w:pPr>
        <w:ind w:left="8625" w:hanging="180"/>
      </w:pPr>
    </w:lvl>
  </w:abstractNum>
  <w:abstractNum w:abstractNumId="25" w15:restartNumberingAfterBreak="0">
    <w:nsid w:val="7FA062CB"/>
    <w:multiLevelType w:val="hybridMultilevel"/>
    <w:tmpl w:val="E408CCEE"/>
    <w:lvl w:ilvl="0" w:tplc="0410000F">
      <w:start w:val="1"/>
      <w:numFmt w:val="decimal"/>
      <w:lvlText w:val="%1."/>
      <w:lvlJc w:val="left"/>
      <w:pPr>
        <w:ind w:left="644" w:hanging="360"/>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553"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1"/>
  </w:num>
  <w:num w:numId="2">
    <w:abstractNumId w:val="0"/>
  </w:num>
  <w:num w:numId="3">
    <w:abstractNumId w:val="14"/>
  </w:num>
  <w:num w:numId="4">
    <w:abstractNumId w:val="25"/>
  </w:num>
  <w:num w:numId="5">
    <w:abstractNumId w:val="24"/>
  </w:num>
  <w:num w:numId="6">
    <w:abstractNumId w:val="12"/>
  </w:num>
  <w:num w:numId="7">
    <w:abstractNumId w:val="1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 w:numId="11">
    <w:abstractNumId w:val="18"/>
  </w:num>
  <w:num w:numId="12">
    <w:abstractNumId w:val="21"/>
  </w:num>
  <w:num w:numId="13">
    <w:abstractNumId w:val="5"/>
  </w:num>
  <w:num w:numId="14">
    <w:abstractNumId w:val="13"/>
  </w:num>
  <w:num w:numId="15">
    <w:abstractNumId w:val="20"/>
  </w:num>
  <w:num w:numId="16">
    <w:abstractNumId w:val="19"/>
  </w:num>
  <w:num w:numId="17">
    <w:abstractNumId w:val="6"/>
  </w:num>
  <w:num w:numId="18">
    <w:abstractNumId w:val="22"/>
  </w:num>
  <w:num w:numId="19">
    <w:abstractNumId w:val="9"/>
  </w:num>
  <w:num w:numId="20">
    <w:abstractNumId w:val="10"/>
  </w:num>
  <w:num w:numId="21">
    <w:abstractNumId w:val="16"/>
  </w:num>
  <w:num w:numId="22">
    <w:abstractNumId w:val="3"/>
  </w:num>
  <w:num w:numId="23">
    <w:abstractNumId w:val="2"/>
  </w:num>
  <w:num w:numId="24">
    <w:abstractNumId w:val="11"/>
  </w:num>
  <w:num w:numId="25">
    <w:abstractNumId w:val="8"/>
  </w:num>
  <w:num w:numId="26">
    <w:abstractNumId w:val="17"/>
  </w:num>
  <w:num w:numId="27">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FE9"/>
    <w:rsid w:val="00000056"/>
    <w:rsid w:val="000002DD"/>
    <w:rsid w:val="0000047B"/>
    <w:rsid w:val="00000890"/>
    <w:rsid w:val="00000A80"/>
    <w:rsid w:val="00000C92"/>
    <w:rsid w:val="00000DFE"/>
    <w:rsid w:val="00000EB4"/>
    <w:rsid w:val="00000EC8"/>
    <w:rsid w:val="0000150C"/>
    <w:rsid w:val="000015AC"/>
    <w:rsid w:val="00001FB6"/>
    <w:rsid w:val="00002334"/>
    <w:rsid w:val="0000276B"/>
    <w:rsid w:val="00002856"/>
    <w:rsid w:val="0000289B"/>
    <w:rsid w:val="00002905"/>
    <w:rsid w:val="000029BF"/>
    <w:rsid w:val="000033A2"/>
    <w:rsid w:val="00003558"/>
    <w:rsid w:val="0000373A"/>
    <w:rsid w:val="00003B91"/>
    <w:rsid w:val="00003D42"/>
    <w:rsid w:val="0000414B"/>
    <w:rsid w:val="00004367"/>
    <w:rsid w:val="000048AE"/>
    <w:rsid w:val="0000528E"/>
    <w:rsid w:val="000053D5"/>
    <w:rsid w:val="000053EA"/>
    <w:rsid w:val="00005717"/>
    <w:rsid w:val="000058DD"/>
    <w:rsid w:val="000058E6"/>
    <w:rsid w:val="00005934"/>
    <w:rsid w:val="00005972"/>
    <w:rsid w:val="00005E4A"/>
    <w:rsid w:val="00005F91"/>
    <w:rsid w:val="000061FA"/>
    <w:rsid w:val="0000661E"/>
    <w:rsid w:val="0000670A"/>
    <w:rsid w:val="00006934"/>
    <w:rsid w:val="00006C3A"/>
    <w:rsid w:val="00006CE9"/>
    <w:rsid w:val="00006FFF"/>
    <w:rsid w:val="00007144"/>
    <w:rsid w:val="00007634"/>
    <w:rsid w:val="000078D7"/>
    <w:rsid w:val="00010206"/>
    <w:rsid w:val="00010348"/>
    <w:rsid w:val="00010611"/>
    <w:rsid w:val="00010C16"/>
    <w:rsid w:val="00010DE9"/>
    <w:rsid w:val="00010E65"/>
    <w:rsid w:val="0001100F"/>
    <w:rsid w:val="00011085"/>
    <w:rsid w:val="000110FF"/>
    <w:rsid w:val="00011173"/>
    <w:rsid w:val="0001146D"/>
    <w:rsid w:val="000114BE"/>
    <w:rsid w:val="000118CC"/>
    <w:rsid w:val="00011A03"/>
    <w:rsid w:val="00011A91"/>
    <w:rsid w:val="00011B1B"/>
    <w:rsid w:val="00011B51"/>
    <w:rsid w:val="00011B82"/>
    <w:rsid w:val="00011BAF"/>
    <w:rsid w:val="00011DE1"/>
    <w:rsid w:val="00012077"/>
    <w:rsid w:val="0001210D"/>
    <w:rsid w:val="0001212D"/>
    <w:rsid w:val="00012D67"/>
    <w:rsid w:val="00012F04"/>
    <w:rsid w:val="00012F7F"/>
    <w:rsid w:val="00012FB1"/>
    <w:rsid w:val="000130E2"/>
    <w:rsid w:val="00013267"/>
    <w:rsid w:val="00013411"/>
    <w:rsid w:val="000136C2"/>
    <w:rsid w:val="00013844"/>
    <w:rsid w:val="00013AB7"/>
    <w:rsid w:val="00014039"/>
    <w:rsid w:val="0001409D"/>
    <w:rsid w:val="0001421B"/>
    <w:rsid w:val="000143C5"/>
    <w:rsid w:val="000148C9"/>
    <w:rsid w:val="00014B03"/>
    <w:rsid w:val="00014D62"/>
    <w:rsid w:val="00015097"/>
    <w:rsid w:val="0001512A"/>
    <w:rsid w:val="0001514E"/>
    <w:rsid w:val="000151D4"/>
    <w:rsid w:val="0001521D"/>
    <w:rsid w:val="00015336"/>
    <w:rsid w:val="0001545A"/>
    <w:rsid w:val="00015587"/>
    <w:rsid w:val="00015857"/>
    <w:rsid w:val="000158F1"/>
    <w:rsid w:val="0001592D"/>
    <w:rsid w:val="00015B06"/>
    <w:rsid w:val="00015B9B"/>
    <w:rsid w:val="00016253"/>
    <w:rsid w:val="000163D4"/>
    <w:rsid w:val="00016707"/>
    <w:rsid w:val="00016A3F"/>
    <w:rsid w:val="00016F2A"/>
    <w:rsid w:val="00016F70"/>
    <w:rsid w:val="000174B4"/>
    <w:rsid w:val="0001786B"/>
    <w:rsid w:val="00017A3B"/>
    <w:rsid w:val="00017BF3"/>
    <w:rsid w:val="00017D19"/>
    <w:rsid w:val="00017D6B"/>
    <w:rsid w:val="000209D4"/>
    <w:rsid w:val="00020A8B"/>
    <w:rsid w:val="00020C64"/>
    <w:rsid w:val="00020CCB"/>
    <w:rsid w:val="00020E92"/>
    <w:rsid w:val="0002102B"/>
    <w:rsid w:val="0002157A"/>
    <w:rsid w:val="000217A0"/>
    <w:rsid w:val="00021C61"/>
    <w:rsid w:val="00021E87"/>
    <w:rsid w:val="00022079"/>
    <w:rsid w:val="00022142"/>
    <w:rsid w:val="00022376"/>
    <w:rsid w:val="000223D4"/>
    <w:rsid w:val="000225AF"/>
    <w:rsid w:val="00022B88"/>
    <w:rsid w:val="00022FCB"/>
    <w:rsid w:val="00023380"/>
    <w:rsid w:val="0002389B"/>
    <w:rsid w:val="00023B0A"/>
    <w:rsid w:val="00023D53"/>
    <w:rsid w:val="00023F0A"/>
    <w:rsid w:val="00024218"/>
    <w:rsid w:val="0002441A"/>
    <w:rsid w:val="0002442C"/>
    <w:rsid w:val="00024BC5"/>
    <w:rsid w:val="000251D8"/>
    <w:rsid w:val="00025542"/>
    <w:rsid w:val="000256A7"/>
    <w:rsid w:val="000258B5"/>
    <w:rsid w:val="00025A0E"/>
    <w:rsid w:val="00025C6D"/>
    <w:rsid w:val="00025F1A"/>
    <w:rsid w:val="00025FEA"/>
    <w:rsid w:val="00026052"/>
    <w:rsid w:val="000261C8"/>
    <w:rsid w:val="0002683E"/>
    <w:rsid w:val="00026A75"/>
    <w:rsid w:val="00026B40"/>
    <w:rsid w:val="000272C4"/>
    <w:rsid w:val="00027CA8"/>
    <w:rsid w:val="00027CF2"/>
    <w:rsid w:val="00027F95"/>
    <w:rsid w:val="00030750"/>
    <w:rsid w:val="00030760"/>
    <w:rsid w:val="000307BA"/>
    <w:rsid w:val="00030915"/>
    <w:rsid w:val="00030C6A"/>
    <w:rsid w:val="00030F2E"/>
    <w:rsid w:val="00031376"/>
    <w:rsid w:val="000314F8"/>
    <w:rsid w:val="00031577"/>
    <w:rsid w:val="00031A74"/>
    <w:rsid w:val="00032111"/>
    <w:rsid w:val="000321A3"/>
    <w:rsid w:val="00032700"/>
    <w:rsid w:val="00032EC2"/>
    <w:rsid w:val="00033056"/>
    <w:rsid w:val="000330ED"/>
    <w:rsid w:val="000332B3"/>
    <w:rsid w:val="0003392F"/>
    <w:rsid w:val="000339A9"/>
    <w:rsid w:val="00033B32"/>
    <w:rsid w:val="0003411F"/>
    <w:rsid w:val="00034426"/>
    <w:rsid w:val="00034C67"/>
    <w:rsid w:val="00034F2A"/>
    <w:rsid w:val="00035AC5"/>
    <w:rsid w:val="00035E30"/>
    <w:rsid w:val="00035EEE"/>
    <w:rsid w:val="00035FA1"/>
    <w:rsid w:val="0003604A"/>
    <w:rsid w:val="000361CE"/>
    <w:rsid w:val="000366BE"/>
    <w:rsid w:val="00036870"/>
    <w:rsid w:val="00036D72"/>
    <w:rsid w:val="00036E31"/>
    <w:rsid w:val="00036ECC"/>
    <w:rsid w:val="00037100"/>
    <w:rsid w:val="0003714B"/>
    <w:rsid w:val="00037899"/>
    <w:rsid w:val="00037B74"/>
    <w:rsid w:val="00037C6C"/>
    <w:rsid w:val="00037C95"/>
    <w:rsid w:val="00040042"/>
    <w:rsid w:val="00040101"/>
    <w:rsid w:val="00040225"/>
    <w:rsid w:val="000402A1"/>
    <w:rsid w:val="00040604"/>
    <w:rsid w:val="000406A5"/>
    <w:rsid w:val="00041061"/>
    <w:rsid w:val="00041905"/>
    <w:rsid w:val="00041A5E"/>
    <w:rsid w:val="0004232F"/>
    <w:rsid w:val="00042A35"/>
    <w:rsid w:val="00042FC7"/>
    <w:rsid w:val="0004363B"/>
    <w:rsid w:val="00043B46"/>
    <w:rsid w:val="00044243"/>
    <w:rsid w:val="00044569"/>
    <w:rsid w:val="00044BE2"/>
    <w:rsid w:val="0004513E"/>
    <w:rsid w:val="000451B6"/>
    <w:rsid w:val="000456DC"/>
    <w:rsid w:val="00045C60"/>
    <w:rsid w:val="00045C91"/>
    <w:rsid w:val="00045FD9"/>
    <w:rsid w:val="00046014"/>
    <w:rsid w:val="00046040"/>
    <w:rsid w:val="00046CA6"/>
    <w:rsid w:val="00046E73"/>
    <w:rsid w:val="00046FFD"/>
    <w:rsid w:val="000472F3"/>
    <w:rsid w:val="00047927"/>
    <w:rsid w:val="00047C36"/>
    <w:rsid w:val="00047C41"/>
    <w:rsid w:val="00047E15"/>
    <w:rsid w:val="00047F0F"/>
    <w:rsid w:val="0005004A"/>
    <w:rsid w:val="000500AD"/>
    <w:rsid w:val="00050BB3"/>
    <w:rsid w:val="000520D4"/>
    <w:rsid w:val="00052361"/>
    <w:rsid w:val="000523AD"/>
    <w:rsid w:val="00052469"/>
    <w:rsid w:val="000528F1"/>
    <w:rsid w:val="00052CBD"/>
    <w:rsid w:val="00052F5D"/>
    <w:rsid w:val="0005311A"/>
    <w:rsid w:val="000533C1"/>
    <w:rsid w:val="00053441"/>
    <w:rsid w:val="0005381A"/>
    <w:rsid w:val="00053A1F"/>
    <w:rsid w:val="00053E92"/>
    <w:rsid w:val="00054153"/>
    <w:rsid w:val="0005422D"/>
    <w:rsid w:val="00054261"/>
    <w:rsid w:val="00054394"/>
    <w:rsid w:val="000545BA"/>
    <w:rsid w:val="00054941"/>
    <w:rsid w:val="0005495D"/>
    <w:rsid w:val="00054C47"/>
    <w:rsid w:val="00054CB3"/>
    <w:rsid w:val="00054E0F"/>
    <w:rsid w:val="00055580"/>
    <w:rsid w:val="00056126"/>
    <w:rsid w:val="000562F2"/>
    <w:rsid w:val="000567DA"/>
    <w:rsid w:val="00057265"/>
    <w:rsid w:val="0005749B"/>
    <w:rsid w:val="00057A1E"/>
    <w:rsid w:val="00057CAB"/>
    <w:rsid w:val="00057FB0"/>
    <w:rsid w:val="00060456"/>
    <w:rsid w:val="000604AE"/>
    <w:rsid w:val="000604CE"/>
    <w:rsid w:val="00060554"/>
    <w:rsid w:val="00060661"/>
    <w:rsid w:val="000608D1"/>
    <w:rsid w:val="000609D8"/>
    <w:rsid w:val="00060B92"/>
    <w:rsid w:val="00060BD1"/>
    <w:rsid w:val="00060DD2"/>
    <w:rsid w:val="00060FB9"/>
    <w:rsid w:val="00061323"/>
    <w:rsid w:val="00061342"/>
    <w:rsid w:val="00061410"/>
    <w:rsid w:val="00061487"/>
    <w:rsid w:val="00061A69"/>
    <w:rsid w:val="00061ED0"/>
    <w:rsid w:val="00062928"/>
    <w:rsid w:val="00062C90"/>
    <w:rsid w:val="00063084"/>
    <w:rsid w:val="00063695"/>
    <w:rsid w:val="0006390C"/>
    <w:rsid w:val="00063BC5"/>
    <w:rsid w:val="00063D4C"/>
    <w:rsid w:val="00063E4B"/>
    <w:rsid w:val="00064410"/>
    <w:rsid w:val="00064977"/>
    <w:rsid w:val="00064BF0"/>
    <w:rsid w:val="000651A2"/>
    <w:rsid w:val="00065990"/>
    <w:rsid w:val="00065DB5"/>
    <w:rsid w:val="00066617"/>
    <w:rsid w:val="0006675E"/>
    <w:rsid w:val="00066928"/>
    <w:rsid w:val="00066AFA"/>
    <w:rsid w:val="00066C33"/>
    <w:rsid w:val="00066D57"/>
    <w:rsid w:val="0006741C"/>
    <w:rsid w:val="000674A4"/>
    <w:rsid w:val="00067716"/>
    <w:rsid w:val="00067A94"/>
    <w:rsid w:val="00067F93"/>
    <w:rsid w:val="000705E7"/>
    <w:rsid w:val="00070757"/>
    <w:rsid w:val="00070894"/>
    <w:rsid w:val="00070CB1"/>
    <w:rsid w:val="00071184"/>
    <w:rsid w:val="0007130A"/>
    <w:rsid w:val="000715DD"/>
    <w:rsid w:val="00071A08"/>
    <w:rsid w:val="00071CD4"/>
    <w:rsid w:val="00072593"/>
    <w:rsid w:val="00072711"/>
    <w:rsid w:val="000727B9"/>
    <w:rsid w:val="000728DE"/>
    <w:rsid w:val="000729BB"/>
    <w:rsid w:val="00072C06"/>
    <w:rsid w:val="00073060"/>
    <w:rsid w:val="00073BAE"/>
    <w:rsid w:val="00073E57"/>
    <w:rsid w:val="00073F4E"/>
    <w:rsid w:val="00074590"/>
    <w:rsid w:val="000748B2"/>
    <w:rsid w:val="00074A3E"/>
    <w:rsid w:val="0007545F"/>
    <w:rsid w:val="0007561C"/>
    <w:rsid w:val="000757EE"/>
    <w:rsid w:val="00075EA6"/>
    <w:rsid w:val="00076380"/>
    <w:rsid w:val="000763D9"/>
    <w:rsid w:val="00076600"/>
    <w:rsid w:val="00076A40"/>
    <w:rsid w:val="00076BB2"/>
    <w:rsid w:val="00076DF6"/>
    <w:rsid w:val="00077645"/>
    <w:rsid w:val="00077648"/>
    <w:rsid w:val="000777E1"/>
    <w:rsid w:val="00077C91"/>
    <w:rsid w:val="00080239"/>
    <w:rsid w:val="000802D4"/>
    <w:rsid w:val="00080348"/>
    <w:rsid w:val="0008038D"/>
    <w:rsid w:val="00080B66"/>
    <w:rsid w:val="00080BBD"/>
    <w:rsid w:val="000818CF"/>
    <w:rsid w:val="00081BEC"/>
    <w:rsid w:val="00082233"/>
    <w:rsid w:val="00082AF7"/>
    <w:rsid w:val="00082C69"/>
    <w:rsid w:val="0008309F"/>
    <w:rsid w:val="0008320F"/>
    <w:rsid w:val="0008349D"/>
    <w:rsid w:val="000835A1"/>
    <w:rsid w:val="00083923"/>
    <w:rsid w:val="00083A9B"/>
    <w:rsid w:val="00083D4C"/>
    <w:rsid w:val="00084400"/>
    <w:rsid w:val="000844F9"/>
    <w:rsid w:val="000846C4"/>
    <w:rsid w:val="00084986"/>
    <w:rsid w:val="00084BF7"/>
    <w:rsid w:val="0008554A"/>
    <w:rsid w:val="000857F4"/>
    <w:rsid w:val="0008590A"/>
    <w:rsid w:val="000859F9"/>
    <w:rsid w:val="00085A62"/>
    <w:rsid w:val="00085C79"/>
    <w:rsid w:val="000865C0"/>
    <w:rsid w:val="00086C93"/>
    <w:rsid w:val="00087B19"/>
    <w:rsid w:val="00087EB4"/>
    <w:rsid w:val="00087EF7"/>
    <w:rsid w:val="00090AB6"/>
    <w:rsid w:val="00090B92"/>
    <w:rsid w:val="00090CD0"/>
    <w:rsid w:val="000911F4"/>
    <w:rsid w:val="0009127C"/>
    <w:rsid w:val="000914AE"/>
    <w:rsid w:val="00091A20"/>
    <w:rsid w:val="00091B09"/>
    <w:rsid w:val="00091B4E"/>
    <w:rsid w:val="00092152"/>
    <w:rsid w:val="000922C4"/>
    <w:rsid w:val="00092395"/>
    <w:rsid w:val="00092492"/>
    <w:rsid w:val="000924DD"/>
    <w:rsid w:val="000925E7"/>
    <w:rsid w:val="0009287A"/>
    <w:rsid w:val="000928CE"/>
    <w:rsid w:val="000928E1"/>
    <w:rsid w:val="00092DBA"/>
    <w:rsid w:val="00093D68"/>
    <w:rsid w:val="000941C9"/>
    <w:rsid w:val="00094210"/>
    <w:rsid w:val="000945AD"/>
    <w:rsid w:val="00094A31"/>
    <w:rsid w:val="00094ACA"/>
    <w:rsid w:val="00094DFC"/>
    <w:rsid w:val="00094FE0"/>
    <w:rsid w:val="0009536A"/>
    <w:rsid w:val="00095C40"/>
    <w:rsid w:val="00095F6A"/>
    <w:rsid w:val="00096168"/>
    <w:rsid w:val="00096219"/>
    <w:rsid w:val="0009622D"/>
    <w:rsid w:val="00096238"/>
    <w:rsid w:val="000963B1"/>
    <w:rsid w:val="000963D9"/>
    <w:rsid w:val="000964BE"/>
    <w:rsid w:val="00096867"/>
    <w:rsid w:val="0009689A"/>
    <w:rsid w:val="00096A6F"/>
    <w:rsid w:val="00096AB9"/>
    <w:rsid w:val="0009701E"/>
    <w:rsid w:val="00097244"/>
    <w:rsid w:val="00097AE7"/>
    <w:rsid w:val="00097CD3"/>
    <w:rsid w:val="000A06F0"/>
    <w:rsid w:val="000A0844"/>
    <w:rsid w:val="000A0916"/>
    <w:rsid w:val="000A09B6"/>
    <w:rsid w:val="000A0DCB"/>
    <w:rsid w:val="000A177A"/>
    <w:rsid w:val="000A1812"/>
    <w:rsid w:val="000A1CFB"/>
    <w:rsid w:val="000A1EEE"/>
    <w:rsid w:val="000A1FF7"/>
    <w:rsid w:val="000A21E7"/>
    <w:rsid w:val="000A2760"/>
    <w:rsid w:val="000A298E"/>
    <w:rsid w:val="000A2D0A"/>
    <w:rsid w:val="000A2D0E"/>
    <w:rsid w:val="000A2F03"/>
    <w:rsid w:val="000A2F46"/>
    <w:rsid w:val="000A329C"/>
    <w:rsid w:val="000A3408"/>
    <w:rsid w:val="000A3470"/>
    <w:rsid w:val="000A34BC"/>
    <w:rsid w:val="000A34C6"/>
    <w:rsid w:val="000A3B87"/>
    <w:rsid w:val="000A3F71"/>
    <w:rsid w:val="000A4003"/>
    <w:rsid w:val="000A4715"/>
    <w:rsid w:val="000A4806"/>
    <w:rsid w:val="000A482D"/>
    <w:rsid w:val="000A4B68"/>
    <w:rsid w:val="000A4EEB"/>
    <w:rsid w:val="000A4FAF"/>
    <w:rsid w:val="000A5101"/>
    <w:rsid w:val="000A5566"/>
    <w:rsid w:val="000A56DD"/>
    <w:rsid w:val="000A5ACA"/>
    <w:rsid w:val="000A5CB5"/>
    <w:rsid w:val="000A5CE1"/>
    <w:rsid w:val="000A5D01"/>
    <w:rsid w:val="000A5F81"/>
    <w:rsid w:val="000A61A3"/>
    <w:rsid w:val="000A63C7"/>
    <w:rsid w:val="000A6AA4"/>
    <w:rsid w:val="000A6E0A"/>
    <w:rsid w:val="000A7221"/>
    <w:rsid w:val="000A73E8"/>
    <w:rsid w:val="000A774B"/>
    <w:rsid w:val="000A7AEC"/>
    <w:rsid w:val="000A7BBB"/>
    <w:rsid w:val="000B00E4"/>
    <w:rsid w:val="000B0224"/>
    <w:rsid w:val="000B03AF"/>
    <w:rsid w:val="000B0C39"/>
    <w:rsid w:val="000B0C3E"/>
    <w:rsid w:val="000B0C57"/>
    <w:rsid w:val="000B0FF7"/>
    <w:rsid w:val="000B145D"/>
    <w:rsid w:val="000B1583"/>
    <w:rsid w:val="000B1ADD"/>
    <w:rsid w:val="000B1F3A"/>
    <w:rsid w:val="000B2160"/>
    <w:rsid w:val="000B219E"/>
    <w:rsid w:val="000B21C5"/>
    <w:rsid w:val="000B2789"/>
    <w:rsid w:val="000B27AB"/>
    <w:rsid w:val="000B2AD8"/>
    <w:rsid w:val="000B2DC3"/>
    <w:rsid w:val="000B2E52"/>
    <w:rsid w:val="000B3173"/>
    <w:rsid w:val="000B351D"/>
    <w:rsid w:val="000B3548"/>
    <w:rsid w:val="000B3582"/>
    <w:rsid w:val="000B38E2"/>
    <w:rsid w:val="000B3A66"/>
    <w:rsid w:val="000B442D"/>
    <w:rsid w:val="000B47C3"/>
    <w:rsid w:val="000B490E"/>
    <w:rsid w:val="000B5720"/>
    <w:rsid w:val="000B5880"/>
    <w:rsid w:val="000B5CE4"/>
    <w:rsid w:val="000B5DD4"/>
    <w:rsid w:val="000B6063"/>
    <w:rsid w:val="000B712E"/>
    <w:rsid w:val="000B71B9"/>
    <w:rsid w:val="000B7397"/>
    <w:rsid w:val="000B7666"/>
    <w:rsid w:val="000B775A"/>
    <w:rsid w:val="000B7B2E"/>
    <w:rsid w:val="000B7BAD"/>
    <w:rsid w:val="000C08DA"/>
    <w:rsid w:val="000C0B3B"/>
    <w:rsid w:val="000C0D1E"/>
    <w:rsid w:val="000C0F73"/>
    <w:rsid w:val="000C146B"/>
    <w:rsid w:val="000C16FD"/>
    <w:rsid w:val="000C1B09"/>
    <w:rsid w:val="000C1BFF"/>
    <w:rsid w:val="000C1C27"/>
    <w:rsid w:val="000C217B"/>
    <w:rsid w:val="000C2BB2"/>
    <w:rsid w:val="000C2C0B"/>
    <w:rsid w:val="000C2DE5"/>
    <w:rsid w:val="000C30DA"/>
    <w:rsid w:val="000C31E2"/>
    <w:rsid w:val="000C3290"/>
    <w:rsid w:val="000C37EF"/>
    <w:rsid w:val="000C393F"/>
    <w:rsid w:val="000C3A12"/>
    <w:rsid w:val="000C3A88"/>
    <w:rsid w:val="000C3B2F"/>
    <w:rsid w:val="000C3B60"/>
    <w:rsid w:val="000C3C4E"/>
    <w:rsid w:val="000C3DA7"/>
    <w:rsid w:val="000C4438"/>
    <w:rsid w:val="000C444C"/>
    <w:rsid w:val="000C47FA"/>
    <w:rsid w:val="000C4A87"/>
    <w:rsid w:val="000C4BDC"/>
    <w:rsid w:val="000C4D81"/>
    <w:rsid w:val="000C4FDA"/>
    <w:rsid w:val="000C5164"/>
    <w:rsid w:val="000C51A4"/>
    <w:rsid w:val="000C52DB"/>
    <w:rsid w:val="000C537A"/>
    <w:rsid w:val="000C5610"/>
    <w:rsid w:val="000C5BB5"/>
    <w:rsid w:val="000C5C95"/>
    <w:rsid w:val="000C6224"/>
    <w:rsid w:val="000C6342"/>
    <w:rsid w:val="000C6B11"/>
    <w:rsid w:val="000C6B2C"/>
    <w:rsid w:val="000C6C5B"/>
    <w:rsid w:val="000C71ED"/>
    <w:rsid w:val="000C769C"/>
    <w:rsid w:val="000C76B3"/>
    <w:rsid w:val="000C7CBE"/>
    <w:rsid w:val="000C7DDD"/>
    <w:rsid w:val="000D022F"/>
    <w:rsid w:val="000D0835"/>
    <w:rsid w:val="000D099C"/>
    <w:rsid w:val="000D09E4"/>
    <w:rsid w:val="000D0CD7"/>
    <w:rsid w:val="000D0EFF"/>
    <w:rsid w:val="000D109C"/>
    <w:rsid w:val="000D175A"/>
    <w:rsid w:val="000D28F1"/>
    <w:rsid w:val="000D2D81"/>
    <w:rsid w:val="000D2DB0"/>
    <w:rsid w:val="000D3192"/>
    <w:rsid w:val="000D330E"/>
    <w:rsid w:val="000D3399"/>
    <w:rsid w:val="000D3518"/>
    <w:rsid w:val="000D3653"/>
    <w:rsid w:val="000D3782"/>
    <w:rsid w:val="000D401F"/>
    <w:rsid w:val="000D4346"/>
    <w:rsid w:val="000D4368"/>
    <w:rsid w:val="000D463C"/>
    <w:rsid w:val="000D4833"/>
    <w:rsid w:val="000D4868"/>
    <w:rsid w:val="000D49C7"/>
    <w:rsid w:val="000D4BCB"/>
    <w:rsid w:val="000D4F9C"/>
    <w:rsid w:val="000D547B"/>
    <w:rsid w:val="000D5722"/>
    <w:rsid w:val="000D57BE"/>
    <w:rsid w:val="000D5E24"/>
    <w:rsid w:val="000D5EF3"/>
    <w:rsid w:val="000D6065"/>
    <w:rsid w:val="000D631E"/>
    <w:rsid w:val="000D6382"/>
    <w:rsid w:val="000D6723"/>
    <w:rsid w:val="000D6B57"/>
    <w:rsid w:val="000D6CEE"/>
    <w:rsid w:val="000D6EFF"/>
    <w:rsid w:val="000D737D"/>
    <w:rsid w:val="000D75F0"/>
    <w:rsid w:val="000E03A3"/>
    <w:rsid w:val="000E0D15"/>
    <w:rsid w:val="000E1C7C"/>
    <w:rsid w:val="000E1CCA"/>
    <w:rsid w:val="000E2807"/>
    <w:rsid w:val="000E297C"/>
    <w:rsid w:val="000E2AD4"/>
    <w:rsid w:val="000E2AFD"/>
    <w:rsid w:val="000E310A"/>
    <w:rsid w:val="000E31EC"/>
    <w:rsid w:val="000E329C"/>
    <w:rsid w:val="000E371E"/>
    <w:rsid w:val="000E379E"/>
    <w:rsid w:val="000E3B00"/>
    <w:rsid w:val="000E3DD3"/>
    <w:rsid w:val="000E3ED4"/>
    <w:rsid w:val="000E40C0"/>
    <w:rsid w:val="000E43A7"/>
    <w:rsid w:val="000E4BD0"/>
    <w:rsid w:val="000E4F31"/>
    <w:rsid w:val="000E50B8"/>
    <w:rsid w:val="000E53B4"/>
    <w:rsid w:val="000E58D8"/>
    <w:rsid w:val="000E5955"/>
    <w:rsid w:val="000E5F3C"/>
    <w:rsid w:val="000E6106"/>
    <w:rsid w:val="000E62A1"/>
    <w:rsid w:val="000E6338"/>
    <w:rsid w:val="000E633F"/>
    <w:rsid w:val="000E6B17"/>
    <w:rsid w:val="000E75BA"/>
    <w:rsid w:val="000E7623"/>
    <w:rsid w:val="000E7624"/>
    <w:rsid w:val="000E7DA7"/>
    <w:rsid w:val="000E7F75"/>
    <w:rsid w:val="000F05E9"/>
    <w:rsid w:val="000F06C3"/>
    <w:rsid w:val="000F0C9C"/>
    <w:rsid w:val="000F1236"/>
    <w:rsid w:val="000F12A8"/>
    <w:rsid w:val="000F13C2"/>
    <w:rsid w:val="000F15FF"/>
    <w:rsid w:val="000F1686"/>
    <w:rsid w:val="000F1909"/>
    <w:rsid w:val="000F1A79"/>
    <w:rsid w:val="000F1AFA"/>
    <w:rsid w:val="000F22A2"/>
    <w:rsid w:val="000F264D"/>
    <w:rsid w:val="000F2760"/>
    <w:rsid w:val="000F2B83"/>
    <w:rsid w:val="000F2D75"/>
    <w:rsid w:val="000F2E65"/>
    <w:rsid w:val="000F352A"/>
    <w:rsid w:val="000F3A42"/>
    <w:rsid w:val="000F3FDE"/>
    <w:rsid w:val="000F41A9"/>
    <w:rsid w:val="000F475D"/>
    <w:rsid w:val="000F4B65"/>
    <w:rsid w:val="000F4F1C"/>
    <w:rsid w:val="000F51D9"/>
    <w:rsid w:val="000F52C4"/>
    <w:rsid w:val="000F53A0"/>
    <w:rsid w:val="000F53C4"/>
    <w:rsid w:val="000F57F6"/>
    <w:rsid w:val="000F5BA2"/>
    <w:rsid w:val="000F5EAA"/>
    <w:rsid w:val="000F6012"/>
    <w:rsid w:val="000F60B1"/>
    <w:rsid w:val="000F6568"/>
    <w:rsid w:val="000F66B2"/>
    <w:rsid w:val="000F6A8F"/>
    <w:rsid w:val="000F6E20"/>
    <w:rsid w:val="000F6F42"/>
    <w:rsid w:val="000F76AE"/>
    <w:rsid w:val="000F799D"/>
    <w:rsid w:val="000F7A74"/>
    <w:rsid w:val="000F7ABF"/>
    <w:rsid w:val="000F7F48"/>
    <w:rsid w:val="0010006C"/>
    <w:rsid w:val="001004FF"/>
    <w:rsid w:val="001006E9"/>
    <w:rsid w:val="001008C5"/>
    <w:rsid w:val="00100B77"/>
    <w:rsid w:val="00100BA5"/>
    <w:rsid w:val="001011B6"/>
    <w:rsid w:val="001016A9"/>
    <w:rsid w:val="001017EB"/>
    <w:rsid w:val="00101D88"/>
    <w:rsid w:val="00102148"/>
    <w:rsid w:val="001021D2"/>
    <w:rsid w:val="00102247"/>
    <w:rsid w:val="00102360"/>
    <w:rsid w:val="0010260D"/>
    <w:rsid w:val="0010282B"/>
    <w:rsid w:val="00102893"/>
    <w:rsid w:val="00102D3D"/>
    <w:rsid w:val="00102DB2"/>
    <w:rsid w:val="00103566"/>
    <w:rsid w:val="00103821"/>
    <w:rsid w:val="00103B23"/>
    <w:rsid w:val="00103FB1"/>
    <w:rsid w:val="00104029"/>
    <w:rsid w:val="001044A2"/>
    <w:rsid w:val="001046B0"/>
    <w:rsid w:val="00104730"/>
    <w:rsid w:val="00104A93"/>
    <w:rsid w:val="001052B4"/>
    <w:rsid w:val="001052E5"/>
    <w:rsid w:val="001055CE"/>
    <w:rsid w:val="001059B1"/>
    <w:rsid w:val="001059F6"/>
    <w:rsid w:val="00105BA1"/>
    <w:rsid w:val="001061BF"/>
    <w:rsid w:val="00106582"/>
    <w:rsid w:val="0010686F"/>
    <w:rsid w:val="00106A03"/>
    <w:rsid w:val="00106D4F"/>
    <w:rsid w:val="001071A9"/>
    <w:rsid w:val="0010743C"/>
    <w:rsid w:val="001074B4"/>
    <w:rsid w:val="001076CC"/>
    <w:rsid w:val="001078DB"/>
    <w:rsid w:val="00107B81"/>
    <w:rsid w:val="00107C75"/>
    <w:rsid w:val="00107D2C"/>
    <w:rsid w:val="00107ED3"/>
    <w:rsid w:val="00107F0D"/>
    <w:rsid w:val="001101A6"/>
    <w:rsid w:val="0011077F"/>
    <w:rsid w:val="00110A9A"/>
    <w:rsid w:val="00111054"/>
    <w:rsid w:val="00111435"/>
    <w:rsid w:val="00111609"/>
    <w:rsid w:val="001123BC"/>
    <w:rsid w:val="0011271B"/>
    <w:rsid w:val="001129E3"/>
    <w:rsid w:val="00112BA3"/>
    <w:rsid w:val="00112E9B"/>
    <w:rsid w:val="00113A37"/>
    <w:rsid w:val="00113BFA"/>
    <w:rsid w:val="00113E81"/>
    <w:rsid w:val="00114225"/>
    <w:rsid w:val="00114361"/>
    <w:rsid w:val="001143AA"/>
    <w:rsid w:val="001147C2"/>
    <w:rsid w:val="001148A1"/>
    <w:rsid w:val="00114BB2"/>
    <w:rsid w:val="00114E5B"/>
    <w:rsid w:val="0011533D"/>
    <w:rsid w:val="001153CD"/>
    <w:rsid w:val="00115504"/>
    <w:rsid w:val="00115751"/>
    <w:rsid w:val="00115C03"/>
    <w:rsid w:val="001160E3"/>
    <w:rsid w:val="001163A9"/>
    <w:rsid w:val="00116429"/>
    <w:rsid w:val="00116778"/>
    <w:rsid w:val="001169FD"/>
    <w:rsid w:val="00117372"/>
    <w:rsid w:val="001176B0"/>
    <w:rsid w:val="0011783A"/>
    <w:rsid w:val="00117F5F"/>
    <w:rsid w:val="00117F84"/>
    <w:rsid w:val="00117FA9"/>
    <w:rsid w:val="00117FE1"/>
    <w:rsid w:val="00120A3F"/>
    <w:rsid w:val="00120A6F"/>
    <w:rsid w:val="0012111D"/>
    <w:rsid w:val="00121462"/>
    <w:rsid w:val="001219C0"/>
    <w:rsid w:val="00121B90"/>
    <w:rsid w:val="00121D74"/>
    <w:rsid w:val="0012201A"/>
    <w:rsid w:val="00122057"/>
    <w:rsid w:val="00122203"/>
    <w:rsid w:val="00122346"/>
    <w:rsid w:val="001223A6"/>
    <w:rsid w:val="00122490"/>
    <w:rsid w:val="00122498"/>
    <w:rsid w:val="001224F7"/>
    <w:rsid w:val="00122516"/>
    <w:rsid w:val="001229D5"/>
    <w:rsid w:val="00122BC1"/>
    <w:rsid w:val="00122CB1"/>
    <w:rsid w:val="00122CDD"/>
    <w:rsid w:val="00122DE3"/>
    <w:rsid w:val="00123450"/>
    <w:rsid w:val="00123647"/>
    <w:rsid w:val="00123863"/>
    <w:rsid w:val="00124786"/>
    <w:rsid w:val="00124F9A"/>
    <w:rsid w:val="00125338"/>
    <w:rsid w:val="00125508"/>
    <w:rsid w:val="00125654"/>
    <w:rsid w:val="00125C6E"/>
    <w:rsid w:val="00125E5A"/>
    <w:rsid w:val="00126058"/>
    <w:rsid w:val="00126397"/>
    <w:rsid w:val="00126606"/>
    <w:rsid w:val="00126906"/>
    <w:rsid w:val="001271A4"/>
    <w:rsid w:val="00127219"/>
    <w:rsid w:val="001272F6"/>
    <w:rsid w:val="00127AB7"/>
    <w:rsid w:val="00127AB9"/>
    <w:rsid w:val="00127F1D"/>
    <w:rsid w:val="00130300"/>
    <w:rsid w:val="00130407"/>
    <w:rsid w:val="001308D9"/>
    <w:rsid w:val="00130963"/>
    <w:rsid w:val="00130C2F"/>
    <w:rsid w:val="00130D8D"/>
    <w:rsid w:val="00130F83"/>
    <w:rsid w:val="00130FD6"/>
    <w:rsid w:val="001317AB"/>
    <w:rsid w:val="00131890"/>
    <w:rsid w:val="0013192E"/>
    <w:rsid w:val="00131C54"/>
    <w:rsid w:val="00131EAF"/>
    <w:rsid w:val="00131F50"/>
    <w:rsid w:val="00132725"/>
    <w:rsid w:val="00132874"/>
    <w:rsid w:val="00132F5F"/>
    <w:rsid w:val="001332C7"/>
    <w:rsid w:val="00133840"/>
    <w:rsid w:val="00133FE9"/>
    <w:rsid w:val="0013419D"/>
    <w:rsid w:val="001342F3"/>
    <w:rsid w:val="001342FC"/>
    <w:rsid w:val="00134489"/>
    <w:rsid w:val="001344E2"/>
    <w:rsid w:val="0013479C"/>
    <w:rsid w:val="00134AD4"/>
    <w:rsid w:val="00134DDA"/>
    <w:rsid w:val="001356C4"/>
    <w:rsid w:val="001359B5"/>
    <w:rsid w:val="001360F0"/>
    <w:rsid w:val="001363AB"/>
    <w:rsid w:val="00136AFA"/>
    <w:rsid w:val="00136BEE"/>
    <w:rsid w:val="00136BF1"/>
    <w:rsid w:val="00136D3B"/>
    <w:rsid w:val="001375A4"/>
    <w:rsid w:val="00137BE9"/>
    <w:rsid w:val="00140118"/>
    <w:rsid w:val="001412AA"/>
    <w:rsid w:val="0014160E"/>
    <w:rsid w:val="0014162B"/>
    <w:rsid w:val="00141885"/>
    <w:rsid w:val="00141C95"/>
    <w:rsid w:val="00141F2B"/>
    <w:rsid w:val="00141F57"/>
    <w:rsid w:val="001422A1"/>
    <w:rsid w:val="00142673"/>
    <w:rsid w:val="00143742"/>
    <w:rsid w:val="001438EF"/>
    <w:rsid w:val="0014394B"/>
    <w:rsid w:val="00143C9B"/>
    <w:rsid w:val="00143FD8"/>
    <w:rsid w:val="001441C9"/>
    <w:rsid w:val="001445BE"/>
    <w:rsid w:val="001446BF"/>
    <w:rsid w:val="0014484D"/>
    <w:rsid w:val="00144923"/>
    <w:rsid w:val="00144C5D"/>
    <w:rsid w:val="00144C8F"/>
    <w:rsid w:val="00145652"/>
    <w:rsid w:val="001458CB"/>
    <w:rsid w:val="00145A56"/>
    <w:rsid w:val="00145CA1"/>
    <w:rsid w:val="00146276"/>
    <w:rsid w:val="00146ED2"/>
    <w:rsid w:val="00146FD7"/>
    <w:rsid w:val="00147788"/>
    <w:rsid w:val="001479B1"/>
    <w:rsid w:val="00147AD4"/>
    <w:rsid w:val="00147D7C"/>
    <w:rsid w:val="001505D8"/>
    <w:rsid w:val="00150CBE"/>
    <w:rsid w:val="00150D1D"/>
    <w:rsid w:val="00151033"/>
    <w:rsid w:val="00151151"/>
    <w:rsid w:val="001512E8"/>
    <w:rsid w:val="00151327"/>
    <w:rsid w:val="00151826"/>
    <w:rsid w:val="001518E9"/>
    <w:rsid w:val="00151BC0"/>
    <w:rsid w:val="00151CEF"/>
    <w:rsid w:val="00151F30"/>
    <w:rsid w:val="001520BC"/>
    <w:rsid w:val="0015266B"/>
    <w:rsid w:val="001527F3"/>
    <w:rsid w:val="0015312B"/>
    <w:rsid w:val="0015316F"/>
    <w:rsid w:val="00153B37"/>
    <w:rsid w:val="00153CEB"/>
    <w:rsid w:val="00153FEA"/>
    <w:rsid w:val="001542C2"/>
    <w:rsid w:val="00154461"/>
    <w:rsid w:val="001546EE"/>
    <w:rsid w:val="001546F7"/>
    <w:rsid w:val="00154D20"/>
    <w:rsid w:val="001550C6"/>
    <w:rsid w:val="0015513F"/>
    <w:rsid w:val="00155450"/>
    <w:rsid w:val="001555E6"/>
    <w:rsid w:val="00155730"/>
    <w:rsid w:val="0015577D"/>
    <w:rsid w:val="001558C1"/>
    <w:rsid w:val="00155B95"/>
    <w:rsid w:val="00156073"/>
    <w:rsid w:val="0015613A"/>
    <w:rsid w:val="0015639D"/>
    <w:rsid w:val="00156651"/>
    <w:rsid w:val="00156D7D"/>
    <w:rsid w:val="00156EBB"/>
    <w:rsid w:val="001572BA"/>
    <w:rsid w:val="001577A4"/>
    <w:rsid w:val="001578B2"/>
    <w:rsid w:val="001579EC"/>
    <w:rsid w:val="00157BE5"/>
    <w:rsid w:val="00157CA0"/>
    <w:rsid w:val="00160109"/>
    <w:rsid w:val="001603C5"/>
    <w:rsid w:val="00160C5C"/>
    <w:rsid w:val="00161578"/>
    <w:rsid w:val="001616BD"/>
    <w:rsid w:val="001619B5"/>
    <w:rsid w:val="00161B65"/>
    <w:rsid w:val="00161E41"/>
    <w:rsid w:val="001628CE"/>
    <w:rsid w:val="00162969"/>
    <w:rsid w:val="00162F44"/>
    <w:rsid w:val="001630B3"/>
    <w:rsid w:val="0016341A"/>
    <w:rsid w:val="00163503"/>
    <w:rsid w:val="00163D62"/>
    <w:rsid w:val="0016445A"/>
    <w:rsid w:val="0016481B"/>
    <w:rsid w:val="00164B90"/>
    <w:rsid w:val="00164C0A"/>
    <w:rsid w:val="00165075"/>
    <w:rsid w:val="00165276"/>
    <w:rsid w:val="001652DA"/>
    <w:rsid w:val="0016533B"/>
    <w:rsid w:val="001653A1"/>
    <w:rsid w:val="001653CB"/>
    <w:rsid w:val="00165477"/>
    <w:rsid w:val="0016555E"/>
    <w:rsid w:val="001656FD"/>
    <w:rsid w:val="00165BEA"/>
    <w:rsid w:val="0016634A"/>
    <w:rsid w:val="001664F8"/>
    <w:rsid w:val="00166CD7"/>
    <w:rsid w:val="00166E68"/>
    <w:rsid w:val="0016707A"/>
    <w:rsid w:val="0016709A"/>
    <w:rsid w:val="001676BB"/>
    <w:rsid w:val="001676C1"/>
    <w:rsid w:val="00167F5B"/>
    <w:rsid w:val="001703F3"/>
    <w:rsid w:val="001704E3"/>
    <w:rsid w:val="00170A40"/>
    <w:rsid w:val="00170BD4"/>
    <w:rsid w:val="00171236"/>
    <w:rsid w:val="00171BDD"/>
    <w:rsid w:val="0017200F"/>
    <w:rsid w:val="001720FE"/>
    <w:rsid w:val="00172352"/>
    <w:rsid w:val="001725E3"/>
    <w:rsid w:val="00172E74"/>
    <w:rsid w:val="00172EFB"/>
    <w:rsid w:val="00172F86"/>
    <w:rsid w:val="00173180"/>
    <w:rsid w:val="0017342C"/>
    <w:rsid w:val="00173539"/>
    <w:rsid w:val="00173B7C"/>
    <w:rsid w:val="0017448E"/>
    <w:rsid w:val="001745A3"/>
    <w:rsid w:val="00174694"/>
    <w:rsid w:val="001747C6"/>
    <w:rsid w:val="0017484D"/>
    <w:rsid w:val="00174A19"/>
    <w:rsid w:val="00174BF1"/>
    <w:rsid w:val="00174ECB"/>
    <w:rsid w:val="00175224"/>
    <w:rsid w:val="0017589D"/>
    <w:rsid w:val="00175973"/>
    <w:rsid w:val="00175BBE"/>
    <w:rsid w:val="001763E0"/>
    <w:rsid w:val="00176412"/>
    <w:rsid w:val="00176569"/>
    <w:rsid w:val="00176C5F"/>
    <w:rsid w:val="00176C9F"/>
    <w:rsid w:val="00176EDF"/>
    <w:rsid w:val="001773BF"/>
    <w:rsid w:val="001778AA"/>
    <w:rsid w:val="001778B1"/>
    <w:rsid w:val="00177966"/>
    <w:rsid w:val="00177DB7"/>
    <w:rsid w:val="00177E12"/>
    <w:rsid w:val="00177EB1"/>
    <w:rsid w:val="001807AC"/>
    <w:rsid w:val="001807BA"/>
    <w:rsid w:val="00180BEE"/>
    <w:rsid w:val="00180D53"/>
    <w:rsid w:val="00180FFE"/>
    <w:rsid w:val="001814E5"/>
    <w:rsid w:val="001815C5"/>
    <w:rsid w:val="0018166A"/>
    <w:rsid w:val="00181973"/>
    <w:rsid w:val="00182085"/>
    <w:rsid w:val="001821E3"/>
    <w:rsid w:val="001823FB"/>
    <w:rsid w:val="00182491"/>
    <w:rsid w:val="00182BE8"/>
    <w:rsid w:val="00183065"/>
    <w:rsid w:val="0018306C"/>
    <w:rsid w:val="00183D0B"/>
    <w:rsid w:val="0018411E"/>
    <w:rsid w:val="0018428A"/>
    <w:rsid w:val="00184340"/>
    <w:rsid w:val="001843CA"/>
    <w:rsid w:val="00184EEA"/>
    <w:rsid w:val="00185318"/>
    <w:rsid w:val="001856B1"/>
    <w:rsid w:val="00185705"/>
    <w:rsid w:val="0018580D"/>
    <w:rsid w:val="00185876"/>
    <w:rsid w:val="00185A54"/>
    <w:rsid w:val="00185DD6"/>
    <w:rsid w:val="00185E24"/>
    <w:rsid w:val="00185EFF"/>
    <w:rsid w:val="00185F6F"/>
    <w:rsid w:val="001863A1"/>
    <w:rsid w:val="00186475"/>
    <w:rsid w:val="00186941"/>
    <w:rsid w:val="00186D56"/>
    <w:rsid w:val="00186DCE"/>
    <w:rsid w:val="00186FF4"/>
    <w:rsid w:val="00187187"/>
    <w:rsid w:val="001874F5"/>
    <w:rsid w:val="00187832"/>
    <w:rsid w:val="00187AB1"/>
    <w:rsid w:val="00190155"/>
    <w:rsid w:val="0019025F"/>
    <w:rsid w:val="00190298"/>
    <w:rsid w:val="00190E4E"/>
    <w:rsid w:val="00191A80"/>
    <w:rsid w:val="00191B1D"/>
    <w:rsid w:val="00191B94"/>
    <w:rsid w:val="00191F44"/>
    <w:rsid w:val="0019209C"/>
    <w:rsid w:val="001920A0"/>
    <w:rsid w:val="001920E5"/>
    <w:rsid w:val="001921AD"/>
    <w:rsid w:val="001922FD"/>
    <w:rsid w:val="001924CA"/>
    <w:rsid w:val="00192C33"/>
    <w:rsid w:val="00192E24"/>
    <w:rsid w:val="00193DEC"/>
    <w:rsid w:val="0019425A"/>
    <w:rsid w:val="001944C9"/>
    <w:rsid w:val="00194A03"/>
    <w:rsid w:val="00194AEB"/>
    <w:rsid w:val="00194C99"/>
    <w:rsid w:val="00194CBB"/>
    <w:rsid w:val="00195018"/>
    <w:rsid w:val="00195258"/>
    <w:rsid w:val="00195ABB"/>
    <w:rsid w:val="00196AAD"/>
    <w:rsid w:val="00196CE6"/>
    <w:rsid w:val="001971C9"/>
    <w:rsid w:val="00197BC6"/>
    <w:rsid w:val="00197CDB"/>
    <w:rsid w:val="00197D4A"/>
    <w:rsid w:val="00197E2C"/>
    <w:rsid w:val="001A01A6"/>
    <w:rsid w:val="001A03C8"/>
    <w:rsid w:val="001A0806"/>
    <w:rsid w:val="001A0B16"/>
    <w:rsid w:val="001A0BC5"/>
    <w:rsid w:val="001A0BEC"/>
    <w:rsid w:val="001A1170"/>
    <w:rsid w:val="001A158C"/>
    <w:rsid w:val="001A192B"/>
    <w:rsid w:val="001A2418"/>
    <w:rsid w:val="001A24D9"/>
    <w:rsid w:val="001A2777"/>
    <w:rsid w:val="001A2DA2"/>
    <w:rsid w:val="001A2F24"/>
    <w:rsid w:val="001A2F6C"/>
    <w:rsid w:val="001A3099"/>
    <w:rsid w:val="001A34A7"/>
    <w:rsid w:val="001A36CB"/>
    <w:rsid w:val="001A3DB0"/>
    <w:rsid w:val="001A3F91"/>
    <w:rsid w:val="001A4138"/>
    <w:rsid w:val="001A4850"/>
    <w:rsid w:val="001A497E"/>
    <w:rsid w:val="001A541D"/>
    <w:rsid w:val="001A54A6"/>
    <w:rsid w:val="001A5B40"/>
    <w:rsid w:val="001A5B4E"/>
    <w:rsid w:val="001A5DEE"/>
    <w:rsid w:val="001A5F3C"/>
    <w:rsid w:val="001A661F"/>
    <w:rsid w:val="001A68FE"/>
    <w:rsid w:val="001A6A31"/>
    <w:rsid w:val="001A7727"/>
    <w:rsid w:val="001A77B2"/>
    <w:rsid w:val="001A7AF6"/>
    <w:rsid w:val="001A7B95"/>
    <w:rsid w:val="001A7F13"/>
    <w:rsid w:val="001A7F2D"/>
    <w:rsid w:val="001B0916"/>
    <w:rsid w:val="001B0BFA"/>
    <w:rsid w:val="001B128D"/>
    <w:rsid w:val="001B1563"/>
    <w:rsid w:val="001B1633"/>
    <w:rsid w:val="001B1788"/>
    <w:rsid w:val="001B1A6F"/>
    <w:rsid w:val="001B1CDF"/>
    <w:rsid w:val="001B2216"/>
    <w:rsid w:val="001B245E"/>
    <w:rsid w:val="001B26B5"/>
    <w:rsid w:val="001B2B1E"/>
    <w:rsid w:val="001B2B9B"/>
    <w:rsid w:val="001B2C2B"/>
    <w:rsid w:val="001B307A"/>
    <w:rsid w:val="001B31D7"/>
    <w:rsid w:val="001B3451"/>
    <w:rsid w:val="001B376B"/>
    <w:rsid w:val="001B38F6"/>
    <w:rsid w:val="001B3C11"/>
    <w:rsid w:val="001B3F4B"/>
    <w:rsid w:val="001B4019"/>
    <w:rsid w:val="001B43F0"/>
    <w:rsid w:val="001B4A2F"/>
    <w:rsid w:val="001B55BC"/>
    <w:rsid w:val="001B5982"/>
    <w:rsid w:val="001B5D33"/>
    <w:rsid w:val="001B5F2B"/>
    <w:rsid w:val="001B5FEC"/>
    <w:rsid w:val="001B6198"/>
    <w:rsid w:val="001B61D4"/>
    <w:rsid w:val="001B6532"/>
    <w:rsid w:val="001B6738"/>
    <w:rsid w:val="001B6912"/>
    <w:rsid w:val="001B69A4"/>
    <w:rsid w:val="001B7316"/>
    <w:rsid w:val="001B781C"/>
    <w:rsid w:val="001B7983"/>
    <w:rsid w:val="001C02E9"/>
    <w:rsid w:val="001C046D"/>
    <w:rsid w:val="001C0671"/>
    <w:rsid w:val="001C0A4B"/>
    <w:rsid w:val="001C0B96"/>
    <w:rsid w:val="001C0E29"/>
    <w:rsid w:val="001C0F23"/>
    <w:rsid w:val="001C1410"/>
    <w:rsid w:val="001C14CF"/>
    <w:rsid w:val="001C1994"/>
    <w:rsid w:val="001C19DD"/>
    <w:rsid w:val="001C1FEB"/>
    <w:rsid w:val="001C2430"/>
    <w:rsid w:val="001C2532"/>
    <w:rsid w:val="001C3595"/>
    <w:rsid w:val="001C3609"/>
    <w:rsid w:val="001C3859"/>
    <w:rsid w:val="001C38C0"/>
    <w:rsid w:val="001C3AA7"/>
    <w:rsid w:val="001C4065"/>
    <w:rsid w:val="001C40BD"/>
    <w:rsid w:val="001C416B"/>
    <w:rsid w:val="001C4227"/>
    <w:rsid w:val="001C42B6"/>
    <w:rsid w:val="001C43B6"/>
    <w:rsid w:val="001C49AC"/>
    <w:rsid w:val="001C4CA2"/>
    <w:rsid w:val="001C4CB6"/>
    <w:rsid w:val="001C4ED7"/>
    <w:rsid w:val="001C4F79"/>
    <w:rsid w:val="001C51A5"/>
    <w:rsid w:val="001C5632"/>
    <w:rsid w:val="001C5762"/>
    <w:rsid w:val="001C5D0D"/>
    <w:rsid w:val="001C64DD"/>
    <w:rsid w:val="001C6781"/>
    <w:rsid w:val="001C6913"/>
    <w:rsid w:val="001C6CFE"/>
    <w:rsid w:val="001C6F8B"/>
    <w:rsid w:val="001C71A4"/>
    <w:rsid w:val="001C7246"/>
    <w:rsid w:val="001C74BB"/>
    <w:rsid w:val="001C7686"/>
    <w:rsid w:val="001C7793"/>
    <w:rsid w:val="001C7BE1"/>
    <w:rsid w:val="001C7DA9"/>
    <w:rsid w:val="001D0072"/>
    <w:rsid w:val="001D0216"/>
    <w:rsid w:val="001D0472"/>
    <w:rsid w:val="001D0EF9"/>
    <w:rsid w:val="001D1086"/>
    <w:rsid w:val="001D18D4"/>
    <w:rsid w:val="001D1921"/>
    <w:rsid w:val="001D19D2"/>
    <w:rsid w:val="001D1A34"/>
    <w:rsid w:val="001D1BBD"/>
    <w:rsid w:val="001D1EDF"/>
    <w:rsid w:val="001D20E1"/>
    <w:rsid w:val="001D294D"/>
    <w:rsid w:val="001D2AC3"/>
    <w:rsid w:val="001D2C0B"/>
    <w:rsid w:val="001D2C5B"/>
    <w:rsid w:val="001D321C"/>
    <w:rsid w:val="001D37F3"/>
    <w:rsid w:val="001D38D2"/>
    <w:rsid w:val="001D51F6"/>
    <w:rsid w:val="001D584B"/>
    <w:rsid w:val="001D58E5"/>
    <w:rsid w:val="001D5D48"/>
    <w:rsid w:val="001D5D9C"/>
    <w:rsid w:val="001D5E3F"/>
    <w:rsid w:val="001D693A"/>
    <w:rsid w:val="001D69A7"/>
    <w:rsid w:val="001D6A9E"/>
    <w:rsid w:val="001D6B3C"/>
    <w:rsid w:val="001D6B40"/>
    <w:rsid w:val="001D7222"/>
    <w:rsid w:val="001D74C4"/>
    <w:rsid w:val="001D75E0"/>
    <w:rsid w:val="001D7733"/>
    <w:rsid w:val="001D7A2A"/>
    <w:rsid w:val="001D7BEA"/>
    <w:rsid w:val="001D7C51"/>
    <w:rsid w:val="001D7CFA"/>
    <w:rsid w:val="001D7EF9"/>
    <w:rsid w:val="001E0128"/>
    <w:rsid w:val="001E015C"/>
    <w:rsid w:val="001E0484"/>
    <w:rsid w:val="001E0779"/>
    <w:rsid w:val="001E1120"/>
    <w:rsid w:val="001E1852"/>
    <w:rsid w:val="001E18A2"/>
    <w:rsid w:val="001E232A"/>
    <w:rsid w:val="001E288B"/>
    <w:rsid w:val="001E2BD2"/>
    <w:rsid w:val="001E2C24"/>
    <w:rsid w:val="001E2E5F"/>
    <w:rsid w:val="001E2E88"/>
    <w:rsid w:val="001E2F37"/>
    <w:rsid w:val="001E2FF5"/>
    <w:rsid w:val="001E3223"/>
    <w:rsid w:val="001E32DB"/>
    <w:rsid w:val="001E3391"/>
    <w:rsid w:val="001E3AE8"/>
    <w:rsid w:val="001E3BC7"/>
    <w:rsid w:val="001E3BF0"/>
    <w:rsid w:val="001E41CF"/>
    <w:rsid w:val="001E454E"/>
    <w:rsid w:val="001E4C82"/>
    <w:rsid w:val="001E531A"/>
    <w:rsid w:val="001E5627"/>
    <w:rsid w:val="001E564B"/>
    <w:rsid w:val="001E588F"/>
    <w:rsid w:val="001E5AA3"/>
    <w:rsid w:val="001E5FD1"/>
    <w:rsid w:val="001E6350"/>
    <w:rsid w:val="001E6CE3"/>
    <w:rsid w:val="001E6FCC"/>
    <w:rsid w:val="001E77CF"/>
    <w:rsid w:val="001E7906"/>
    <w:rsid w:val="001E7AB3"/>
    <w:rsid w:val="001E7B00"/>
    <w:rsid w:val="001E7C89"/>
    <w:rsid w:val="001E7FF8"/>
    <w:rsid w:val="001F0039"/>
    <w:rsid w:val="001F0311"/>
    <w:rsid w:val="001F0B4B"/>
    <w:rsid w:val="001F0C25"/>
    <w:rsid w:val="001F0E20"/>
    <w:rsid w:val="001F115B"/>
    <w:rsid w:val="001F1464"/>
    <w:rsid w:val="001F15E9"/>
    <w:rsid w:val="001F1683"/>
    <w:rsid w:val="001F17C8"/>
    <w:rsid w:val="001F1B64"/>
    <w:rsid w:val="001F1E60"/>
    <w:rsid w:val="001F213F"/>
    <w:rsid w:val="001F22FD"/>
    <w:rsid w:val="001F25A9"/>
    <w:rsid w:val="001F2637"/>
    <w:rsid w:val="001F2AD2"/>
    <w:rsid w:val="001F2E36"/>
    <w:rsid w:val="001F3282"/>
    <w:rsid w:val="001F3453"/>
    <w:rsid w:val="001F3CAC"/>
    <w:rsid w:val="001F3F6D"/>
    <w:rsid w:val="001F4404"/>
    <w:rsid w:val="001F4A9B"/>
    <w:rsid w:val="001F5276"/>
    <w:rsid w:val="001F5346"/>
    <w:rsid w:val="001F53BD"/>
    <w:rsid w:val="001F5565"/>
    <w:rsid w:val="001F5C91"/>
    <w:rsid w:val="001F5E6C"/>
    <w:rsid w:val="001F6013"/>
    <w:rsid w:val="001F614A"/>
    <w:rsid w:val="001F62DA"/>
    <w:rsid w:val="001F6301"/>
    <w:rsid w:val="001F6C7E"/>
    <w:rsid w:val="001F6DE9"/>
    <w:rsid w:val="001F6E16"/>
    <w:rsid w:val="001F7010"/>
    <w:rsid w:val="001F74C2"/>
    <w:rsid w:val="001F75C9"/>
    <w:rsid w:val="001F75CC"/>
    <w:rsid w:val="001F7693"/>
    <w:rsid w:val="001F7919"/>
    <w:rsid w:val="001F7AB5"/>
    <w:rsid w:val="001F7AF3"/>
    <w:rsid w:val="001F7BD7"/>
    <w:rsid w:val="001F7C68"/>
    <w:rsid w:val="0020005E"/>
    <w:rsid w:val="00200364"/>
    <w:rsid w:val="002004F4"/>
    <w:rsid w:val="00200B70"/>
    <w:rsid w:val="00200C88"/>
    <w:rsid w:val="00200E41"/>
    <w:rsid w:val="00200F70"/>
    <w:rsid w:val="0020108D"/>
    <w:rsid w:val="002015D3"/>
    <w:rsid w:val="00201605"/>
    <w:rsid w:val="00201E31"/>
    <w:rsid w:val="00201F36"/>
    <w:rsid w:val="002028CB"/>
    <w:rsid w:val="00203093"/>
    <w:rsid w:val="002030DF"/>
    <w:rsid w:val="00203ACB"/>
    <w:rsid w:val="00204210"/>
    <w:rsid w:val="002045A9"/>
    <w:rsid w:val="0020487B"/>
    <w:rsid w:val="00205385"/>
    <w:rsid w:val="002054BD"/>
    <w:rsid w:val="0020570D"/>
    <w:rsid w:val="00205E87"/>
    <w:rsid w:val="00206241"/>
    <w:rsid w:val="00206426"/>
    <w:rsid w:val="0020646F"/>
    <w:rsid w:val="0020694A"/>
    <w:rsid w:val="002069EB"/>
    <w:rsid w:val="00206ADE"/>
    <w:rsid w:val="00206CD1"/>
    <w:rsid w:val="00206EEA"/>
    <w:rsid w:val="002072EB"/>
    <w:rsid w:val="00207608"/>
    <w:rsid w:val="00207656"/>
    <w:rsid w:val="002076AB"/>
    <w:rsid w:val="00207786"/>
    <w:rsid w:val="0020798F"/>
    <w:rsid w:val="00207AE6"/>
    <w:rsid w:val="002100C6"/>
    <w:rsid w:val="002101ED"/>
    <w:rsid w:val="002103E0"/>
    <w:rsid w:val="00210632"/>
    <w:rsid w:val="0021098F"/>
    <w:rsid w:val="002109F9"/>
    <w:rsid w:val="00210DE4"/>
    <w:rsid w:val="00210EB2"/>
    <w:rsid w:val="00211137"/>
    <w:rsid w:val="0021124E"/>
    <w:rsid w:val="002113F4"/>
    <w:rsid w:val="00211508"/>
    <w:rsid w:val="002119DD"/>
    <w:rsid w:val="00211FE2"/>
    <w:rsid w:val="00211FF0"/>
    <w:rsid w:val="00212506"/>
    <w:rsid w:val="002128F4"/>
    <w:rsid w:val="002129C0"/>
    <w:rsid w:val="00212A0C"/>
    <w:rsid w:val="00212B39"/>
    <w:rsid w:val="00212ECE"/>
    <w:rsid w:val="00213281"/>
    <w:rsid w:val="00213484"/>
    <w:rsid w:val="00213759"/>
    <w:rsid w:val="00213BC1"/>
    <w:rsid w:val="00213E67"/>
    <w:rsid w:val="00214789"/>
    <w:rsid w:val="00214861"/>
    <w:rsid w:val="00214875"/>
    <w:rsid w:val="00215FEB"/>
    <w:rsid w:val="00216DE0"/>
    <w:rsid w:val="00216E55"/>
    <w:rsid w:val="002173CD"/>
    <w:rsid w:val="0021781C"/>
    <w:rsid w:val="002178E4"/>
    <w:rsid w:val="002179AB"/>
    <w:rsid w:val="00217A74"/>
    <w:rsid w:val="00217AC9"/>
    <w:rsid w:val="00217ECD"/>
    <w:rsid w:val="0022053A"/>
    <w:rsid w:val="00220857"/>
    <w:rsid w:val="00220C5D"/>
    <w:rsid w:val="00220CB1"/>
    <w:rsid w:val="00220D26"/>
    <w:rsid w:val="0022100E"/>
    <w:rsid w:val="00221367"/>
    <w:rsid w:val="00221D36"/>
    <w:rsid w:val="00221F4A"/>
    <w:rsid w:val="00222359"/>
    <w:rsid w:val="00222669"/>
    <w:rsid w:val="00222DBA"/>
    <w:rsid w:val="0022330D"/>
    <w:rsid w:val="0022338B"/>
    <w:rsid w:val="00223567"/>
    <w:rsid w:val="002236E1"/>
    <w:rsid w:val="002237BD"/>
    <w:rsid w:val="002237D5"/>
    <w:rsid w:val="0022384F"/>
    <w:rsid w:val="002239A8"/>
    <w:rsid w:val="00223B73"/>
    <w:rsid w:val="00223B8A"/>
    <w:rsid w:val="00223F4B"/>
    <w:rsid w:val="00224703"/>
    <w:rsid w:val="00224790"/>
    <w:rsid w:val="00224AC7"/>
    <w:rsid w:val="002250EF"/>
    <w:rsid w:val="002251E1"/>
    <w:rsid w:val="0022534A"/>
    <w:rsid w:val="00225371"/>
    <w:rsid w:val="002253BE"/>
    <w:rsid w:val="002255F1"/>
    <w:rsid w:val="00225844"/>
    <w:rsid w:val="00225B32"/>
    <w:rsid w:val="00225BBF"/>
    <w:rsid w:val="00226528"/>
    <w:rsid w:val="00226707"/>
    <w:rsid w:val="00226750"/>
    <w:rsid w:val="00226953"/>
    <w:rsid w:val="002276E8"/>
    <w:rsid w:val="00227749"/>
    <w:rsid w:val="00227EA4"/>
    <w:rsid w:val="002300B9"/>
    <w:rsid w:val="002303D2"/>
    <w:rsid w:val="002307D4"/>
    <w:rsid w:val="0023091E"/>
    <w:rsid w:val="00231C6E"/>
    <w:rsid w:val="00232046"/>
    <w:rsid w:val="002323D6"/>
    <w:rsid w:val="00232862"/>
    <w:rsid w:val="0023295A"/>
    <w:rsid w:val="00232C7F"/>
    <w:rsid w:val="00232CA7"/>
    <w:rsid w:val="00232EF6"/>
    <w:rsid w:val="00233020"/>
    <w:rsid w:val="00233197"/>
    <w:rsid w:val="00233456"/>
    <w:rsid w:val="002334B9"/>
    <w:rsid w:val="00233B6C"/>
    <w:rsid w:val="00233D5A"/>
    <w:rsid w:val="00233DDD"/>
    <w:rsid w:val="00233E7F"/>
    <w:rsid w:val="00234BFA"/>
    <w:rsid w:val="00234E6C"/>
    <w:rsid w:val="0023516D"/>
    <w:rsid w:val="0023535D"/>
    <w:rsid w:val="002353B2"/>
    <w:rsid w:val="00235964"/>
    <w:rsid w:val="00235A69"/>
    <w:rsid w:val="00236348"/>
    <w:rsid w:val="00236820"/>
    <w:rsid w:val="00236E80"/>
    <w:rsid w:val="00236FE3"/>
    <w:rsid w:val="0023734E"/>
    <w:rsid w:val="0023758F"/>
    <w:rsid w:val="002377B8"/>
    <w:rsid w:val="002379D6"/>
    <w:rsid w:val="00237B34"/>
    <w:rsid w:val="00237D61"/>
    <w:rsid w:val="00240087"/>
    <w:rsid w:val="00240296"/>
    <w:rsid w:val="00240D73"/>
    <w:rsid w:val="002411FB"/>
    <w:rsid w:val="002414D9"/>
    <w:rsid w:val="0024159B"/>
    <w:rsid w:val="00241A51"/>
    <w:rsid w:val="00241FC5"/>
    <w:rsid w:val="002421F2"/>
    <w:rsid w:val="00242685"/>
    <w:rsid w:val="00242AF7"/>
    <w:rsid w:val="00242B14"/>
    <w:rsid w:val="00242CB1"/>
    <w:rsid w:val="00242E83"/>
    <w:rsid w:val="002432E8"/>
    <w:rsid w:val="0024342C"/>
    <w:rsid w:val="00243C2F"/>
    <w:rsid w:val="002442AA"/>
    <w:rsid w:val="002449CC"/>
    <w:rsid w:val="00244A57"/>
    <w:rsid w:val="00244BD1"/>
    <w:rsid w:val="00244E26"/>
    <w:rsid w:val="00244F4E"/>
    <w:rsid w:val="0024512D"/>
    <w:rsid w:val="00245578"/>
    <w:rsid w:val="00245945"/>
    <w:rsid w:val="002459F8"/>
    <w:rsid w:val="00246A5B"/>
    <w:rsid w:val="00246BD9"/>
    <w:rsid w:val="00246C7B"/>
    <w:rsid w:val="00246D9A"/>
    <w:rsid w:val="00246E33"/>
    <w:rsid w:val="0024728E"/>
    <w:rsid w:val="00247816"/>
    <w:rsid w:val="00247FCB"/>
    <w:rsid w:val="00250055"/>
    <w:rsid w:val="00250096"/>
    <w:rsid w:val="002501F0"/>
    <w:rsid w:val="002501FF"/>
    <w:rsid w:val="0025032E"/>
    <w:rsid w:val="00250383"/>
    <w:rsid w:val="00250688"/>
    <w:rsid w:val="002507C2"/>
    <w:rsid w:val="00250B7D"/>
    <w:rsid w:val="00251150"/>
    <w:rsid w:val="002512E3"/>
    <w:rsid w:val="002514D1"/>
    <w:rsid w:val="0025166B"/>
    <w:rsid w:val="002516AF"/>
    <w:rsid w:val="002516DC"/>
    <w:rsid w:val="00251B4E"/>
    <w:rsid w:val="00251D90"/>
    <w:rsid w:val="0025238C"/>
    <w:rsid w:val="00252757"/>
    <w:rsid w:val="002529E0"/>
    <w:rsid w:val="00252D81"/>
    <w:rsid w:val="00252FF7"/>
    <w:rsid w:val="00253282"/>
    <w:rsid w:val="0025401A"/>
    <w:rsid w:val="00254185"/>
    <w:rsid w:val="0025424F"/>
    <w:rsid w:val="00254D43"/>
    <w:rsid w:val="00254E9A"/>
    <w:rsid w:val="002554FB"/>
    <w:rsid w:val="002555AC"/>
    <w:rsid w:val="00255609"/>
    <w:rsid w:val="00255904"/>
    <w:rsid w:val="00255B91"/>
    <w:rsid w:val="00255C89"/>
    <w:rsid w:val="00255E13"/>
    <w:rsid w:val="00255E70"/>
    <w:rsid w:val="002560A3"/>
    <w:rsid w:val="002562EA"/>
    <w:rsid w:val="00256486"/>
    <w:rsid w:val="002569FB"/>
    <w:rsid w:val="00256E09"/>
    <w:rsid w:val="00256F08"/>
    <w:rsid w:val="0025709C"/>
    <w:rsid w:val="00257557"/>
    <w:rsid w:val="0025769E"/>
    <w:rsid w:val="00257ED5"/>
    <w:rsid w:val="00260B70"/>
    <w:rsid w:val="00261103"/>
    <w:rsid w:val="00261213"/>
    <w:rsid w:val="00261366"/>
    <w:rsid w:val="00262597"/>
    <w:rsid w:val="00262667"/>
    <w:rsid w:val="00262C35"/>
    <w:rsid w:val="00262C96"/>
    <w:rsid w:val="00262CDE"/>
    <w:rsid w:val="00263389"/>
    <w:rsid w:val="00263BC3"/>
    <w:rsid w:val="00263C2C"/>
    <w:rsid w:val="00263CB9"/>
    <w:rsid w:val="00263FDE"/>
    <w:rsid w:val="00264013"/>
    <w:rsid w:val="00264D47"/>
    <w:rsid w:val="00265245"/>
    <w:rsid w:val="002654FE"/>
    <w:rsid w:val="00265812"/>
    <w:rsid w:val="00266380"/>
    <w:rsid w:val="002663F6"/>
    <w:rsid w:val="002665B2"/>
    <w:rsid w:val="0026687B"/>
    <w:rsid w:val="002668A0"/>
    <w:rsid w:val="00266A9F"/>
    <w:rsid w:val="002671D7"/>
    <w:rsid w:val="002673CC"/>
    <w:rsid w:val="0026789E"/>
    <w:rsid w:val="00267D13"/>
    <w:rsid w:val="0027059B"/>
    <w:rsid w:val="002705F0"/>
    <w:rsid w:val="0027073B"/>
    <w:rsid w:val="00270DE1"/>
    <w:rsid w:val="00270E09"/>
    <w:rsid w:val="0027137B"/>
    <w:rsid w:val="002715EF"/>
    <w:rsid w:val="00271688"/>
    <w:rsid w:val="002718B3"/>
    <w:rsid w:val="00271BC5"/>
    <w:rsid w:val="00271DCF"/>
    <w:rsid w:val="00272148"/>
    <w:rsid w:val="002729D0"/>
    <w:rsid w:val="00272F53"/>
    <w:rsid w:val="00273AD0"/>
    <w:rsid w:val="00273C3F"/>
    <w:rsid w:val="00273F02"/>
    <w:rsid w:val="002748F5"/>
    <w:rsid w:val="00274988"/>
    <w:rsid w:val="00274AE5"/>
    <w:rsid w:val="00275693"/>
    <w:rsid w:val="002758BD"/>
    <w:rsid w:val="00275A58"/>
    <w:rsid w:val="00275CF6"/>
    <w:rsid w:val="0027600B"/>
    <w:rsid w:val="0027617B"/>
    <w:rsid w:val="00276C10"/>
    <w:rsid w:val="00276F37"/>
    <w:rsid w:val="002773C1"/>
    <w:rsid w:val="002774D6"/>
    <w:rsid w:val="00277951"/>
    <w:rsid w:val="00277AB8"/>
    <w:rsid w:val="00277BF7"/>
    <w:rsid w:val="00277CD5"/>
    <w:rsid w:val="00277E5A"/>
    <w:rsid w:val="00277E84"/>
    <w:rsid w:val="00277EC2"/>
    <w:rsid w:val="00280408"/>
    <w:rsid w:val="00280753"/>
    <w:rsid w:val="002813E8"/>
    <w:rsid w:val="00281465"/>
    <w:rsid w:val="00281912"/>
    <w:rsid w:val="00281B15"/>
    <w:rsid w:val="002823BC"/>
    <w:rsid w:val="002827FA"/>
    <w:rsid w:val="00282C08"/>
    <w:rsid w:val="00282D86"/>
    <w:rsid w:val="002831E2"/>
    <w:rsid w:val="00283435"/>
    <w:rsid w:val="00283C27"/>
    <w:rsid w:val="00283DE8"/>
    <w:rsid w:val="00283EF6"/>
    <w:rsid w:val="00284228"/>
    <w:rsid w:val="00284505"/>
    <w:rsid w:val="00284507"/>
    <w:rsid w:val="00284827"/>
    <w:rsid w:val="00284B7F"/>
    <w:rsid w:val="00284B93"/>
    <w:rsid w:val="00284CC5"/>
    <w:rsid w:val="00284D07"/>
    <w:rsid w:val="002852C4"/>
    <w:rsid w:val="002852D9"/>
    <w:rsid w:val="0028589F"/>
    <w:rsid w:val="00285E7F"/>
    <w:rsid w:val="00285FAC"/>
    <w:rsid w:val="002860C4"/>
    <w:rsid w:val="00286870"/>
    <w:rsid w:val="00286AAB"/>
    <w:rsid w:val="00286DDD"/>
    <w:rsid w:val="002871FA"/>
    <w:rsid w:val="00287990"/>
    <w:rsid w:val="00287A80"/>
    <w:rsid w:val="00287D1F"/>
    <w:rsid w:val="0029012E"/>
    <w:rsid w:val="0029033E"/>
    <w:rsid w:val="0029078A"/>
    <w:rsid w:val="0029099B"/>
    <w:rsid w:val="00290AFE"/>
    <w:rsid w:val="00290B12"/>
    <w:rsid w:val="00290CF3"/>
    <w:rsid w:val="00290D8D"/>
    <w:rsid w:val="00290FED"/>
    <w:rsid w:val="00291855"/>
    <w:rsid w:val="00291958"/>
    <w:rsid w:val="002919E2"/>
    <w:rsid w:val="00291E9E"/>
    <w:rsid w:val="00292093"/>
    <w:rsid w:val="002920CB"/>
    <w:rsid w:val="0029257A"/>
    <w:rsid w:val="00292583"/>
    <w:rsid w:val="00292827"/>
    <w:rsid w:val="002929E1"/>
    <w:rsid w:val="00292AC3"/>
    <w:rsid w:val="00292BF0"/>
    <w:rsid w:val="002930F2"/>
    <w:rsid w:val="002931A2"/>
    <w:rsid w:val="002931F4"/>
    <w:rsid w:val="00293428"/>
    <w:rsid w:val="002935FA"/>
    <w:rsid w:val="00293A65"/>
    <w:rsid w:val="00294817"/>
    <w:rsid w:val="00294D04"/>
    <w:rsid w:val="00294E0E"/>
    <w:rsid w:val="00294FC2"/>
    <w:rsid w:val="0029503B"/>
    <w:rsid w:val="002957E0"/>
    <w:rsid w:val="00295842"/>
    <w:rsid w:val="00295965"/>
    <w:rsid w:val="002963F3"/>
    <w:rsid w:val="0029646F"/>
    <w:rsid w:val="002966DA"/>
    <w:rsid w:val="0029682D"/>
    <w:rsid w:val="00296878"/>
    <w:rsid w:val="002968A0"/>
    <w:rsid w:val="00297402"/>
    <w:rsid w:val="002974A5"/>
    <w:rsid w:val="00297A10"/>
    <w:rsid w:val="00297BBF"/>
    <w:rsid w:val="00297C03"/>
    <w:rsid w:val="00297C9D"/>
    <w:rsid w:val="00297E6C"/>
    <w:rsid w:val="00297FEF"/>
    <w:rsid w:val="002A00BB"/>
    <w:rsid w:val="002A023F"/>
    <w:rsid w:val="002A059D"/>
    <w:rsid w:val="002A05F9"/>
    <w:rsid w:val="002A1351"/>
    <w:rsid w:val="002A1378"/>
    <w:rsid w:val="002A177F"/>
    <w:rsid w:val="002A1BDD"/>
    <w:rsid w:val="002A1F8C"/>
    <w:rsid w:val="002A219C"/>
    <w:rsid w:val="002A24A3"/>
    <w:rsid w:val="002A2588"/>
    <w:rsid w:val="002A27D0"/>
    <w:rsid w:val="002A28DD"/>
    <w:rsid w:val="002A28ED"/>
    <w:rsid w:val="002A300A"/>
    <w:rsid w:val="002A36E2"/>
    <w:rsid w:val="002A3AC0"/>
    <w:rsid w:val="002A3B04"/>
    <w:rsid w:val="002A3DB0"/>
    <w:rsid w:val="002A406F"/>
    <w:rsid w:val="002A4119"/>
    <w:rsid w:val="002A4197"/>
    <w:rsid w:val="002A42B4"/>
    <w:rsid w:val="002A45B7"/>
    <w:rsid w:val="002A4619"/>
    <w:rsid w:val="002A4C17"/>
    <w:rsid w:val="002A5357"/>
    <w:rsid w:val="002A550B"/>
    <w:rsid w:val="002A57B4"/>
    <w:rsid w:val="002A5856"/>
    <w:rsid w:val="002A58C5"/>
    <w:rsid w:val="002A5BF7"/>
    <w:rsid w:val="002A6103"/>
    <w:rsid w:val="002A619B"/>
    <w:rsid w:val="002A650D"/>
    <w:rsid w:val="002A66C3"/>
    <w:rsid w:val="002A6B18"/>
    <w:rsid w:val="002A6F65"/>
    <w:rsid w:val="002A7005"/>
    <w:rsid w:val="002A7322"/>
    <w:rsid w:val="002A7EED"/>
    <w:rsid w:val="002A7F76"/>
    <w:rsid w:val="002B09AE"/>
    <w:rsid w:val="002B0D83"/>
    <w:rsid w:val="002B0D8C"/>
    <w:rsid w:val="002B0FAE"/>
    <w:rsid w:val="002B113A"/>
    <w:rsid w:val="002B1494"/>
    <w:rsid w:val="002B1E5F"/>
    <w:rsid w:val="002B22C3"/>
    <w:rsid w:val="002B24E5"/>
    <w:rsid w:val="002B26D9"/>
    <w:rsid w:val="002B2B75"/>
    <w:rsid w:val="002B2C01"/>
    <w:rsid w:val="002B2C31"/>
    <w:rsid w:val="002B2CA0"/>
    <w:rsid w:val="002B2DA6"/>
    <w:rsid w:val="002B313A"/>
    <w:rsid w:val="002B37E1"/>
    <w:rsid w:val="002B3CFC"/>
    <w:rsid w:val="002B3F48"/>
    <w:rsid w:val="002B40BE"/>
    <w:rsid w:val="002B41F4"/>
    <w:rsid w:val="002B42E0"/>
    <w:rsid w:val="002B464A"/>
    <w:rsid w:val="002B465B"/>
    <w:rsid w:val="002B4962"/>
    <w:rsid w:val="002B52D6"/>
    <w:rsid w:val="002B5470"/>
    <w:rsid w:val="002B5896"/>
    <w:rsid w:val="002B5AB0"/>
    <w:rsid w:val="002B602D"/>
    <w:rsid w:val="002B6291"/>
    <w:rsid w:val="002B6738"/>
    <w:rsid w:val="002B69A6"/>
    <w:rsid w:val="002B6AFE"/>
    <w:rsid w:val="002B6B0C"/>
    <w:rsid w:val="002B6DF3"/>
    <w:rsid w:val="002B6EF7"/>
    <w:rsid w:val="002B75C6"/>
    <w:rsid w:val="002B77FF"/>
    <w:rsid w:val="002B78C5"/>
    <w:rsid w:val="002C01A5"/>
    <w:rsid w:val="002C05A6"/>
    <w:rsid w:val="002C069B"/>
    <w:rsid w:val="002C09B9"/>
    <w:rsid w:val="002C0D4C"/>
    <w:rsid w:val="002C10DC"/>
    <w:rsid w:val="002C122D"/>
    <w:rsid w:val="002C125E"/>
    <w:rsid w:val="002C1658"/>
    <w:rsid w:val="002C189D"/>
    <w:rsid w:val="002C1C4F"/>
    <w:rsid w:val="002C1CE2"/>
    <w:rsid w:val="002C1F5A"/>
    <w:rsid w:val="002C27D8"/>
    <w:rsid w:val="002C2851"/>
    <w:rsid w:val="002C2A7E"/>
    <w:rsid w:val="002C2B12"/>
    <w:rsid w:val="002C2CAB"/>
    <w:rsid w:val="002C2EBC"/>
    <w:rsid w:val="002C2F0C"/>
    <w:rsid w:val="002C35D8"/>
    <w:rsid w:val="002C36B6"/>
    <w:rsid w:val="002C36D7"/>
    <w:rsid w:val="002C38D5"/>
    <w:rsid w:val="002C39D2"/>
    <w:rsid w:val="002C3E15"/>
    <w:rsid w:val="002C41C5"/>
    <w:rsid w:val="002C4669"/>
    <w:rsid w:val="002C46C9"/>
    <w:rsid w:val="002C46E1"/>
    <w:rsid w:val="002C470C"/>
    <w:rsid w:val="002C47B1"/>
    <w:rsid w:val="002C4AB6"/>
    <w:rsid w:val="002C4CBF"/>
    <w:rsid w:val="002C526A"/>
    <w:rsid w:val="002C541F"/>
    <w:rsid w:val="002C5827"/>
    <w:rsid w:val="002C5B46"/>
    <w:rsid w:val="002C5EFB"/>
    <w:rsid w:val="002C5F85"/>
    <w:rsid w:val="002C6221"/>
    <w:rsid w:val="002C6274"/>
    <w:rsid w:val="002C6533"/>
    <w:rsid w:val="002C66BD"/>
    <w:rsid w:val="002C6757"/>
    <w:rsid w:val="002C6A32"/>
    <w:rsid w:val="002C6B9F"/>
    <w:rsid w:val="002C6C1A"/>
    <w:rsid w:val="002C7489"/>
    <w:rsid w:val="002C7564"/>
    <w:rsid w:val="002C7859"/>
    <w:rsid w:val="002C7F71"/>
    <w:rsid w:val="002D073E"/>
    <w:rsid w:val="002D0770"/>
    <w:rsid w:val="002D0CE7"/>
    <w:rsid w:val="002D0E58"/>
    <w:rsid w:val="002D10EA"/>
    <w:rsid w:val="002D1179"/>
    <w:rsid w:val="002D15D2"/>
    <w:rsid w:val="002D18CE"/>
    <w:rsid w:val="002D1DAB"/>
    <w:rsid w:val="002D1F6A"/>
    <w:rsid w:val="002D2005"/>
    <w:rsid w:val="002D2079"/>
    <w:rsid w:val="002D2678"/>
    <w:rsid w:val="002D26EA"/>
    <w:rsid w:val="002D28FC"/>
    <w:rsid w:val="002D2F00"/>
    <w:rsid w:val="002D3433"/>
    <w:rsid w:val="002D38B9"/>
    <w:rsid w:val="002D3A1D"/>
    <w:rsid w:val="002D3A5E"/>
    <w:rsid w:val="002D4675"/>
    <w:rsid w:val="002D4797"/>
    <w:rsid w:val="002D4F68"/>
    <w:rsid w:val="002D4F70"/>
    <w:rsid w:val="002D5187"/>
    <w:rsid w:val="002D52B7"/>
    <w:rsid w:val="002D5451"/>
    <w:rsid w:val="002D584D"/>
    <w:rsid w:val="002D5D97"/>
    <w:rsid w:val="002D6157"/>
    <w:rsid w:val="002D6E22"/>
    <w:rsid w:val="002D7074"/>
    <w:rsid w:val="002D7241"/>
    <w:rsid w:val="002D733B"/>
    <w:rsid w:val="002D7412"/>
    <w:rsid w:val="002D742C"/>
    <w:rsid w:val="002D7455"/>
    <w:rsid w:val="002D7464"/>
    <w:rsid w:val="002D7BF5"/>
    <w:rsid w:val="002D7C2B"/>
    <w:rsid w:val="002D7D94"/>
    <w:rsid w:val="002D7DD8"/>
    <w:rsid w:val="002E08A6"/>
    <w:rsid w:val="002E0F02"/>
    <w:rsid w:val="002E10F3"/>
    <w:rsid w:val="002E13C5"/>
    <w:rsid w:val="002E142B"/>
    <w:rsid w:val="002E1AD9"/>
    <w:rsid w:val="002E1BD0"/>
    <w:rsid w:val="002E200F"/>
    <w:rsid w:val="002E2440"/>
    <w:rsid w:val="002E2782"/>
    <w:rsid w:val="002E2AF6"/>
    <w:rsid w:val="002E3194"/>
    <w:rsid w:val="002E31B7"/>
    <w:rsid w:val="002E3294"/>
    <w:rsid w:val="002E3846"/>
    <w:rsid w:val="002E38D7"/>
    <w:rsid w:val="002E38DA"/>
    <w:rsid w:val="002E38FA"/>
    <w:rsid w:val="002E3AA7"/>
    <w:rsid w:val="002E4083"/>
    <w:rsid w:val="002E4290"/>
    <w:rsid w:val="002E4B0A"/>
    <w:rsid w:val="002E4BE5"/>
    <w:rsid w:val="002E4C92"/>
    <w:rsid w:val="002E4D71"/>
    <w:rsid w:val="002E599F"/>
    <w:rsid w:val="002E646C"/>
    <w:rsid w:val="002E66D4"/>
    <w:rsid w:val="002E6AF3"/>
    <w:rsid w:val="002E6E3A"/>
    <w:rsid w:val="002E7728"/>
    <w:rsid w:val="002E77EE"/>
    <w:rsid w:val="002E7992"/>
    <w:rsid w:val="002E7B6D"/>
    <w:rsid w:val="002E7DE3"/>
    <w:rsid w:val="002E7E95"/>
    <w:rsid w:val="002E7FB9"/>
    <w:rsid w:val="002F0486"/>
    <w:rsid w:val="002F082B"/>
    <w:rsid w:val="002F0AAB"/>
    <w:rsid w:val="002F0E02"/>
    <w:rsid w:val="002F15D3"/>
    <w:rsid w:val="002F15ED"/>
    <w:rsid w:val="002F18C0"/>
    <w:rsid w:val="002F1D3F"/>
    <w:rsid w:val="002F1DD1"/>
    <w:rsid w:val="002F1E45"/>
    <w:rsid w:val="002F1EEC"/>
    <w:rsid w:val="002F2C42"/>
    <w:rsid w:val="002F2D4A"/>
    <w:rsid w:val="002F31CA"/>
    <w:rsid w:val="002F33A1"/>
    <w:rsid w:val="002F359F"/>
    <w:rsid w:val="002F362D"/>
    <w:rsid w:val="002F37DA"/>
    <w:rsid w:val="002F3CB2"/>
    <w:rsid w:val="002F45B8"/>
    <w:rsid w:val="002F4C8C"/>
    <w:rsid w:val="002F5024"/>
    <w:rsid w:val="002F5133"/>
    <w:rsid w:val="002F5207"/>
    <w:rsid w:val="002F583E"/>
    <w:rsid w:val="002F5D3F"/>
    <w:rsid w:val="002F60F7"/>
    <w:rsid w:val="002F631F"/>
    <w:rsid w:val="002F6447"/>
    <w:rsid w:val="002F6489"/>
    <w:rsid w:val="002F677D"/>
    <w:rsid w:val="002F6EA3"/>
    <w:rsid w:val="002F7649"/>
    <w:rsid w:val="002F76EF"/>
    <w:rsid w:val="002F7AA2"/>
    <w:rsid w:val="003002BE"/>
    <w:rsid w:val="003009BC"/>
    <w:rsid w:val="00300BED"/>
    <w:rsid w:val="00300F23"/>
    <w:rsid w:val="003011B7"/>
    <w:rsid w:val="0030131A"/>
    <w:rsid w:val="0030148B"/>
    <w:rsid w:val="003016D6"/>
    <w:rsid w:val="003019FF"/>
    <w:rsid w:val="00301B18"/>
    <w:rsid w:val="00301E51"/>
    <w:rsid w:val="00302063"/>
    <w:rsid w:val="003020FC"/>
    <w:rsid w:val="00302894"/>
    <w:rsid w:val="00302AA0"/>
    <w:rsid w:val="00302C99"/>
    <w:rsid w:val="0030396B"/>
    <w:rsid w:val="003039C0"/>
    <w:rsid w:val="00303D25"/>
    <w:rsid w:val="00303D84"/>
    <w:rsid w:val="00303DA0"/>
    <w:rsid w:val="00303F30"/>
    <w:rsid w:val="00304350"/>
    <w:rsid w:val="00304802"/>
    <w:rsid w:val="00304DE2"/>
    <w:rsid w:val="00304DEE"/>
    <w:rsid w:val="00304E19"/>
    <w:rsid w:val="00304E2C"/>
    <w:rsid w:val="0030502B"/>
    <w:rsid w:val="003050BD"/>
    <w:rsid w:val="003052F0"/>
    <w:rsid w:val="003052FE"/>
    <w:rsid w:val="00305490"/>
    <w:rsid w:val="003059CF"/>
    <w:rsid w:val="00305F85"/>
    <w:rsid w:val="00305FD6"/>
    <w:rsid w:val="0030688C"/>
    <w:rsid w:val="00307348"/>
    <w:rsid w:val="00307396"/>
    <w:rsid w:val="003073B2"/>
    <w:rsid w:val="003075CF"/>
    <w:rsid w:val="003075D7"/>
    <w:rsid w:val="003101F4"/>
    <w:rsid w:val="00310520"/>
    <w:rsid w:val="00310878"/>
    <w:rsid w:val="003109C3"/>
    <w:rsid w:val="00310CF0"/>
    <w:rsid w:val="00310D67"/>
    <w:rsid w:val="00310E70"/>
    <w:rsid w:val="003118D7"/>
    <w:rsid w:val="0031198D"/>
    <w:rsid w:val="00311EF5"/>
    <w:rsid w:val="003124B2"/>
    <w:rsid w:val="00312588"/>
    <w:rsid w:val="00312646"/>
    <w:rsid w:val="00312829"/>
    <w:rsid w:val="00312BE4"/>
    <w:rsid w:val="00312CA4"/>
    <w:rsid w:val="00312DF6"/>
    <w:rsid w:val="00312F8F"/>
    <w:rsid w:val="0031366D"/>
    <w:rsid w:val="003140EC"/>
    <w:rsid w:val="003142E2"/>
    <w:rsid w:val="0031491C"/>
    <w:rsid w:val="0031500A"/>
    <w:rsid w:val="003152AE"/>
    <w:rsid w:val="003157F5"/>
    <w:rsid w:val="003158BA"/>
    <w:rsid w:val="0031621C"/>
    <w:rsid w:val="003163F0"/>
    <w:rsid w:val="00316769"/>
    <w:rsid w:val="00316DD0"/>
    <w:rsid w:val="00316E18"/>
    <w:rsid w:val="00316FE4"/>
    <w:rsid w:val="003171FB"/>
    <w:rsid w:val="003173F6"/>
    <w:rsid w:val="00317AC4"/>
    <w:rsid w:val="00317D84"/>
    <w:rsid w:val="00317D8E"/>
    <w:rsid w:val="00317E87"/>
    <w:rsid w:val="00317ED6"/>
    <w:rsid w:val="00317FE3"/>
    <w:rsid w:val="00320064"/>
    <w:rsid w:val="00320133"/>
    <w:rsid w:val="00320570"/>
    <w:rsid w:val="00320899"/>
    <w:rsid w:val="00320ED9"/>
    <w:rsid w:val="003211F7"/>
    <w:rsid w:val="00321D91"/>
    <w:rsid w:val="0032293C"/>
    <w:rsid w:val="00322B44"/>
    <w:rsid w:val="00322C49"/>
    <w:rsid w:val="00322CCD"/>
    <w:rsid w:val="00322DD9"/>
    <w:rsid w:val="003233D0"/>
    <w:rsid w:val="00323C4E"/>
    <w:rsid w:val="00324451"/>
    <w:rsid w:val="0032446D"/>
    <w:rsid w:val="00324745"/>
    <w:rsid w:val="00324843"/>
    <w:rsid w:val="0032509D"/>
    <w:rsid w:val="003253F3"/>
    <w:rsid w:val="0032575C"/>
    <w:rsid w:val="00325AD1"/>
    <w:rsid w:val="00326642"/>
    <w:rsid w:val="003266C6"/>
    <w:rsid w:val="0032680F"/>
    <w:rsid w:val="00326B8A"/>
    <w:rsid w:val="00326BAB"/>
    <w:rsid w:val="00327028"/>
    <w:rsid w:val="00327202"/>
    <w:rsid w:val="003276D1"/>
    <w:rsid w:val="003276E7"/>
    <w:rsid w:val="00330098"/>
    <w:rsid w:val="0033010F"/>
    <w:rsid w:val="003304A2"/>
    <w:rsid w:val="00330B69"/>
    <w:rsid w:val="00330CC1"/>
    <w:rsid w:val="0033112D"/>
    <w:rsid w:val="00331370"/>
    <w:rsid w:val="00331985"/>
    <w:rsid w:val="00331C34"/>
    <w:rsid w:val="00331D80"/>
    <w:rsid w:val="00332262"/>
    <w:rsid w:val="003324CE"/>
    <w:rsid w:val="00332587"/>
    <w:rsid w:val="0033271F"/>
    <w:rsid w:val="00332B19"/>
    <w:rsid w:val="003332DC"/>
    <w:rsid w:val="0033346B"/>
    <w:rsid w:val="0033373A"/>
    <w:rsid w:val="00333758"/>
    <w:rsid w:val="003340B3"/>
    <w:rsid w:val="00334687"/>
    <w:rsid w:val="003346DE"/>
    <w:rsid w:val="00334ECC"/>
    <w:rsid w:val="0033529C"/>
    <w:rsid w:val="003356D1"/>
    <w:rsid w:val="003357D7"/>
    <w:rsid w:val="00335E3D"/>
    <w:rsid w:val="00335F65"/>
    <w:rsid w:val="00336538"/>
    <w:rsid w:val="00336557"/>
    <w:rsid w:val="00336AFE"/>
    <w:rsid w:val="00337234"/>
    <w:rsid w:val="00337779"/>
    <w:rsid w:val="00337AC1"/>
    <w:rsid w:val="00337B08"/>
    <w:rsid w:val="00340109"/>
    <w:rsid w:val="003406FE"/>
    <w:rsid w:val="003411AF"/>
    <w:rsid w:val="003414CE"/>
    <w:rsid w:val="00341AFC"/>
    <w:rsid w:val="003423F7"/>
    <w:rsid w:val="003424F4"/>
    <w:rsid w:val="003427BF"/>
    <w:rsid w:val="0034280B"/>
    <w:rsid w:val="00343198"/>
    <w:rsid w:val="003434F3"/>
    <w:rsid w:val="003436A9"/>
    <w:rsid w:val="003437B4"/>
    <w:rsid w:val="0034388E"/>
    <w:rsid w:val="003438EF"/>
    <w:rsid w:val="00343973"/>
    <w:rsid w:val="00343A12"/>
    <w:rsid w:val="00343D88"/>
    <w:rsid w:val="00344D5C"/>
    <w:rsid w:val="00345AA0"/>
    <w:rsid w:val="00345E13"/>
    <w:rsid w:val="00346054"/>
    <w:rsid w:val="003461B4"/>
    <w:rsid w:val="003462DA"/>
    <w:rsid w:val="003462F5"/>
    <w:rsid w:val="00346524"/>
    <w:rsid w:val="003467A4"/>
    <w:rsid w:val="00346AA9"/>
    <w:rsid w:val="00346F14"/>
    <w:rsid w:val="0034705E"/>
    <w:rsid w:val="0034711E"/>
    <w:rsid w:val="003471D9"/>
    <w:rsid w:val="0034735A"/>
    <w:rsid w:val="003474CD"/>
    <w:rsid w:val="00347791"/>
    <w:rsid w:val="00347CE8"/>
    <w:rsid w:val="00347E29"/>
    <w:rsid w:val="0035019E"/>
    <w:rsid w:val="003501FD"/>
    <w:rsid w:val="003507B7"/>
    <w:rsid w:val="0035095F"/>
    <w:rsid w:val="00350A2F"/>
    <w:rsid w:val="00350BFC"/>
    <w:rsid w:val="0035154D"/>
    <w:rsid w:val="003515D7"/>
    <w:rsid w:val="003518E6"/>
    <w:rsid w:val="00351A66"/>
    <w:rsid w:val="0035238C"/>
    <w:rsid w:val="003524E5"/>
    <w:rsid w:val="003526D6"/>
    <w:rsid w:val="003529F0"/>
    <w:rsid w:val="00352F36"/>
    <w:rsid w:val="00352FA8"/>
    <w:rsid w:val="0035320E"/>
    <w:rsid w:val="003533B0"/>
    <w:rsid w:val="00353444"/>
    <w:rsid w:val="00353456"/>
    <w:rsid w:val="0035346D"/>
    <w:rsid w:val="00353DD1"/>
    <w:rsid w:val="00353F71"/>
    <w:rsid w:val="00353FC1"/>
    <w:rsid w:val="003542E0"/>
    <w:rsid w:val="003548E4"/>
    <w:rsid w:val="003549D1"/>
    <w:rsid w:val="00354D78"/>
    <w:rsid w:val="00355373"/>
    <w:rsid w:val="00355408"/>
    <w:rsid w:val="00355715"/>
    <w:rsid w:val="00355804"/>
    <w:rsid w:val="0035593E"/>
    <w:rsid w:val="00355A0A"/>
    <w:rsid w:val="003566AD"/>
    <w:rsid w:val="0035690F"/>
    <w:rsid w:val="00356CA8"/>
    <w:rsid w:val="00356D9B"/>
    <w:rsid w:val="00356E89"/>
    <w:rsid w:val="00356FAC"/>
    <w:rsid w:val="00357152"/>
    <w:rsid w:val="00357507"/>
    <w:rsid w:val="00357911"/>
    <w:rsid w:val="00357E2E"/>
    <w:rsid w:val="0036071C"/>
    <w:rsid w:val="003607F5"/>
    <w:rsid w:val="00360816"/>
    <w:rsid w:val="003609AC"/>
    <w:rsid w:val="00360B09"/>
    <w:rsid w:val="00360B0A"/>
    <w:rsid w:val="00360D6B"/>
    <w:rsid w:val="00360D8F"/>
    <w:rsid w:val="00360DEF"/>
    <w:rsid w:val="00360DF2"/>
    <w:rsid w:val="00360F7E"/>
    <w:rsid w:val="00361005"/>
    <w:rsid w:val="003610CF"/>
    <w:rsid w:val="003614FC"/>
    <w:rsid w:val="00361AE0"/>
    <w:rsid w:val="00361B53"/>
    <w:rsid w:val="00361D3D"/>
    <w:rsid w:val="00361E14"/>
    <w:rsid w:val="00361FB7"/>
    <w:rsid w:val="0036259B"/>
    <w:rsid w:val="00362777"/>
    <w:rsid w:val="003627A6"/>
    <w:rsid w:val="00362C49"/>
    <w:rsid w:val="00362C7A"/>
    <w:rsid w:val="00362F27"/>
    <w:rsid w:val="00362FF3"/>
    <w:rsid w:val="003631C1"/>
    <w:rsid w:val="00363200"/>
    <w:rsid w:val="00363914"/>
    <w:rsid w:val="00363DCB"/>
    <w:rsid w:val="00363EBC"/>
    <w:rsid w:val="00364BAB"/>
    <w:rsid w:val="00364C23"/>
    <w:rsid w:val="00365239"/>
    <w:rsid w:val="003654A8"/>
    <w:rsid w:val="00365512"/>
    <w:rsid w:val="003656B2"/>
    <w:rsid w:val="003658EA"/>
    <w:rsid w:val="00365C71"/>
    <w:rsid w:val="003662A6"/>
    <w:rsid w:val="003666AD"/>
    <w:rsid w:val="0036684A"/>
    <w:rsid w:val="00366B6D"/>
    <w:rsid w:val="00367126"/>
    <w:rsid w:val="003677A8"/>
    <w:rsid w:val="00367BF5"/>
    <w:rsid w:val="00367CBC"/>
    <w:rsid w:val="003702A0"/>
    <w:rsid w:val="00370B54"/>
    <w:rsid w:val="00371255"/>
    <w:rsid w:val="003712EE"/>
    <w:rsid w:val="00371999"/>
    <w:rsid w:val="00371E35"/>
    <w:rsid w:val="00371E82"/>
    <w:rsid w:val="003727AE"/>
    <w:rsid w:val="0037285D"/>
    <w:rsid w:val="00372AD1"/>
    <w:rsid w:val="00373747"/>
    <w:rsid w:val="003737F4"/>
    <w:rsid w:val="00373847"/>
    <w:rsid w:val="00373955"/>
    <w:rsid w:val="003739EF"/>
    <w:rsid w:val="00373B6F"/>
    <w:rsid w:val="00373BD4"/>
    <w:rsid w:val="00373E75"/>
    <w:rsid w:val="00373E89"/>
    <w:rsid w:val="00373EF2"/>
    <w:rsid w:val="0037427A"/>
    <w:rsid w:val="0037436F"/>
    <w:rsid w:val="0037452F"/>
    <w:rsid w:val="003745B5"/>
    <w:rsid w:val="0037484D"/>
    <w:rsid w:val="00374B51"/>
    <w:rsid w:val="003754C6"/>
    <w:rsid w:val="00375729"/>
    <w:rsid w:val="0037580F"/>
    <w:rsid w:val="00375C7D"/>
    <w:rsid w:val="00375E2F"/>
    <w:rsid w:val="00375FCE"/>
    <w:rsid w:val="00376487"/>
    <w:rsid w:val="00376766"/>
    <w:rsid w:val="00376BC5"/>
    <w:rsid w:val="00376CA0"/>
    <w:rsid w:val="00376D7B"/>
    <w:rsid w:val="00376DD2"/>
    <w:rsid w:val="00376E65"/>
    <w:rsid w:val="00377052"/>
    <w:rsid w:val="0037729F"/>
    <w:rsid w:val="00377B43"/>
    <w:rsid w:val="0038016F"/>
    <w:rsid w:val="00380511"/>
    <w:rsid w:val="0038051D"/>
    <w:rsid w:val="00380B49"/>
    <w:rsid w:val="00380FF4"/>
    <w:rsid w:val="00381198"/>
    <w:rsid w:val="00381529"/>
    <w:rsid w:val="003819A9"/>
    <w:rsid w:val="00381C2A"/>
    <w:rsid w:val="00381EE6"/>
    <w:rsid w:val="003827F8"/>
    <w:rsid w:val="00382F3C"/>
    <w:rsid w:val="00383194"/>
    <w:rsid w:val="003845BD"/>
    <w:rsid w:val="00384809"/>
    <w:rsid w:val="003848B4"/>
    <w:rsid w:val="00384A34"/>
    <w:rsid w:val="00384AD6"/>
    <w:rsid w:val="00384C9F"/>
    <w:rsid w:val="003850DF"/>
    <w:rsid w:val="003850E4"/>
    <w:rsid w:val="003850E9"/>
    <w:rsid w:val="00385286"/>
    <w:rsid w:val="0038553E"/>
    <w:rsid w:val="0038593D"/>
    <w:rsid w:val="00385B92"/>
    <w:rsid w:val="00385FE9"/>
    <w:rsid w:val="0038633F"/>
    <w:rsid w:val="0038654A"/>
    <w:rsid w:val="0038664D"/>
    <w:rsid w:val="0038675F"/>
    <w:rsid w:val="003868F9"/>
    <w:rsid w:val="00386C3F"/>
    <w:rsid w:val="00386F7A"/>
    <w:rsid w:val="003877F4"/>
    <w:rsid w:val="00387814"/>
    <w:rsid w:val="00387846"/>
    <w:rsid w:val="00387A4F"/>
    <w:rsid w:val="00387C65"/>
    <w:rsid w:val="00387D7D"/>
    <w:rsid w:val="00390135"/>
    <w:rsid w:val="003901E2"/>
    <w:rsid w:val="0039038C"/>
    <w:rsid w:val="00390416"/>
    <w:rsid w:val="00390622"/>
    <w:rsid w:val="00390642"/>
    <w:rsid w:val="003911A0"/>
    <w:rsid w:val="003913C1"/>
    <w:rsid w:val="00391690"/>
    <w:rsid w:val="00391B60"/>
    <w:rsid w:val="00391C9F"/>
    <w:rsid w:val="00391D02"/>
    <w:rsid w:val="00392883"/>
    <w:rsid w:val="00392C9F"/>
    <w:rsid w:val="00392DDA"/>
    <w:rsid w:val="00393379"/>
    <w:rsid w:val="003933C9"/>
    <w:rsid w:val="003934ED"/>
    <w:rsid w:val="003935B6"/>
    <w:rsid w:val="003935D5"/>
    <w:rsid w:val="003936BB"/>
    <w:rsid w:val="00393B1F"/>
    <w:rsid w:val="00393C22"/>
    <w:rsid w:val="00393EA8"/>
    <w:rsid w:val="00393FFD"/>
    <w:rsid w:val="00394300"/>
    <w:rsid w:val="0039471B"/>
    <w:rsid w:val="00394757"/>
    <w:rsid w:val="00394C11"/>
    <w:rsid w:val="003953BA"/>
    <w:rsid w:val="00395A06"/>
    <w:rsid w:val="00396415"/>
    <w:rsid w:val="003965D2"/>
    <w:rsid w:val="00396EE7"/>
    <w:rsid w:val="00397CB4"/>
    <w:rsid w:val="003A035E"/>
    <w:rsid w:val="003A03B2"/>
    <w:rsid w:val="003A07ED"/>
    <w:rsid w:val="003A0E32"/>
    <w:rsid w:val="003A14D3"/>
    <w:rsid w:val="003A1952"/>
    <w:rsid w:val="003A2308"/>
    <w:rsid w:val="003A23D9"/>
    <w:rsid w:val="003A248E"/>
    <w:rsid w:val="003A2548"/>
    <w:rsid w:val="003A2991"/>
    <w:rsid w:val="003A3669"/>
    <w:rsid w:val="003A3786"/>
    <w:rsid w:val="003A3D9E"/>
    <w:rsid w:val="003A434E"/>
    <w:rsid w:val="003A44E8"/>
    <w:rsid w:val="003A4C0B"/>
    <w:rsid w:val="003A524E"/>
    <w:rsid w:val="003A53C9"/>
    <w:rsid w:val="003A5752"/>
    <w:rsid w:val="003A5966"/>
    <w:rsid w:val="003A5B51"/>
    <w:rsid w:val="003A5C9A"/>
    <w:rsid w:val="003A6978"/>
    <w:rsid w:val="003A6C28"/>
    <w:rsid w:val="003A6FA7"/>
    <w:rsid w:val="003A716E"/>
    <w:rsid w:val="003A78DA"/>
    <w:rsid w:val="003A7AD9"/>
    <w:rsid w:val="003A7DD6"/>
    <w:rsid w:val="003A7F6D"/>
    <w:rsid w:val="003B04C0"/>
    <w:rsid w:val="003B05E7"/>
    <w:rsid w:val="003B0700"/>
    <w:rsid w:val="003B079E"/>
    <w:rsid w:val="003B09F9"/>
    <w:rsid w:val="003B0E1E"/>
    <w:rsid w:val="003B0F57"/>
    <w:rsid w:val="003B0FDF"/>
    <w:rsid w:val="003B110D"/>
    <w:rsid w:val="003B1BB6"/>
    <w:rsid w:val="003B1C5C"/>
    <w:rsid w:val="003B1DCF"/>
    <w:rsid w:val="003B1F0C"/>
    <w:rsid w:val="003B2266"/>
    <w:rsid w:val="003B22E9"/>
    <w:rsid w:val="003B26B3"/>
    <w:rsid w:val="003B27E2"/>
    <w:rsid w:val="003B2F59"/>
    <w:rsid w:val="003B364F"/>
    <w:rsid w:val="003B3E16"/>
    <w:rsid w:val="003B40E1"/>
    <w:rsid w:val="003B50A6"/>
    <w:rsid w:val="003B5C02"/>
    <w:rsid w:val="003B5D44"/>
    <w:rsid w:val="003B5D7E"/>
    <w:rsid w:val="003B682B"/>
    <w:rsid w:val="003B6BBB"/>
    <w:rsid w:val="003B798C"/>
    <w:rsid w:val="003B7C49"/>
    <w:rsid w:val="003C01EF"/>
    <w:rsid w:val="003C059F"/>
    <w:rsid w:val="003C13D0"/>
    <w:rsid w:val="003C15CD"/>
    <w:rsid w:val="003C168E"/>
    <w:rsid w:val="003C1BA5"/>
    <w:rsid w:val="003C218D"/>
    <w:rsid w:val="003C2570"/>
    <w:rsid w:val="003C263C"/>
    <w:rsid w:val="003C2FBC"/>
    <w:rsid w:val="003C31D1"/>
    <w:rsid w:val="003C33EB"/>
    <w:rsid w:val="003C35E2"/>
    <w:rsid w:val="003C3699"/>
    <w:rsid w:val="003C3845"/>
    <w:rsid w:val="003C3E5D"/>
    <w:rsid w:val="003C3F89"/>
    <w:rsid w:val="003C44E8"/>
    <w:rsid w:val="003C4662"/>
    <w:rsid w:val="003C482E"/>
    <w:rsid w:val="003C492F"/>
    <w:rsid w:val="003C4DB4"/>
    <w:rsid w:val="003C5215"/>
    <w:rsid w:val="003C5873"/>
    <w:rsid w:val="003C5878"/>
    <w:rsid w:val="003C5B5D"/>
    <w:rsid w:val="003C62A1"/>
    <w:rsid w:val="003C6328"/>
    <w:rsid w:val="003C6435"/>
    <w:rsid w:val="003C64FC"/>
    <w:rsid w:val="003C67A7"/>
    <w:rsid w:val="003C6E65"/>
    <w:rsid w:val="003C6EC3"/>
    <w:rsid w:val="003C6F57"/>
    <w:rsid w:val="003C6FBA"/>
    <w:rsid w:val="003C750D"/>
    <w:rsid w:val="003C7568"/>
    <w:rsid w:val="003C75B2"/>
    <w:rsid w:val="003C773A"/>
    <w:rsid w:val="003C7791"/>
    <w:rsid w:val="003C7887"/>
    <w:rsid w:val="003C7DB7"/>
    <w:rsid w:val="003C7E95"/>
    <w:rsid w:val="003C7F6A"/>
    <w:rsid w:val="003D04B2"/>
    <w:rsid w:val="003D0901"/>
    <w:rsid w:val="003D0A8E"/>
    <w:rsid w:val="003D10EF"/>
    <w:rsid w:val="003D1332"/>
    <w:rsid w:val="003D1343"/>
    <w:rsid w:val="003D147F"/>
    <w:rsid w:val="003D15DE"/>
    <w:rsid w:val="003D1713"/>
    <w:rsid w:val="003D2464"/>
    <w:rsid w:val="003D2825"/>
    <w:rsid w:val="003D39AC"/>
    <w:rsid w:val="003D3A2E"/>
    <w:rsid w:val="003D3F01"/>
    <w:rsid w:val="003D427F"/>
    <w:rsid w:val="003D42C9"/>
    <w:rsid w:val="003D42F0"/>
    <w:rsid w:val="003D47BB"/>
    <w:rsid w:val="003D4D1A"/>
    <w:rsid w:val="003D4D47"/>
    <w:rsid w:val="003D4E75"/>
    <w:rsid w:val="003D5269"/>
    <w:rsid w:val="003D52F3"/>
    <w:rsid w:val="003D5412"/>
    <w:rsid w:val="003D59AC"/>
    <w:rsid w:val="003D5F44"/>
    <w:rsid w:val="003D6014"/>
    <w:rsid w:val="003D6479"/>
    <w:rsid w:val="003D6854"/>
    <w:rsid w:val="003D6AEE"/>
    <w:rsid w:val="003D6C6D"/>
    <w:rsid w:val="003D70B5"/>
    <w:rsid w:val="003D7436"/>
    <w:rsid w:val="003D775A"/>
    <w:rsid w:val="003D77B4"/>
    <w:rsid w:val="003D787A"/>
    <w:rsid w:val="003D78E3"/>
    <w:rsid w:val="003D7C09"/>
    <w:rsid w:val="003D7C30"/>
    <w:rsid w:val="003D7E34"/>
    <w:rsid w:val="003D7FA1"/>
    <w:rsid w:val="003E0042"/>
    <w:rsid w:val="003E0136"/>
    <w:rsid w:val="003E01B2"/>
    <w:rsid w:val="003E0297"/>
    <w:rsid w:val="003E03B3"/>
    <w:rsid w:val="003E0732"/>
    <w:rsid w:val="003E07F1"/>
    <w:rsid w:val="003E0ACA"/>
    <w:rsid w:val="003E0C63"/>
    <w:rsid w:val="003E0D4B"/>
    <w:rsid w:val="003E11A5"/>
    <w:rsid w:val="003E1335"/>
    <w:rsid w:val="003E1402"/>
    <w:rsid w:val="003E15BC"/>
    <w:rsid w:val="003E1ACF"/>
    <w:rsid w:val="003E1C9F"/>
    <w:rsid w:val="003E1FA6"/>
    <w:rsid w:val="003E218F"/>
    <w:rsid w:val="003E243B"/>
    <w:rsid w:val="003E2547"/>
    <w:rsid w:val="003E25E7"/>
    <w:rsid w:val="003E266E"/>
    <w:rsid w:val="003E2A88"/>
    <w:rsid w:val="003E3096"/>
    <w:rsid w:val="003E3438"/>
    <w:rsid w:val="003E34AE"/>
    <w:rsid w:val="003E3CB8"/>
    <w:rsid w:val="003E3D6B"/>
    <w:rsid w:val="003E3DAF"/>
    <w:rsid w:val="003E401D"/>
    <w:rsid w:val="003E414F"/>
    <w:rsid w:val="003E4289"/>
    <w:rsid w:val="003E43F8"/>
    <w:rsid w:val="003E4691"/>
    <w:rsid w:val="003E475D"/>
    <w:rsid w:val="003E4AA0"/>
    <w:rsid w:val="003E4BED"/>
    <w:rsid w:val="003E4FD9"/>
    <w:rsid w:val="003E5184"/>
    <w:rsid w:val="003E528B"/>
    <w:rsid w:val="003E52EA"/>
    <w:rsid w:val="003E53DB"/>
    <w:rsid w:val="003E5ECB"/>
    <w:rsid w:val="003E5F3D"/>
    <w:rsid w:val="003E5F3F"/>
    <w:rsid w:val="003E5F65"/>
    <w:rsid w:val="003E5F89"/>
    <w:rsid w:val="003E62FC"/>
    <w:rsid w:val="003E6913"/>
    <w:rsid w:val="003E6A6E"/>
    <w:rsid w:val="003E6CF1"/>
    <w:rsid w:val="003E6DD8"/>
    <w:rsid w:val="003E6DE7"/>
    <w:rsid w:val="003E75D5"/>
    <w:rsid w:val="003E76DF"/>
    <w:rsid w:val="003E7B46"/>
    <w:rsid w:val="003E7F4C"/>
    <w:rsid w:val="003F0011"/>
    <w:rsid w:val="003F0025"/>
    <w:rsid w:val="003F080B"/>
    <w:rsid w:val="003F08F5"/>
    <w:rsid w:val="003F09DC"/>
    <w:rsid w:val="003F0C1F"/>
    <w:rsid w:val="003F11AB"/>
    <w:rsid w:val="003F14F5"/>
    <w:rsid w:val="003F1A5D"/>
    <w:rsid w:val="003F1B20"/>
    <w:rsid w:val="003F1B7F"/>
    <w:rsid w:val="003F207C"/>
    <w:rsid w:val="003F2465"/>
    <w:rsid w:val="003F24DC"/>
    <w:rsid w:val="003F2863"/>
    <w:rsid w:val="003F2C4A"/>
    <w:rsid w:val="003F32F0"/>
    <w:rsid w:val="003F3630"/>
    <w:rsid w:val="003F3698"/>
    <w:rsid w:val="003F3CA6"/>
    <w:rsid w:val="003F3E6F"/>
    <w:rsid w:val="003F42C2"/>
    <w:rsid w:val="003F47AC"/>
    <w:rsid w:val="003F4AFE"/>
    <w:rsid w:val="003F52C3"/>
    <w:rsid w:val="003F54B1"/>
    <w:rsid w:val="003F5596"/>
    <w:rsid w:val="003F576C"/>
    <w:rsid w:val="003F58C0"/>
    <w:rsid w:val="003F5CB8"/>
    <w:rsid w:val="003F5D6D"/>
    <w:rsid w:val="003F6088"/>
    <w:rsid w:val="003F6457"/>
    <w:rsid w:val="003F6506"/>
    <w:rsid w:val="003F6749"/>
    <w:rsid w:val="003F68A0"/>
    <w:rsid w:val="003F697C"/>
    <w:rsid w:val="003F6A87"/>
    <w:rsid w:val="003F6CA7"/>
    <w:rsid w:val="003F6DE5"/>
    <w:rsid w:val="003F70EC"/>
    <w:rsid w:val="003F7A67"/>
    <w:rsid w:val="003F7C3D"/>
    <w:rsid w:val="003F7F04"/>
    <w:rsid w:val="0040039B"/>
    <w:rsid w:val="00400648"/>
    <w:rsid w:val="0040074B"/>
    <w:rsid w:val="00400758"/>
    <w:rsid w:val="00400B98"/>
    <w:rsid w:val="004013F2"/>
    <w:rsid w:val="00401DD5"/>
    <w:rsid w:val="0040240C"/>
    <w:rsid w:val="00402906"/>
    <w:rsid w:val="00402A5B"/>
    <w:rsid w:val="00402AFC"/>
    <w:rsid w:val="00402B51"/>
    <w:rsid w:val="00402D88"/>
    <w:rsid w:val="00403286"/>
    <w:rsid w:val="004034B3"/>
    <w:rsid w:val="00403581"/>
    <w:rsid w:val="004035D9"/>
    <w:rsid w:val="00403753"/>
    <w:rsid w:val="00403960"/>
    <w:rsid w:val="00403C43"/>
    <w:rsid w:val="00403FF8"/>
    <w:rsid w:val="004040AC"/>
    <w:rsid w:val="0040495B"/>
    <w:rsid w:val="00405028"/>
    <w:rsid w:val="00405431"/>
    <w:rsid w:val="00405729"/>
    <w:rsid w:val="00405BD3"/>
    <w:rsid w:val="00405FA0"/>
    <w:rsid w:val="0040619D"/>
    <w:rsid w:val="004064F7"/>
    <w:rsid w:val="00406765"/>
    <w:rsid w:val="0040681D"/>
    <w:rsid w:val="00406A54"/>
    <w:rsid w:val="00406BD2"/>
    <w:rsid w:val="00406C1E"/>
    <w:rsid w:val="00406F67"/>
    <w:rsid w:val="00407418"/>
    <w:rsid w:val="004074ED"/>
    <w:rsid w:val="00407A30"/>
    <w:rsid w:val="00407C83"/>
    <w:rsid w:val="00407EBF"/>
    <w:rsid w:val="004107A5"/>
    <w:rsid w:val="00410A95"/>
    <w:rsid w:val="00410EDF"/>
    <w:rsid w:val="00411127"/>
    <w:rsid w:val="004111A8"/>
    <w:rsid w:val="00411A33"/>
    <w:rsid w:val="00411CC9"/>
    <w:rsid w:val="00412581"/>
    <w:rsid w:val="0041279F"/>
    <w:rsid w:val="004129BD"/>
    <w:rsid w:val="00412BCC"/>
    <w:rsid w:val="00412DA4"/>
    <w:rsid w:val="00412FB3"/>
    <w:rsid w:val="004133E7"/>
    <w:rsid w:val="00413719"/>
    <w:rsid w:val="00413826"/>
    <w:rsid w:val="004139F5"/>
    <w:rsid w:val="00413F32"/>
    <w:rsid w:val="00413FEE"/>
    <w:rsid w:val="0041409E"/>
    <w:rsid w:val="00414310"/>
    <w:rsid w:val="0041441D"/>
    <w:rsid w:val="00414640"/>
    <w:rsid w:val="00415B0E"/>
    <w:rsid w:val="00415C55"/>
    <w:rsid w:val="00415E84"/>
    <w:rsid w:val="004163E1"/>
    <w:rsid w:val="004163F2"/>
    <w:rsid w:val="00416640"/>
    <w:rsid w:val="0041689B"/>
    <w:rsid w:val="00416A80"/>
    <w:rsid w:val="00416B86"/>
    <w:rsid w:val="00416E8A"/>
    <w:rsid w:val="00417304"/>
    <w:rsid w:val="004178A1"/>
    <w:rsid w:val="004179CE"/>
    <w:rsid w:val="00417EC8"/>
    <w:rsid w:val="0042138B"/>
    <w:rsid w:val="0042171D"/>
    <w:rsid w:val="00421916"/>
    <w:rsid w:val="00421A7B"/>
    <w:rsid w:val="00421CF1"/>
    <w:rsid w:val="00421F83"/>
    <w:rsid w:val="0042210B"/>
    <w:rsid w:val="00422130"/>
    <w:rsid w:val="004223A2"/>
    <w:rsid w:val="00422599"/>
    <w:rsid w:val="004225A8"/>
    <w:rsid w:val="004229E9"/>
    <w:rsid w:val="004230CD"/>
    <w:rsid w:val="004230DE"/>
    <w:rsid w:val="0042330A"/>
    <w:rsid w:val="00423426"/>
    <w:rsid w:val="004234B6"/>
    <w:rsid w:val="00423903"/>
    <w:rsid w:val="00423956"/>
    <w:rsid w:val="00423C3D"/>
    <w:rsid w:val="00423F8C"/>
    <w:rsid w:val="004242EE"/>
    <w:rsid w:val="004248B7"/>
    <w:rsid w:val="004249C1"/>
    <w:rsid w:val="00424A48"/>
    <w:rsid w:val="0042522C"/>
    <w:rsid w:val="00425483"/>
    <w:rsid w:val="004256B8"/>
    <w:rsid w:val="00425984"/>
    <w:rsid w:val="00425B26"/>
    <w:rsid w:val="00425F0A"/>
    <w:rsid w:val="0042649D"/>
    <w:rsid w:val="00426953"/>
    <w:rsid w:val="00426991"/>
    <w:rsid w:val="00426CEE"/>
    <w:rsid w:val="0042701E"/>
    <w:rsid w:val="004271A1"/>
    <w:rsid w:val="004277F2"/>
    <w:rsid w:val="00427887"/>
    <w:rsid w:val="00427A2A"/>
    <w:rsid w:val="00427AF7"/>
    <w:rsid w:val="00427C2B"/>
    <w:rsid w:val="00427E29"/>
    <w:rsid w:val="00430003"/>
    <w:rsid w:val="004300B3"/>
    <w:rsid w:val="004300F9"/>
    <w:rsid w:val="00430467"/>
    <w:rsid w:val="00430478"/>
    <w:rsid w:val="00430756"/>
    <w:rsid w:val="004308B2"/>
    <w:rsid w:val="004308D0"/>
    <w:rsid w:val="00430E02"/>
    <w:rsid w:val="00430F06"/>
    <w:rsid w:val="0043177E"/>
    <w:rsid w:val="00431E80"/>
    <w:rsid w:val="00431F2D"/>
    <w:rsid w:val="00431F61"/>
    <w:rsid w:val="00431FFC"/>
    <w:rsid w:val="004321EA"/>
    <w:rsid w:val="004322FD"/>
    <w:rsid w:val="0043238A"/>
    <w:rsid w:val="00432671"/>
    <w:rsid w:val="00432836"/>
    <w:rsid w:val="00432CED"/>
    <w:rsid w:val="00432D0A"/>
    <w:rsid w:val="004330DF"/>
    <w:rsid w:val="0043386B"/>
    <w:rsid w:val="00433874"/>
    <w:rsid w:val="00433A68"/>
    <w:rsid w:val="00433BD5"/>
    <w:rsid w:val="00433C7B"/>
    <w:rsid w:val="004340B1"/>
    <w:rsid w:val="00434463"/>
    <w:rsid w:val="00434690"/>
    <w:rsid w:val="00434885"/>
    <w:rsid w:val="004349EA"/>
    <w:rsid w:val="00434AF7"/>
    <w:rsid w:val="00434BF5"/>
    <w:rsid w:val="00434FE7"/>
    <w:rsid w:val="004350B2"/>
    <w:rsid w:val="0043542E"/>
    <w:rsid w:val="004356F0"/>
    <w:rsid w:val="00435744"/>
    <w:rsid w:val="00435C6C"/>
    <w:rsid w:val="00435C90"/>
    <w:rsid w:val="00435DC9"/>
    <w:rsid w:val="00435F2D"/>
    <w:rsid w:val="004361D8"/>
    <w:rsid w:val="00436324"/>
    <w:rsid w:val="00436332"/>
    <w:rsid w:val="00436ADA"/>
    <w:rsid w:val="00436D40"/>
    <w:rsid w:val="00436E5C"/>
    <w:rsid w:val="0043714F"/>
    <w:rsid w:val="004371DE"/>
    <w:rsid w:val="0043725F"/>
    <w:rsid w:val="0043744C"/>
    <w:rsid w:val="0043777E"/>
    <w:rsid w:val="0043797D"/>
    <w:rsid w:val="00437FA3"/>
    <w:rsid w:val="004407AA"/>
    <w:rsid w:val="00440A8F"/>
    <w:rsid w:val="0044100A"/>
    <w:rsid w:val="00441151"/>
    <w:rsid w:val="004411BC"/>
    <w:rsid w:val="004415CF"/>
    <w:rsid w:val="00441829"/>
    <w:rsid w:val="00441CEC"/>
    <w:rsid w:val="00441D8C"/>
    <w:rsid w:val="0044237C"/>
    <w:rsid w:val="0044297C"/>
    <w:rsid w:val="0044298B"/>
    <w:rsid w:val="00442993"/>
    <w:rsid w:val="00442F10"/>
    <w:rsid w:val="0044349B"/>
    <w:rsid w:val="004435EA"/>
    <w:rsid w:val="004436A5"/>
    <w:rsid w:val="00443B9A"/>
    <w:rsid w:val="00443DBC"/>
    <w:rsid w:val="00443EED"/>
    <w:rsid w:val="00443EFC"/>
    <w:rsid w:val="00443F89"/>
    <w:rsid w:val="00444262"/>
    <w:rsid w:val="00444532"/>
    <w:rsid w:val="004446FE"/>
    <w:rsid w:val="00444AED"/>
    <w:rsid w:val="00444E7E"/>
    <w:rsid w:val="00444F42"/>
    <w:rsid w:val="00445277"/>
    <w:rsid w:val="004454D8"/>
    <w:rsid w:val="00445C9F"/>
    <w:rsid w:val="004460F4"/>
    <w:rsid w:val="00446936"/>
    <w:rsid w:val="00447285"/>
    <w:rsid w:val="0044742E"/>
    <w:rsid w:val="0044777E"/>
    <w:rsid w:val="004479F4"/>
    <w:rsid w:val="0045056F"/>
    <w:rsid w:val="004505A5"/>
    <w:rsid w:val="004506B9"/>
    <w:rsid w:val="004512D2"/>
    <w:rsid w:val="00451369"/>
    <w:rsid w:val="0045149B"/>
    <w:rsid w:val="00451861"/>
    <w:rsid w:val="00451EEB"/>
    <w:rsid w:val="00451F16"/>
    <w:rsid w:val="004520EA"/>
    <w:rsid w:val="00452179"/>
    <w:rsid w:val="004522EF"/>
    <w:rsid w:val="004524E3"/>
    <w:rsid w:val="004524EE"/>
    <w:rsid w:val="0045277F"/>
    <w:rsid w:val="00452953"/>
    <w:rsid w:val="00452BC5"/>
    <w:rsid w:val="00452C2A"/>
    <w:rsid w:val="00452F90"/>
    <w:rsid w:val="00453256"/>
    <w:rsid w:val="00453612"/>
    <w:rsid w:val="00453A3B"/>
    <w:rsid w:val="00453B4D"/>
    <w:rsid w:val="00453CB6"/>
    <w:rsid w:val="00454252"/>
    <w:rsid w:val="004543E4"/>
    <w:rsid w:val="0045473F"/>
    <w:rsid w:val="00454A32"/>
    <w:rsid w:val="00454A8A"/>
    <w:rsid w:val="00454BD6"/>
    <w:rsid w:val="00454CA0"/>
    <w:rsid w:val="0045517D"/>
    <w:rsid w:val="00455AF6"/>
    <w:rsid w:val="00455C3D"/>
    <w:rsid w:val="00455DAD"/>
    <w:rsid w:val="00456455"/>
    <w:rsid w:val="0045645B"/>
    <w:rsid w:val="00456506"/>
    <w:rsid w:val="00456555"/>
    <w:rsid w:val="004566F7"/>
    <w:rsid w:val="004567EE"/>
    <w:rsid w:val="00456B89"/>
    <w:rsid w:val="00456F6F"/>
    <w:rsid w:val="0045732E"/>
    <w:rsid w:val="004575AE"/>
    <w:rsid w:val="0046041B"/>
    <w:rsid w:val="0046041E"/>
    <w:rsid w:val="00460511"/>
    <w:rsid w:val="0046054F"/>
    <w:rsid w:val="0046058F"/>
    <w:rsid w:val="004605D0"/>
    <w:rsid w:val="004607A7"/>
    <w:rsid w:val="00460868"/>
    <w:rsid w:val="004609DF"/>
    <w:rsid w:val="00460D8A"/>
    <w:rsid w:val="004610C8"/>
    <w:rsid w:val="004612A3"/>
    <w:rsid w:val="00461B0C"/>
    <w:rsid w:val="00461F88"/>
    <w:rsid w:val="004623E9"/>
    <w:rsid w:val="004626A7"/>
    <w:rsid w:val="00462BC3"/>
    <w:rsid w:val="00463294"/>
    <w:rsid w:val="0046332D"/>
    <w:rsid w:val="00463E20"/>
    <w:rsid w:val="004643A7"/>
    <w:rsid w:val="004647A7"/>
    <w:rsid w:val="00464D4F"/>
    <w:rsid w:val="00464E33"/>
    <w:rsid w:val="00465149"/>
    <w:rsid w:val="0046566D"/>
    <w:rsid w:val="00465AAB"/>
    <w:rsid w:val="00465C3D"/>
    <w:rsid w:val="00466039"/>
    <w:rsid w:val="0046615A"/>
    <w:rsid w:val="004662C4"/>
    <w:rsid w:val="004666C2"/>
    <w:rsid w:val="00466899"/>
    <w:rsid w:val="00466D35"/>
    <w:rsid w:val="00466E88"/>
    <w:rsid w:val="00467348"/>
    <w:rsid w:val="00467545"/>
    <w:rsid w:val="00467784"/>
    <w:rsid w:val="00467BA5"/>
    <w:rsid w:val="004702B6"/>
    <w:rsid w:val="00470435"/>
    <w:rsid w:val="0047091E"/>
    <w:rsid w:val="00470E2E"/>
    <w:rsid w:val="00470F07"/>
    <w:rsid w:val="004710F0"/>
    <w:rsid w:val="00471332"/>
    <w:rsid w:val="0047185C"/>
    <w:rsid w:val="00471A62"/>
    <w:rsid w:val="00471F1F"/>
    <w:rsid w:val="00471F81"/>
    <w:rsid w:val="004720B6"/>
    <w:rsid w:val="00472338"/>
    <w:rsid w:val="004723E0"/>
    <w:rsid w:val="00472AC9"/>
    <w:rsid w:val="00472C2E"/>
    <w:rsid w:val="00472CF8"/>
    <w:rsid w:val="00473CCF"/>
    <w:rsid w:val="0047479B"/>
    <w:rsid w:val="004749B9"/>
    <w:rsid w:val="00474E4F"/>
    <w:rsid w:val="00474F70"/>
    <w:rsid w:val="00475418"/>
    <w:rsid w:val="00475899"/>
    <w:rsid w:val="004764E7"/>
    <w:rsid w:val="00476671"/>
    <w:rsid w:val="00476DBF"/>
    <w:rsid w:val="0047732D"/>
    <w:rsid w:val="00477483"/>
    <w:rsid w:val="004776C9"/>
    <w:rsid w:val="00477C56"/>
    <w:rsid w:val="00477C86"/>
    <w:rsid w:val="00480126"/>
    <w:rsid w:val="0048052B"/>
    <w:rsid w:val="00480B39"/>
    <w:rsid w:val="0048195E"/>
    <w:rsid w:val="0048198E"/>
    <w:rsid w:val="00481E35"/>
    <w:rsid w:val="004822C0"/>
    <w:rsid w:val="0048268E"/>
    <w:rsid w:val="004826F7"/>
    <w:rsid w:val="00482D46"/>
    <w:rsid w:val="00483602"/>
    <w:rsid w:val="004837E1"/>
    <w:rsid w:val="00484066"/>
    <w:rsid w:val="00484100"/>
    <w:rsid w:val="00484208"/>
    <w:rsid w:val="004843D3"/>
    <w:rsid w:val="004846CA"/>
    <w:rsid w:val="00484957"/>
    <w:rsid w:val="00484BE3"/>
    <w:rsid w:val="00484FEC"/>
    <w:rsid w:val="00485B41"/>
    <w:rsid w:val="00485BBA"/>
    <w:rsid w:val="00485C4C"/>
    <w:rsid w:val="0048600D"/>
    <w:rsid w:val="00486054"/>
    <w:rsid w:val="00486A99"/>
    <w:rsid w:val="00486E86"/>
    <w:rsid w:val="00487454"/>
    <w:rsid w:val="004874E2"/>
    <w:rsid w:val="0048786F"/>
    <w:rsid w:val="004878F8"/>
    <w:rsid w:val="00487AA3"/>
    <w:rsid w:val="00487FF5"/>
    <w:rsid w:val="004914BF"/>
    <w:rsid w:val="00491632"/>
    <w:rsid w:val="004917DC"/>
    <w:rsid w:val="0049194F"/>
    <w:rsid w:val="00491CED"/>
    <w:rsid w:val="00491F54"/>
    <w:rsid w:val="00491F6C"/>
    <w:rsid w:val="00492309"/>
    <w:rsid w:val="004926B6"/>
    <w:rsid w:val="00492FFC"/>
    <w:rsid w:val="00493026"/>
    <w:rsid w:val="004930A2"/>
    <w:rsid w:val="00493163"/>
    <w:rsid w:val="004936A5"/>
    <w:rsid w:val="00493A69"/>
    <w:rsid w:val="00493A83"/>
    <w:rsid w:val="00493AD0"/>
    <w:rsid w:val="00494520"/>
    <w:rsid w:val="00494AED"/>
    <w:rsid w:val="00494B87"/>
    <w:rsid w:val="00494B9B"/>
    <w:rsid w:val="00494BA1"/>
    <w:rsid w:val="00494D7C"/>
    <w:rsid w:val="00494EAD"/>
    <w:rsid w:val="00495562"/>
    <w:rsid w:val="00495BD6"/>
    <w:rsid w:val="00495C12"/>
    <w:rsid w:val="00495EFF"/>
    <w:rsid w:val="00496358"/>
    <w:rsid w:val="00496391"/>
    <w:rsid w:val="00496398"/>
    <w:rsid w:val="00496462"/>
    <w:rsid w:val="004966E6"/>
    <w:rsid w:val="0049694A"/>
    <w:rsid w:val="00496ABA"/>
    <w:rsid w:val="00496B04"/>
    <w:rsid w:val="00496E10"/>
    <w:rsid w:val="004973A9"/>
    <w:rsid w:val="004975AB"/>
    <w:rsid w:val="00497637"/>
    <w:rsid w:val="00497706"/>
    <w:rsid w:val="0049775B"/>
    <w:rsid w:val="0049789A"/>
    <w:rsid w:val="004979C3"/>
    <w:rsid w:val="00497A18"/>
    <w:rsid w:val="00497AE9"/>
    <w:rsid w:val="00497E28"/>
    <w:rsid w:val="00497EC7"/>
    <w:rsid w:val="004A0410"/>
    <w:rsid w:val="004A0464"/>
    <w:rsid w:val="004A04E0"/>
    <w:rsid w:val="004A1091"/>
    <w:rsid w:val="004A19D1"/>
    <w:rsid w:val="004A1C2E"/>
    <w:rsid w:val="004A245A"/>
    <w:rsid w:val="004A29C4"/>
    <w:rsid w:val="004A2BB7"/>
    <w:rsid w:val="004A2E00"/>
    <w:rsid w:val="004A2F51"/>
    <w:rsid w:val="004A3328"/>
    <w:rsid w:val="004A3350"/>
    <w:rsid w:val="004A461F"/>
    <w:rsid w:val="004A4A06"/>
    <w:rsid w:val="004A4D17"/>
    <w:rsid w:val="004A4E34"/>
    <w:rsid w:val="004A4E71"/>
    <w:rsid w:val="004A520D"/>
    <w:rsid w:val="004A57EF"/>
    <w:rsid w:val="004A59A3"/>
    <w:rsid w:val="004A5F2C"/>
    <w:rsid w:val="004A60BF"/>
    <w:rsid w:val="004A6288"/>
    <w:rsid w:val="004A641D"/>
    <w:rsid w:val="004A68ED"/>
    <w:rsid w:val="004A6C37"/>
    <w:rsid w:val="004A6D69"/>
    <w:rsid w:val="004A6DA0"/>
    <w:rsid w:val="004A6E14"/>
    <w:rsid w:val="004A6ED9"/>
    <w:rsid w:val="004A754C"/>
    <w:rsid w:val="004A7709"/>
    <w:rsid w:val="004A7DB4"/>
    <w:rsid w:val="004B0461"/>
    <w:rsid w:val="004B058C"/>
    <w:rsid w:val="004B0713"/>
    <w:rsid w:val="004B07F8"/>
    <w:rsid w:val="004B0CFB"/>
    <w:rsid w:val="004B18F0"/>
    <w:rsid w:val="004B1A16"/>
    <w:rsid w:val="004B2011"/>
    <w:rsid w:val="004B20A5"/>
    <w:rsid w:val="004B20F6"/>
    <w:rsid w:val="004B21B6"/>
    <w:rsid w:val="004B28FA"/>
    <w:rsid w:val="004B2C4C"/>
    <w:rsid w:val="004B2C4F"/>
    <w:rsid w:val="004B2D88"/>
    <w:rsid w:val="004B31BE"/>
    <w:rsid w:val="004B34EA"/>
    <w:rsid w:val="004B3875"/>
    <w:rsid w:val="004B3BA4"/>
    <w:rsid w:val="004B41D4"/>
    <w:rsid w:val="004B4951"/>
    <w:rsid w:val="004B4965"/>
    <w:rsid w:val="004B4F8A"/>
    <w:rsid w:val="004B50E6"/>
    <w:rsid w:val="004B5826"/>
    <w:rsid w:val="004B5BE7"/>
    <w:rsid w:val="004B60FC"/>
    <w:rsid w:val="004B615F"/>
    <w:rsid w:val="004B6355"/>
    <w:rsid w:val="004B6909"/>
    <w:rsid w:val="004B6A33"/>
    <w:rsid w:val="004B6A52"/>
    <w:rsid w:val="004B6A57"/>
    <w:rsid w:val="004B6D81"/>
    <w:rsid w:val="004B6F9C"/>
    <w:rsid w:val="004B743F"/>
    <w:rsid w:val="004B7A98"/>
    <w:rsid w:val="004C0450"/>
    <w:rsid w:val="004C058B"/>
    <w:rsid w:val="004C065A"/>
    <w:rsid w:val="004C0993"/>
    <w:rsid w:val="004C0FDC"/>
    <w:rsid w:val="004C1398"/>
    <w:rsid w:val="004C13C3"/>
    <w:rsid w:val="004C1A19"/>
    <w:rsid w:val="004C1F0C"/>
    <w:rsid w:val="004C1FEB"/>
    <w:rsid w:val="004C2106"/>
    <w:rsid w:val="004C252B"/>
    <w:rsid w:val="004C27B6"/>
    <w:rsid w:val="004C2AC3"/>
    <w:rsid w:val="004C3441"/>
    <w:rsid w:val="004C37C7"/>
    <w:rsid w:val="004C380F"/>
    <w:rsid w:val="004C3C8F"/>
    <w:rsid w:val="004C3E40"/>
    <w:rsid w:val="004C4089"/>
    <w:rsid w:val="004C446C"/>
    <w:rsid w:val="004C4724"/>
    <w:rsid w:val="004C4759"/>
    <w:rsid w:val="004C48A8"/>
    <w:rsid w:val="004C501A"/>
    <w:rsid w:val="004C5126"/>
    <w:rsid w:val="004C59C4"/>
    <w:rsid w:val="004C5A9C"/>
    <w:rsid w:val="004C5CC6"/>
    <w:rsid w:val="004C5DF6"/>
    <w:rsid w:val="004C5E61"/>
    <w:rsid w:val="004C64F7"/>
    <w:rsid w:val="004C6733"/>
    <w:rsid w:val="004C6FBF"/>
    <w:rsid w:val="004C7129"/>
    <w:rsid w:val="004C74FD"/>
    <w:rsid w:val="004C7760"/>
    <w:rsid w:val="004D0281"/>
    <w:rsid w:val="004D0453"/>
    <w:rsid w:val="004D0A79"/>
    <w:rsid w:val="004D0AA3"/>
    <w:rsid w:val="004D0B0B"/>
    <w:rsid w:val="004D140F"/>
    <w:rsid w:val="004D19BF"/>
    <w:rsid w:val="004D1CC6"/>
    <w:rsid w:val="004D1CE1"/>
    <w:rsid w:val="004D1FAB"/>
    <w:rsid w:val="004D20C5"/>
    <w:rsid w:val="004D2633"/>
    <w:rsid w:val="004D2873"/>
    <w:rsid w:val="004D28BA"/>
    <w:rsid w:val="004D2CF5"/>
    <w:rsid w:val="004D3B7E"/>
    <w:rsid w:val="004D3CE1"/>
    <w:rsid w:val="004D3D43"/>
    <w:rsid w:val="004D3F30"/>
    <w:rsid w:val="004D3F6E"/>
    <w:rsid w:val="004D4169"/>
    <w:rsid w:val="004D4325"/>
    <w:rsid w:val="004D4417"/>
    <w:rsid w:val="004D4924"/>
    <w:rsid w:val="004D4D4D"/>
    <w:rsid w:val="004D525D"/>
    <w:rsid w:val="004D538C"/>
    <w:rsid w:val="004D588F"/>
    <w:rsid w:val="004D5CD9"/>
    <w:rsid w:val="004D6563"/>
    <w:rsid w:val="004D6821"/>
    <w:rsid w:val="004D6B98"/>
    <w:rsid w:val="004D6ED6"/>
    <w:rsid w:val="004D7451"/>
    <w:rsid w:val="004D761C"/>
    <w:rsid w:val="004D79DC"/>
    <w:rsid w:val="004D79DF"/>
    <w:rsid w:val="004D7C53"/>
    <w:rsid w:val="004D7CD4"/>
    <w:rsid w:val="004D7DC1"/>
    <w:rsid w:val="004D7F94"/>
    <w:rsid w:val="004D7FE5"/>
    <w:rsid w:val="004E069B"/>
    <w:rsid w:val="004E0F66"/>
    <w:rsid w:val="004E0FF9"/>
    <w:rsid w:val="004E127F"/>
    <w:rsid w:val="004E140A"/>
    <w:rsid w:val="004E16FC"/>
    <w:rsid w:val="004E177A"/>
    <w:rsid w:val="004E1D61"/>
    <w:rsid w:val="004E1E74"/>
    <w:rsid w:val="004E2077"/>
    <w:rsid w:val="004E2293"/>
    <w:rsid w:val="004E241D"/>
    <w:rsid w:val="004E2428"/>
    <w:rsid w:val="004E2583"/>
    <w:rsid w:val="004E27E4"/>
    <w:rsid w:val="004E2CF3"/>
    <w:rsid w:val="004E30F7"/>
    <w:rsid w:val="004E3174"/>
    <w:rsid w:val="004E32A6"/>
    <w:rsid w:val="004E33E2"/>
    <w:rsid w:val="004E33F2"/>
    <w:rsid w:val="004E3783"/>
    <w:rsid w:val="004E3908"/>
    <w:rsid w:val="004E3EC9"/>
    <w:rsid w:val="004E3FE4"/>
    <w:rsid w:val="004E49A1"/>
    <w:rsid w:val="004E4A0E"/>
    <w:rsid w:val="004E4BE3"/>
    <w:rsid w:val="004E5157"/>
    <w:rsid w:val="004E51F0"/>
    <w:rsid w:val="004E52F0"/>
    <w:rsid w:val="004E5A9E"/>
    <w:rsid w:val="004E5D3C"/>
    <w:rsid w:val="004E5DD6"/>
    <w:rsid w:val="004E79EE"/>
    <w:rsid w:val="004E7BC0"/>
    <w:rsid w:val="004F0580"/>
    <w:rsid w:val="004F07DC"/>
    <w:rsid w:val="004F0D62"/>
    <w:rsid w:val="004F0ED0"/>
    <w:rsid w:val="004F159C"/>
    <w:rsid w:val="004F1E49"/>
    <w:rsid w:val="004F250F"/>
    <w:rsid w:val="004F28DB"/>
    <w:rsid w:val="004F28DC"/>
    <w:rsid w:val="004F28E6"/>
    <w:rsid w:val="004F29E7"/>
    <w:rsid w:val="004F2A33"/>
    <w:rsid w:val="004F2DF2"/>
    <w:rsid w:val="004F2E93"/>
    <w:rsid w:val="004F303A"/>
    <w:rsid w:val="004F3087"/>
    <w:rsid w:val="004F31AC"/>
    <w:rsid w:val="004F31E6"/>
    <w:rsid w:val="004F347A"/>
    <w:rsid w:val="004F35B4"/>
    <w:rsid w:val="004F3B14"/>
    <w:rsid w:val="004F3ED0"/>
    <w:rsid w:val="004F4180"/>
    <w:rsid w:val="004F4677"/>
    <w:rsid w:val="004F4854"/>
    <w:rsid w:val="004F4B2F"/>
    <w:rsid w:val="004F4BE7"/>
    <w:rsid w:val="004F4F4F"/>
    <w:rsid w:val="004F51CA"/>
    <w:rsid w:val="004F5B6A"/>
    <w:rsid w:val="004F5B8D"/>
    <w:rsid w:val="004F5D1D"/>
    <w:rsid w:val="004F5DC8"/>
    <w:rsid w:val="004F5E7C"/>
    <w:rsid w:val="004F5E8F"/>
    <w:rsid w:val="004F5EAE"/>
    <w:rsid w:val="004F5EB4"/>
    <w:rsid w:val="004F6020"/>
    <w:rsid w:val="004F6232"/>
    <w:rsid w:val="004F676E"/>
    <w:rsid w:val="004F6862"/>
    <w:rsid w:val="004F6BDC"/>
    <w:rsid w:val="004F6BE6"/>
    <w:rsid w:val="004F6EEE"/>
    <w:rsid w:val="004F6EFC"/>
    <w:rsid w:val="004F783B"/>
    <w:rsid w:val="004F787C"/>
    <w:rsid w:val="00500023"/>
    <w:rsid w:val="0050082C"/>
    <w:rsid w:val="00500934"/>
    <w:rsid w:val="00500E28"/>
    <w:rsid w:val="00501479"/>
    <w:rsid w:val="00501976"/>
    <w:rsid w:val="00501C5F"/>
    <w:rsid w:val="0050201E"/>
    <w:rsid w:val="005022FF"/>
    <w:rsid w:val="005023E5"/>
    <w:rsid w:val="00502414"/>
    <w:rsid w:val="005025FC"/>
    <w:rsid w:val="005031E3"/>
    <w:rsid w:val="005031FD"/>
    <w:rsid w:val="005033C3"/>
    <w:rsid w:val="00503947"/>
    <w:rsid w:val="00503BBD"/>
    <w:rsid w:val="00503CCF"/>
    <w:rsid w:val="00503EC0"/>
    <w:rsid w:val="005048AC"/>
    <w:rsid w:val="00504DC6"/>
    <w:rsid w:val="005050A5"/>
    <w:rsid w:val="00505B15"/>
    <w:rsid w:val="00505B18"/>
    <w:rsid w:val="005062BC"/>
    <w:rsid w:val="00506453"/>
    <w:rsid w:val="005067FE"/>
    <w:rsid w:val="00506C54"/>
    <w:rsid w:val="00506D97"/>
    <w:rsid w:val="00506E35"/>
    <w:rsid w:val="00506E64"/>
    <w:rsid w:val="00506EB6"/>
    <w:rsid w:val="00507596"/>
    <w:rsid w:val="00507688"/>
    <w:rsid w:val="00507A5F"/>
    <w:rsid w:val="00507B74"/>
    <w:rsid w:val="00507C2E"/>
    <w:rsid w:val="00507CA2"/>
    <w:rsid w:val="0051005E"/>
    <w:rsid w:val="00510311"/>
    <w:rsid w:val="00510649"/>
    <w:rsid w:val="00510A24"/>
    <w:rsid w:val="00510C84"/>
    <w:rsid w:val="00510CD3"/>
    <w:rsid w:val="00511260"/>
    <w:rsid w:val="00511460"/>
    <w:rsid w:val="00511C8C"/>
    <w:rsid w:val="00512219"/>
    <w:rsid w:val="005123EB"/>
    <w:rsid w:val="005124E6"/>
    <w:rsid w:val="005126A7"/>
    <w:rsid w:val="005128A1"/>
    <w:rsid w:val="005128C8"/>
    <w:rsid w:val="00512AA2"/>
    <w:rsid w:val="00512AFF"/>
    <w:rsid w:val="00512F99"/>
    <w:rsid w:val="005138AC"/>
    <w:rsid w:val="005138EA"/>
    <w:rsid w:val="005138FB"/>
    <w:rsid w:val="005139BB"/>
    <w:rsid w:val="00513CAB"/>
    <w:rsid w:val="00513CDE"/>
    <w:rsid w:val="00514228"/>
    <w:rsid w:val="005148A7"/>
    <w:rsid w:val="00514C4C"/>
    <w:rsid w:val="00514EED"/>
    <w:rsid w:val="00514F1E"/>
    <w:rsid w:val="005150EA"/>
    <w:rsid w:val="00515484"/>
    <w:rsid w:val="00515549"/>
    <w:rsid w:val="00515CAE"/>
    <w:rsid w:val="00515FF1"/>
    <w:rsid w:val="005160C5"/>
    <w:rsid w:val="005160CA"/>
    <w:rsid w:val="0051625C"/>
    <w:rsid w:val="005162D6"/>
    <w:rsid w:val="00516D59"/>
    <w:rsid w:val="00517C8B"/>
    <w:rsid w:val="0052010D"/>
    <w:rsid w:val="0052016A"/>
    <w:rsid w:val="0052019B"/>
    <w:rsid w:val="0052021D"/>
    <w:rsid w:val="005202CC"/>
    <w:rsid w:val="00520667"/>
    <w:rsid w:val="00520F05"/>
    <w:rsid w:val="00521054"/>
    <w:rsid w:val="00521A7B"/>
    <w:rsid w:val="00521E84"/>
    <w:rsid w:val="00522424"/>
    <w:rsid w:val="00522473"/>
    <w:rsid w:val="005232DA"/>
    <w:rsid w:val="005232ED"/>
    <w:rsid w:val="005233C4"/>
    <w:rsid w:val="00523568"/>
    <w:rsid w:val="00523788"/>
    <w:rsid w:val="00523AC6"/>
    <w:rsid w:val="00523BC0"/>
    <w:rsid w:val="00523C17"/>
    <w:rsid w:val="005240FD"/>
    <w:rsid w:val="005243E6"/>
    <w:rsid w:val="005246B4"/>
    <w:rsid w:val="00524B1B"/>
    <w:rsid w:val="00524CC6"/>
    <w:rsid w:val="00524F71"/>
    <w:rsid w:val="005250A7"/>
    <w:rsid w:val="00525163"/>
    <w:rsid w:val="00525174"/>
    <w:rsid w:val="00525179"/>
    <w:rsid w:val="00525331"/>
    <w:rsid w:val="00525803"/>
    <w:rsid w:val="00525896"/>
    <w:rsid w:val="0052592F"/>
    <w:rsid w:val="00525B1A"/>
    <w:rsid w:val="00525C15"/>
    <w:rsid w:val="00525CCA"/>
    <w:rsid w:val="00525D7A"/>
    <w:rsid w:val="00525E9E"/>
    <w:rsid w:val="00525F42"/>
    <w:rsid w:val="00525F83"/>
    <w:rsid w:val="00526421"/>
    <w:rsid w:val="00526BBF"/>
    <w:rsid w:val="0052703E"/>
    <w:rsid w:val="00527384"/>
    <w:rsid w:val="005274FB"/>
    <w:rsid w:val="00527860"/>
    <w:rsid w:val="00527C20"/>
    <w:rsid w:val="0053010A"/>
    <w:rsid w:val="005303AB"/>
    <w:rsid w:val="00530B4E"/>
    <w:rsid w:val="00530C47"/>
    <w:rsid w:val="00530EDC"/>
    <w:rsid w:val="005310F4"/>
    <w:rsid w:val="0053134C"/>
    <w:rsid w:val="00531473"/>
    <w:rsid w:val="0053155F"/>
    <w:rsid w:val="00531959"/>
    <w:rsid w:val="0053227B"/>
    <w:rsid w:val="00532ACD"/>
    <w:rsid w:val="00532B39"/>
    <w:rsid w:val="00532B4E"/>
    <w:rsid w:val="00533260"/>
    <w:rsid w:val="00533293"/>
    <w:rsid w:val="00533357"/>
    <w:rsid w:val="00533438"/>
    <w:rsid w:val="005341F4"/>
    <w:rsid w:val="0053460F"/>
    <w:rsid w:val="00534937"/>
    <w:rsid w:val="00534DBB"/>
    <w:rsid w:val="0053524E"/>
    <w:rsid w:val="005354ED"/>
    <w:rsid w:val="005356F3"/>
    <w:rsid w:val="00535AFC"/>
    <w:rsid w:val="00535BC4"/>
    <w:rsid w:val="00535E06"/>
    <w:rsid w:val="00536255"/>
    <w:rsid w:val="005363E1"/>
    <w:rsid w:val="0053661F"/>
    <w:rsid w:val="005366BD"/>
    <w:rsid w:val="00536D03"/>
    <w:rsid w:val="00537B33"/>
    <w:rsid w:val="00540043"/>
    <w:rsid w:val="0054011F"/>
    <w:rsid w:val="00540238"/>
    <w:rsid w:val="0054043A"/>
    <w:rsid w:val="00540939"/>
    <w:rsid w:val="00540A12"/>
    <w:rsid w:val="00540C47"/>
    <w:rsid w:val="0054119D"/>
    <w:rsid w:val="00541280"/>
    <w:rsid w:val="00541558"/>
    <w:rsid w:val="005421E0"/>
    <w:rsid w:val="00542398"/>
    <w:rsid w:val="00542666"/>
    <w:rsid w:val="00542949"/>
    <w:rsid w:val="00542BB3"/>
    <w:rsid w:val="00542BB8"/>
    <w:rsid w:val="00542EB1"/>
    <w:rsid w:val="0054335F"/>
    <w:rsid w:val="005438B1"/>
    <w:rsid w:val="00543F2A"/>
    <w:rsid w:val="00544157"/>
    <w:rsid w:val="005444A6"/>
    <w:rsid w:val="0054467A"/>
    <w:rsid w:val="0054494C"/>
    <w:rsid w:val="005449C6"/>
    <w:rsid w:val="00544D65"/>
    <w:rsid w:val="00544FFD"/>
    <w:rsid w:val="00545754"/>
    <w:rsid w:val="005458D9"/>
    <w:rsid w:val="00545A8F"/>
    <w:rsid w:val="00545AC0"/>
    <w:rsid w:val="00546950"/>
    <w:rsid w:val="00546A51"/>
    <w:rsid w:val="00546E16"/>
    <w:rsid w:val="00546E3D"/>
    <w:rsid w:val="005472AF"/>
    <w:rsid w:val="00547935"/>
    <w:rsid w:val="00547BD5"/>
    <w:rsid w:val="00547C87"/>
    <w:rsid w:val="00547D4C"/>
    <w:rsid w:val="00550763"/>
    <w:rsid w:val="005509DC"/>
    <w:rsid w:val="00550ABC"/>
    <w:rsid w:val="00550AD6"/>
    <w:rsid w:val="00550BD9"/>
    <w:rsid w:val="00550FE3"/>
    <w:rsid w:val="0055107A"/>
    <w:rsid w:val="00551108"/>
    <w:rsid w:val="0055135D"/>
    <w:rsid w:val="00551989"/>
    <w:rsid w:val="00551B2E"/>
    <w:rsid w:val="00551F0C"/>
    <w:rsid w:val="005523F7"/>
    <w:rsid w:val="005529D7"/>
    <w:rsid w:val="00552A30"/>
    <w:rsid w:val="00552A32"/>
    <w:rsid w:val="00552B61"/>
    <w:rsid w:val="00552DA3"/>
    <w:rsid w:val="0055367F"/>
    <w:rsid w:val="00553A41"/>
    <w:rsid w:val="00553C04"/>
    <w:rsid w:val="00553C3D"/>
    <w:rsid w:val="00553D32"/>
    <w:rsid w:val="00553FF3"/>
    <w:rsid w:val="00554023"/>
    <w:rsid w:val="005544CF"/>
    <w:rsid w:val="005549B0"/>
    <w:rsid w:val="00554DF1"/>
    <w:rsid w:val="00555238"/>
    <w:rsid w:val="00555530"/>
    <w:rsid w:val="0055556F"/>
    <w:rsid w:val="0055596C"/>
    <w:rsid w:val="00555F89"/>
    <w:rsid w:val="00556330"/>
    <w:rsid w:val="005566F5"/>
    <w:rsid w:val="00556992"/>
    <w:rsid w:val="00556AA6"/>
    <w:rsid w:val="00556E47"/>
    <w:rsid w:val="00557417"/>
    <w:rsid w:val="005574A8"/>
    <w:rsid w:val="00557E8E"/>
    <w:rsid w:val="005602B0"/>
    <w:rsid w:val="005604BB"/>
    <w:rsid w:val="00560826"/>
    <w:rsid w:val="0056085A"/>
    <w:rsid w:val="00560A68"/>
    <w:rsid w:val="00560A84"/>
    <w:rsid w:val="00560B66"/>
    <w:rsid w:val="00560D2F"/>
    <w:rsid w:val="00561283"/>
    <w:rsid w:val="00561559"/>
    <w:rsid w:val="005615D3"/>
    <w:rsid w:val="00562218"/>
    <w:rsid w:val="0056238E"/>
    <w:rsid w:val="0056257D"/>
    <w:rsid w:val="00562807"/>
    <w:rsid w:val="00562BD5"/>
    <w:rsid w:val="00562C32"/>
    <w:rsid w:val="00562E66"/>
    <w:rsid w:val="0056366B"/>
    <w:rsid w:val="00563B64"/>
    <w:rsid w:val="00563BD9"/>
    <w:rsid w:val="00563EC9"/>
    <w:rsid w:val="00563EDE"/>
    <w:rsid w:val="00563F17"/>
    <w:rsid w:val="0056403C"/>
    <w:rsid w:val="005647CF"/>
    <w:rsid w:val="00564905"/>
    <w:rsid w:val="0056553B"/>
    <w:rsid w:val="005655D7"/>
    <w:rsid w:val="005659D5"/>
    <w:rsid w:val="005659F2"/>
    <w:rsid w:val="00566893"/>
    <w:rsid w:val="00566B30"/>
    <w:rsid w:val="00566E5B"/>
    <w:rsid w:val="00566F27"/>
    <w:rsid w:val="00566FA0"/>
    <w:rsid w:val="00567254"/>
    <w:rsid w:val="005675CD"/>
    <w:rsid w:val="00567C65"/>
    <w:rsid w:val="00567F09"/>
    <w:rsid w:val="00567FCF"/>
    <w:rsid w:val="0057032B"/>
    <w:rsid w:val="005703E0"/>
    <w:rsid w:val="00570646"/>
    <w:rsid w:val="00570DA9"/>
    <w:rsid w:val="00570E1F"/>
    <w:rsid w:val="00570EDF"/>
    <w:rsid w:val="005714BC"/>
    <w:rsid w:val="005718AA"/>
    <w:rsid w:val="00571964"/>
    <w:rsid w:val="00571C7E"/>
    <w:rsid w:val="00571FF2"/>
    <w:rsid w:val="005721EC"/>
    <w:rsid w:val="0057230B"/>
    <w:rsid w:val="005725D4"/>
    <w:rsid w:val="00572660"/>
    <w:rsid w:val="00572810"/>
    <w:rsid w:val="00572925"/>
    <w:rsid w:val="00572D61"/>
    <w:rsid w:val="00572E02"/>
    <w:rsid w:val="00572E6D"/>
    <w:rsid w:val="00573055"/>
    <w:rsid w:val="005730B5"/>
    <w:rsid w:val="00573125"/>
    <w:rsid w:val="005731F5"/>
    <w:rsid w:val="005731FE"/>
    <w:rsid w:val="00573584"/>
    <w:rsid w:val="005736EA"/>
    <w:rsid w:val="0057473A"/>
    <w:rsid w:val="00574F3C"/>
    <w:rsid w:val="0057500B"/>
    <w:rsid w:val="00575321"/>
    <w:rsid w:val="0057593B"/>
    <w:rsid w:val="00575EAC"/>
    <w:rsid w:val="00575FAA"/>
    <w:rsid w:val="00576026"/>
    <w:rsid w:val="005760F6"/>
    <w:rsid w:val="00576325"/>
    <w:rsid w:val="00576579"/>
    <w:rsid w:val="00576622"/>
    <w:rsid w:val="00576743"/>
    <w:rsid w:val="00576776"/>
    <w:rsid w:val="00576905"/>
    <w:rsid w:val="0057690D"/>
    <w:rsid w:val="00576921"/>
    <w:rsid w:val="00576C72"/>
    <w:rsid w:val="00577136"/>
    <w:rsid w:val="00577802"/>
    <w:rsid w:val="00577AED"/>
    <w:rsid w:val="00577E8A"/>
    <w:rsid w:val="00577F59"/>
    <w:rsid w:val="0058023C"/>
    <w:rsid w:val="0058185A"/>
    <w:rsid w:val="00581C3B"/>
    <w:rsid w:val="00581C92"/>
    <w:rsid w:val="00582143"/>
    <w:rsid w:val="00582B8A"/>
    <w:rsid w:val="005832AA"/>
    <w:rsid w:val="005835EA"/>
    <w:rsid w:val="0058373A"/>
    <w:rsid w:val="005839F0"/>
    <w:rsid w:val="00583A76"/>
    <w:rsid w:val="00583E2A"/>
    <w:rsid w:val="00583E56"/>
    <w:rsid w:val="00583E94"/>
    <w:rsid w:val="0058432E"/>
    <w:rsid w:val="00584475"/>
    <w:rsid w:val="0058463A"/>
    <w:rsid w:val="00584665"/>
    <w:rsid w:val="00584A12"/>
    <w:rsid w:val="00584B2A"/>
    <w:rsid w:val="00584C0F"/>
    <w:rsid w:val="00584C97"/>
    <w:rsid w:val="00584D65"/>
    <w:rsid w:val="00585161"/>
    <w:rsid w:val="005851E0"/>
    <w:rsid w:val="0058548E"/>
    <w:rsid w:val="0058594B"/>
    <w:rsid w:val="00585FEC"/>
    <w:rsid w:val="005861A8"/>
    <w:rsid w:val="005862B7"/>
    <w:rsid w:val="00586AE8"/>
    <w:rsid w:val="00586B15"/>
    <w:rsid w:val="00586D35"/>
    <w:rsid w:val="005874E5"/>
    <w:rsid w:val="005877CC"/>
    <w:rsid w:val="00587A2A"/>
    <w:rsid w:val="00587B88"/>
    <w:rsid w:val="00587D69"/>
    <w:rsid w:val="00587DE5"/>
    <w:rsid w:val="00587E73"/>
    <w:rsid w:val="00590003"/>
    <w:rsid w:val="00590020"/>
    <w:rsid w:val="00590C04"/>
    <w:rsid w:val="00590EC0"/>
    <w:rsid w:val="0059122F"/>
    <w:rsid w:val="00591305"/>
    <w:rsid w:val="0059168F"/>
    <w:rsid w:val="00591DE2"/>
    <w:rsid w:val="00591EFE"/>
    <w:rsid w:val="00592171"/>
    <w:rsid w:val="00592269"/>
    <w:rsid w:val="00592747"/>
    <w:rsid w:val="0059289F"/>
    <w:rsid w:val="00592CFA"/>
    <w:rsid w:val="00592DCE"/>
    <w:rsid w:val="00592E16"/>
    <w:rsid w:val="00592FF4"/>
    <w:rsid w:val="00593178"/>
    <w:rsid w:val="0059332D"/>
    <w:rsid w:val="00593F1E"/>
    <w:rsid w:val="00594194"/>
    <w:rsid w:val="005947D3"/>
    <w:rsid w:val="00594A12"/>
    <w:rsid w:val="00594A6A"/>
    <w:rsid w:val="00594BE3"/>
    <w:rsid w:val="00594D08"/>
    <w:rsid w:val="005951BF"/>
    <w:rsid w:val="00595273"/>
    <w:rsid w:val="0059542B"/>
    <w:rsid w:val="005956AF"/>
    <w:rsid w:val="005956D5"/>
    <w:rsid w:val="0059599E"/>
    <w:rsid w:val="00595D12"/>
    <w:rsid w:val="00596176"/>
    <w:rsid w:val="005968B8"/>
    <w:rsid w:val="00596AFC"/>
    <w:rsid w:val="00596D34"/>
    <w:rsid w:val="00596D73"/>
    <w:rsid w:val="0059716A"/>
    <w:rsid w:val="00597247"/>
    <w:rsid w:val="005972F0"/>
    <w:rsid w:val="0059744A"/>
    <w:rsid w:val="0059745F"/>
    <w:rsid w:val="00597960"/>
    <w:rsid w:val="005979DD"/>
    <w:rsid w:val="00597A34"/>
    <w:rsid w:val="00597A81"/>
    <w:rsid w:val="005A076C"/>
    <w:rsid w:val="005A0989"/>
    <w:rsid w:val="005A0AF2"/>
    <w:rsid w:val="005A0B0F"/>
    <w:rsid w:val="005A0D30"/>
    <w:rsid w:val="005A0E0C"/>
    <w:rsid w:val="005A0EC9"/>
    <w:rsid w:val="005A1A12"/>
    <w:rsid w:val="005A1CBF"/>
    <w:rsid w:val="005A2035"/>
    <w:rsid w:val="005A211E"/>
    <w:rsid w:val="005A221D"/>
    <w:rsid w:val="005A2743"/>
    <w:rsid w:val="005A27CE"/>
    <w:rsid w:val="005A280B"/>
    <w:rsid w:val="005A29BA"/>
    <w:rsid w:val="005A2A50"/>
    <w:rsid w:val="005A2A6A"/>
    <w:rsid w:val="005A2B6B"/>
    <w:rsid w:val="005A325C"/>
    <w:rsid w:val="005A32C4"/>
    <w:rsid w:val="005A37E4"/>
    <w:rsid w:val="005A4034"/>
    <w:rsid w:val="005A41A5"/>
    <w:rsid w:val="005A483E"/>
    <w:rsid w:val="005A4C99"/>
    <w:rsid w:val="005A4D5A"/>
    <w:rsid w:val="005A51D3"/>
    <w:rsid w:val="005A5729"/>
    <w:rsid w:val="005A5A7F"/>
    <w:rsid w:val="005A5B0D"/>
    <w:rsid w:val="005A5EFD"/>
    <w:rsid w:val="005A5F38"/>
    <w:rsid w:val="005A6044"/>
    <w:rsid w:val="005A6337"/>
    <w:rsid w:val="005A64E4"/>
    <w:rsid w:val="005A6579"/>
    <w:rsid w:val="005A66F6"/>
    <w:rsid w:val="005A6CA1"/>
    <w:rsid w:val="005A6D45"/>
    <w:rsid w:val="005A765B"/>
    <w:rsid w:val="005A7B81"/>
    <w:rsid w:val="005A7DAB"/>
    <w:rsid w:val="005A7F74"/>
    <w:rsid w:val="005B0253"/>
    <w:rsid w:val="005B0354"/>
    <w:rsid w:val="005B06C8"/>
    <w:rsid w:val="005B0959"/>
    <w:rsid w:val="005B0AF1"/>
    <w:rsid w:val="005B0B9E"/>
    <w:rsid w:val="005B0D72"/>
    <w:rsid w:val="005B0E22"/>
    <w:rsid w:val="005B1372"/>
    <w:rsid w:val="005B1D50"/>
    <w:rsid w:val="005B208F"/>
    <w:rsid w:val="005B26C1"/>
    <w:rsid w:val="005B2A35"/>
    <w:rsid w:val="005B2C24"/>
    <w:rsid w:val="005B2C9E"/>
    <w:rsid w:val="005B303B"/>
    <w:rsid w:val="005B30A9"/>
    <w:rsid w:val="005B30C2"/>
    <w:rsid w:val="005B3359"/>
    <w:rsid w:val="005B3570"/>
    <w:rsid w:val="005B364A"/>
    <w:rsid w:val="005B38A1"/>
    <w:rsid w:val="005B39FF"/>
    <w:rsid w:val="005B3B2A"/>
    <w:rsid w:val="005B3CC9"/>
    <w:rsid w:val="005B3FEA"/>
    <w:rsid w:val="005B4031"/>
    <w:rsid w:val="005B4257"/>
    <w:rsid w:val="005B4859"/>
    <w:rsid w:val="005B49B1"/>
    <w:rsid w:val="005B507A"/>
    <w:rsid w:val="005B5086"/>
    <w:rsid w:val="005B53AA"/>
    <w:rsid w:val="005B5720"/>
    <w:rsid w:val="005B57B2"/>
    <w:rsid w:val="005B5A2A"/>
    <w:rsid w:val="005B5A9E"/>
    <w:rsid w:val="005B6121"/>
    <w:rsid w:val="005B61D0"/>
    <w:rsid w:val="005B6D71"/>
    <w:rsid w:val="005B6DA3"/>
    <w:rsid w:val="005B71CD"/>
    <w:rsid w:val="005B7345"/>
    <w:rsid w:val="005B734C"/>
    <w:rsid w:val="005B766D"/>
    <w:rsid w:val="005B787F"/>
    <w:rsid w:val="005B7E27"/>
    <w:rsid w:val="005B7F8B"/>
    <w:rsid w:val="005C000C"/>
    <w:rsid w:val="005C03F8"/>
    <w:rsid w:val="005C0C7D"/>
    <w:rsid w:val="005C13AC"/>
    <w:rsid w:val="005C1DA7"/>
    <w:rsid w:val="005C1E0F"/>
    <w:rsid w:val="005C1E4C"/>
    <w:rsid w:val="005C2320"/>
    <w:rsid w:val="005C2552"/>
    <w:rsid w:val="005C264A"/>
    <w:rsid w:val="005C2756"/>
    <w:rsid w:val="005C2858"/>
    <w:rsid w:val="005C2A47"/>
    <w:rsid w:val="005C2EF9"/>
    <w:rsid w:val="005C2FEB"/>
    <w:rsid w:val="005C35C1"/>
    <w:rsid w:val="005C3653"/>
    <w:rsid w:val="005C36D5"/>
    <w:rsid w:val="005C3A50"/>
    <w:rsid w:val="005C3A98"/>
    <w:rsid w:val="005C3CEF"/>
    <w:rsid w:val="005C4159"/>
    <w:rsid w:val="005C4524"/>
    <w:rsid w:val="005C4BE6"/>
    <w:rsid w:val="005C4F1F"/>
    <w:rsid w:val="005C5111"/>
    <w:rsid w:val="005C5684"/>
    <w:rsid w:val="005C5DEF"/>
    <w:rsid w:val="005C6414"/>
    <w:rsid w:val="005C6625"/>
    <w:rsid w:val="005C6698"/>
    <w:rsid w:val="005C7073"/>
    <w:rsid w:val="005C7424"/>
    <w:rsid w:val="005C780E"/>
    <w:rsid w:val="005C783A"/>
    <w:rsid w:val="005C78A0"/>
    <w:rsid w:val="005C79D9"/>
    <w:rsid w:val="005C7D5E"/>
    <w:rsid w:val="005C7F3E"/>
    <w:rsid w:val="005D00A5"/>
    <w:rsid w:val="005D019E"/>
    <w:rsid w:val="005D025D"/>
    <w:rsid w:val="005D03DE"/>
    <w:rsid w:val="005D0439"/>
    <w:rsid w:val="005D0A3D"/>
    <w:rsid w:val="005D14ED"/>
    <w:rsid w:val="005D1B55"/>
    <w:rsid w:val="005D2A88"/>
    <w:rsid w:val="005D2BB1"/>
    <w:rsid w:val="005D2CEC"/>
    <w:rsid w:val="005D2F05"/>
    <w:rsid w:val="005D3361"/>
    <w:rsid w:val="005D3388"/>
    <w:rsid w:val="005D354E"/>
    <w:rsid w:val="005D382B"/>
    <w:rsid w:val="005D382D"/>
    <w:rsid w:val="005D397E"/>
    <w:rsid w:val="005D3B88"/>
    <w:rsid w:val="005D3C23"/>
    <w:rsid w:val="005D3E94"/>
    <w:rsid w:val="005D4035"/>
    <w:rsid w:val="005D4246"/>
    <w:rsid w:val="005D442C"/>
    <w:rsid w:val="005D4797"/>
    <w:rsid w:val="005D4E32"/>
    <w:rsid w:val="005D5314"/>
    <w:rsid w:val="005D5542"/>
    <w:rsid w:val="005D55F2"/>
    <w:rsid w:val="005D5CFB"/>
    <w:rsid w:val="005D5EE0"/>
    <w:rsid w:val="005D5F34"/>
    <w:rsid w:val="005D61E2"/>
    <w:rsid w:val="005D6517"/>
    <w:rsid w:val="005D6A0F"/>
    <w:rsid w:val="005D7D47"/>
    <w:rsid w:val="005D7EF4"/>
    <w:rsid w:val="005E02BF"/>
    <w:rsid w:val="005E0474"/>
    <w:rsid w:val="005E04C4"/>
    <w:rsid w:val="005E0850"/>
    <w:rsid w:val="005E0A5B"/>
    <w:rsid w:val="005E0AF1"/>
    <w:rsid w:val="005E0E3C"/>
    <w:rsid w:val="005E0F11"/>
    <w:rsid w:val="005E1393"/>
    <w:rsid w:val="005E13E5"/>
    <w:rsid w:val="005E1911"/>
    <w:rsid w:val="005E19E2"/>
    <w:rsid w:val="005E1C41"/>
    <w:rsid w:val="005E1F9D"/>
    <w:rsid w:val="005E2081"/>
    <w:rsid w:val="005E2103"/>
    <w:rsid w:val="005E2589"/>
    <w:rsid w:val="005E2BF3"/>
    <w:rsid w:val="005E2C15"/>
    <w:rsid w:val="005E2D86"/>
    <w:rsid w:val="005E2E95"/>
    <w:rsid w:val="005E31E9"/>
    <w:rsid w:val="005E35E7"/>
    <w:rsid w:val="005E3719"/>
    <w:rsid w:val="005E3ABD"/>
    <w:rsid w:val="005E43CE"/>
    <w:rsid w:val="005E44CC"/>
    <w:rsid w:val="005E452F"/>
    <w:rsid w:val="005E4DEF"/>
    <w:rsid w:val="005E4FAE"/>
    <w:rsid w:val="005E547E"/>
    <w:rsid w:val="005E54F9"/>
    <w:rsid w:val="005E5542"/>
    <w:rsid w:val="005E55DD"/>
    <w:rsid w:val="005E565A"/>
    <w:rsid w:val="005E5699"/>
    <w:rsid w:val="005E5AC2"/>
    <w:rsid w:val="005E5AC5"/>
    <w:rsid w:val="005E6462"/>
    <w:rsid w:val="005E6615"/>
    <w:rsid w:val="005E6634"/>
    <w:rsid w:val="005E6819"/>
    <w:rsid w:val="005E6AFB"/>
    <w:rsid w:val="005E6DAF"/>
    <w:rsid w:val="005E77BD"/>
    <w:rsid w:val="005E77F1"/>
    <w:rsid w:val="005E785A"/>
    <w:rsid w:val="005E7AB2"/>
    <w:rsid w:val="005E7B19"/>
    <w:rsid w:val="005E7E10"/>
    <w:rsid w:val="005E7E14"/>
    <w:rsid w:val="005F0867"/>
    <w:rsid w:val="005F0959"/>
    <w:rsid w:val="005F0A8E"/>
    <w:rsid w:val="005F1003"/>
    <w:rsid w:val="005F11B9"/>
    <w:rsid w:val="005F11F7"/>
    <w:rsid w:val="005F1252"/>
    <w:rsid w:val="005F1A26"/>
    <w:rsid w:val="005F1C6F"/>
    <w:rsid w:val="005F1DF4"/>
    <w:rsid w:val="005F1EB4"/>
    <w:rsid w:val="005F2019"/>
    <w:rsid w:val="005F3224"/>
    <w:rsid w:val="005F33C5"/>
    <w:rsid w:val="005F350A"/>
    <w:rsid w:val="005F380E"/>
    <w:rsid w:val="005F3CB9"/>
    <w:rsid w:val="005F40AB"/>
    <w:rsid w:val="005F439A"/>
    <w:rsid w:val="005F43E3"/>
    <w:rsid w:val="005F4758"/>
    <w:rsid w:val="005F47AA"/>
    <w:rsid w:val="005F4A91"/>
    <w:rsid w:val="005F51A1"/>
    <w:rsid w:val="005F527C"/>
    <w:rsid w:val="005F566E"/>
    <w:rsid w:val="005F597B"/>
    <w:rsid w:val="005F599F"/>
    <w:rsid w:val="005F5A58"/>
    <w:rsid w:val="005F5F18"/>
    <w:rsid w:val="005F5F98"/>
    <w:rsid w:val="005F63C3"/>
    <w:rsid w:val="005F6A2C"/>
    <w:rsid w:val="005F6AEA"/>
    <w:rsid w:val="005F6D48"/>
    <w:rsid w:val="005F6FF4"/>
    <w:rsid w:val="005F76C3"/>
    <w:rsid w:val="005F799D"/>
    <w:rsid w:val="005F7DF3"/>
    <w:rsid w:val="00600023"/>
    <w:rsid w:val="00600654"/>
    <w:rsid w:val="006006F0"/>
    <w:rsid w:val="006010E1"/>
    <w:rsid w:val="006015D2"/>
    <w:rsid w:val="00601D4C"/>
    <w:rsid w:val="006020B1"/>
    <w:rsid w:val="006020F1"/>
    <w:rsid w:val="006021AA"/>
    <w:rsid w:val="006027B3"/>
    <w:rsid w:val="00602889"/>
    <w:rsid w:val="00602A31"/>
    <w:rsid w:val="00602B76"/>
    <w:rsid w:val="00602CB8"/>
    <w:rsid w:val="00602D2A"/>
    <w:rsid w:val="006031AD"/>
    <w:rsid w:val="006032A5"/>
    <w:rsid w:val="00603521"/>
    <w:rsid w:val="00603873"/>
    <w:rsid w:val="00603A89"/>
    <w:rsid w:val="0060409F"/>
    <w:rsid w:val="006042E9"/>
    <w:rsid w:val="0060433E"/>
    <w:rsid w:val="00604BCD"/>
    <w:rsid w:val="00604F72"/>
    <w:rsid w:val="006053FB"/>
    <w:rsid w:val="006059DA"/>
    <w:rsid w:val="00605AF5"/>
    <w:rsid w:val="00605BB4"/>
    <w:rsid w:val="00606013"/>
    <w:rsid w:val="00606153"/>
    <w:rsid w:val="006061A3"/>
    <w:rsid w:val="0060621F"/>
    <w:rsid w:val="00606A51"/>
    <w:rsid w:val="00606CA6"/>
    <w:rsid w:val="006071B4"/>
    <w:rsid w:val="00607334"/>
    <w:rsid w:val="006075E3"/>
    <w:rsid w:val="00607800"/>
    <w:rsid w:val="006078F1"/>
    <w:rsid w:val="00607C1C"/>
    <w:rsid w:val="0061041E"/>
    <w:rsid w:val="006104CD"/>
    <w:rsid w:val="006106F9"/>
    <w:rsid w:val="00610951"/>
    <w:rsid w:val="00610C65"/>
    <w:rsid w:val="00610E0E"/>
    <w:rsid w:val="00610E87"/>
    <w:rsid w:val="00610EBB"/>
    <w:rsid w:val="006110C2"/>
    <w:rsid w:val="00611661"/>
    <w:rsid w:val="00611874"/>
    <w:rsid w:val="00611A73"/>
    <w:rsid w:val="006121AF"/>
    <w:rsid w:val="006127E5"/>
    <w:rsid w:val="00612B05"/>
    <w:rsid w:val="00612D64"/>
    <w:rsid w:val="0061302C"/>
    <w:rsid w:val="00613097"/>
    <w:rsid w:val="00613284"/>
    <w:rsid w:val="006134FD"/>
    <w:rsid w:val="00613681"/>
    <w:rsid w:val="006137F6"/>
    <w:rsid w:val="00613AD8"/>
    <w:rsid w:val="00613C03"/>
    <w:rsid w:val="006140AA"/>
    <w:rsid w:val="0061443A"/>
    <w:rsid w:val="006147B4"/>
    <w:rsid w:val="0061484E"/>
    <w:rsid w:val="00614FCF"/>
    <w:rsid w:val="0061512C"/>
    <w:rsid w:val="00615F3B"/>
    <w:rsid w:val="00616368"/>
    <w:rsid w:val="0061688D"/>
    <w:rsid w:val="00616B07"/>
    <w:rsid w:val="00616C39"/>
    <w:rsid w:val="00616CB3"/>
    <w:rsid w:val="00616F1A"/>
    <w:rsid w:val="0061704C"/>
    <w:rsid w:val="00617186"/>
    <w:rsid w:val="006171B0"/>
    <w:rsid w:val="00617867"/>
    <w:rsid w:val="006178AB"/>
    <w:rsid w:val="006179A3"/>
    <w:rsid w:val="00620143"/>
    <w:rsid w:val="0062016D"/>
    <w:rsid w:val="006206B6"/>
    <w:rsid w:val="00620950"/>
    <w:rsid w:val="00620AD2"/>
    <w:rsid w:val="00620C08"/>
    <w:rsid w:val="00620C5B"/>
    <w:rsid w:val="00620CA7"/>
    <w:rsid w:val="00620D49"/>
    <w:rsid w:val="006213AF"/>
    <w:rsid w:val="006213D7"/>
    <w:rsid w:val="00621623"/>
    <w:rsid w:val="006216D7"/>
    <w:rsid w:val="00621A19"/>
    <w:rsid w:val="00621A98"/>
    <w:rsid w:val="00621E39"/>
    <w:rsid w:val="00621E5C"/>
    <w:rsid w:val="00621F7B"/>
    <w:rsid w:val="0062214D"/>
    <w:rsid w:val="0062222B"/>
    <w:rsid w:val="00622B39"/>
    <w:rsid w:val="00622D49"/>
    <w:rsid w:val="00622E8F"/>
    <w:rsid w:val="00623E5D"/>
    <w:rsid w:val="00623F04"/>
    <w:rsid w:val="00624191"/>
    <w:rsid w:val="00624208"/>
    <w:rsid w:val="006243C8"/>
    <w:rsid w:val="0062464C"/>
    <w:rsid w:val="006248D3"/>
    <w:rsid w:val="00624CAE"/>
    <w:rsid w:val="00624D5B"/>
    <w:rsid w:val="00624DB5"/>
    <w:rsid w:val="00624F47"/>
    <w:rsid w:val="0062552D"/>
    <w:rsid w:val="00625863"/>
    <w:rsid w:val="006262F2"/>
    <w:rsid w:val="006265F8"/>
    <w:rsid w:val="006267BB"/>
    <w:rsid w:val="006267FB"/>
    <w:rsid w:val="00626AFB"/>
    <w:rsid w:val="00626C20"/>
    <w:rsid w:val="00626E73"/>
    <w:rsid w:val="00627220"/>
    <w:rsid w:val="006274A2"/>
    <w:rsid w:val="00627810"/>
    <w:rsid w:val="00627A63"/>
    <w:rsid w:val="00627BFA"/>
    <w:rsid w:val="00627D1C"/>
    <w:rsid w:val="00630029"/>
    <w:rsid w:val="0063027D"/>
    <w:rsid w:val="006305EC"/>
    <w:rsid w:val="0063072B"/>
    <w:rsid w:val="00630897"/>
    <w:rsid w:val="00630971"/>
    <w:rsid w:val="00630991"/>
    <w:rsid w:val="00630E12"/>
    <w:rsid w:val="006313AB"/>
    <w:rsid w:val="006316E9"/>
    <w:rsid w:val="0063180E"/>
    <w:rsid w:val="00631AD2"/>
    <w:rsid w:val="00632098"/>
    <w:rsid w:val="006321A2"/>
    <w:rsid w:val="00632B65"/>
    <w:rsid w:val="00632F2F"/>
    <w:rsid w:val="006330DA"/>
    <w:rsid w:val="0063356E"/>
    <w:rsid w:val="00633656"/>
    <w:rsid w:val="00633CCA"/>
    <w:rsid w:val="00633CD0"/>
    <w:rsid w:val="006343E7"/>
    <w:rsid w:val="00634E1D"/>
    <w:rsid w:val="006355A0"/>
    <w:rsid w:val="0063583A"/>
    <w:rsid w:val="00635B0F"/>
    <w:rsid w:val="00635BD5"/>
    <w:rsid w:val="00635F0D"/>
    <w:rsid w:val="0063605B"/>
    <w:rsid w:val="00636AEE"/>
    <w:rsid w:val="00637293"/>
    <w:rsid w:val="006372AE"/>
    <w:rsid w:val="00637537"/>
    <w:rsid w:val="00637AC3"/>
    <w:rsid w:val="00637C13"/>
    <w:rsid w:val="00637D79"/>
    <w:rsid w:val="00637E33"/>
    <w:rsid w:val="00637E38"/>
    <w:rsid w:val="006400F8"/>
    <w:rsid w:val="00640360"/>
    <w:rsid w:val="0064052F"/>
    <w:rsid w:val="00640615"/>
    <w:rsid w:val="0064083A"/>
    <w:rsid w:val="0064084F"/>
    <w:rsid w:val="00640975"/>
    <w:rsid w:val="00640AE8"/>
    <w:rsid w:val="00640D5B"/>
    <w:rsid w:val="00640E0D"/>
    <w:rsid w:val="00640FE7"/>
    <w:rsid w:val="0064155E"/>
    <w:rsid w:val="006415D5"/>
    <w:rsid w:val="0064160C"/>
    <w:rsid w:val="00641705"/>
    <w:rsid w:val="00641758"/>
    <w:rsid w:val="006419F6"/>
    <w:rsid w:val="00641F8E"/>
    <w:rsid w:val="0064206C"/>
    <w:rsid w:val="006421A5"/>
    <w:rsid w:val="00642213"/>
    <w:rsid w:val="00642306"/>
    <w:rsid w:val="00642562"/>
    <w:rsid w:val="00642693"/>
    <w:rsid w:val="006427D2"/>
    <w:rsid w:val="00642A0D"/>
    <w:rsid w:val="006431BB"/>
    <w:rsid w:val="0064344F"/>
    <w:rsid w:val="00643988"/>
    <w:rsid w:val="006440CA"/>
    <w:rsid w:val="00644255"/>
    <w:rsid w:val="006443DE"/>
    <w:rsid w:val="00644FD1"/>
    <w:rsid w:val="006452CF"/>
    <w:rsid w:val="006453A3"/>
    <w:rsid w:val="006454B7"/>
    <w:rsid w:val="006454F0"/>
    <w:rsid w:val="0064557F"/>
    <w:rsid w:val="0064558D"/>
    <w:rsid w:val="00645ADE"/>
    <w:rsid w:val="00646306"/>
    <w:rsid w:val="00646398"/>
    <w:rsid w:val="00646399"/>
    <w:rsid w:val="006463A1"/>
    <w:rsid w:val="006463E0"/>
    <w:rsid w:val="00646458"/>
    <w:rsid w:val="00646938"/>
    <w:rsid w:val="006469EC"/>
    <w:rsid w:val="00646D2C"/>
    <w:rsid w:val="00646E8F"/>
    <w:rsid w:val="006472BB"/>
    <w:rsid w:val="006477D5"/>
    <w:rsid w:val="006479E9"/>
    <w:rsid w:val="006479ED"/>
    <w:rsid w:val="00647DF0"/>
    <w:rsid w:val="00650075"/>
    <w:rsid w:val="006502BC"/>
    <w:rsid w:val="006502D6"/>
    <w:rsid w:val="00650799"/>
    <w:rsid w:val="00650963"/>
    <w:rsid w:val="00650B01"/>
    <w:rsid w:val="00650B8A"/>
    <w:rsid w:val="00650E26"/>
    <w:rsid w:val="00651995"/>
    <w:rsid w:val="00651A0B"/>
    <w:rsid w:val="00651C9E"/>
    <w:rsid w:val="00651CBE"/>
    <w:rsid w:val="006523BB"/>
    <w:rsid w:val="0065265F"/>
    <w:rsid w:val="00652A1F"/>
    <w:rsid w:val="00652D9C"/>
    <w:rsid w:val="0065328D"/>
    <w:rsid w:val="00653B0E"/>
    <w:rsid w:val="00653BCB"/>
    <w:rsid w:val="00653DF0"/>
    <w:rsid w:val="00653DF3"/>
    <w:rsid w:val="00654451"/>
    <w:rsid w:val="0065467C"/>
    <w:rsid w:val="006548A4"/>
    <w:rsid w:val="006549B1"/>
    <w:rsid w:val="00654A4F"/>
    <w:rsid w:val="00654D2A"/>
    <w:rsid w:val="0065509F"/>
    <w:rsid w:val="006550FA"/>
    <w:rsid w:val="00655572"/>
    <w:rsid w:val="00655578"/>
    <w:rsid w:val="00655D8F"/>
    <w:rsid w:val="0065616B"/>
    <w:rsid w:val="0065692F"/>
    <w:rsid w:val="006569BF"/>
    <w:rsid w:val="00656AD5"/>
    <w:rsid w:val="00656DDB"/>
    <w:rsid w:val="00656FFA"/>
    <w:rsid w:val="00657312"/>
    <w:rsid w:val="006573E4"/>
    <w:rsid w:val="00657AAE"/>
    <w:rsid w:val="00657E65"/>
    <w:rsid w:val="006601A7"/>
    <w:rsid w:val="00660365"/>
    <w:rsid w:val="006607BA"/>
    <w:rsid w:val="006607C4"/>
    <w:rsid w:val="00660913"/>
    <w:rsid w:val="00660DF8"/>
    <w:rsid w:val="00660E5A"/>
    <w:rsid w:val="00661069"/>
    <w:rsid w:val="006611C5"/>
    <w:rsid w:val="006612DE"/>
    <w:rsid w:val="00661346"/>
    <w:rsid w:val="00661455"/>
    <w:rsid w:val="00661A4C"/>
    <w:rsid w:val="00661B14"/>
    <w:rsid w:val="00661B5D"/>
    <w:rsid w:val="00661C0F"/>
    <w:rsid w:val="00661E7F"/>
    <w:rsid w:val="006629E3"/>
    <w:rsid w:val="00662C38"/>
    <w:rsid w:val="00662CC9"/>
    <w:rsid w:val="00662D19"/>
    <w:rsid w:val="0066323F"/>
    <w:rsid w:val="00664500"/>
    <w:rsid w:val="0066462A"/>
    <w:rsid w:val="006647E2"/>
    <w:rsid w:val="00664ACB"/>
    <w:rsid w:val="00664FB5"/>
    <w:rsid w:val="006657FA"/>
    <w:rsid w:val="0066581D"/>
    <w:rsid w:val="0066586E"/>
    <w:rsid w:val="00665964"/>
    <w:rsid w:val="00665B55"/>
    <w:rsid w:val="0066610A"/>
    <w:rsid w:val="00666999"/>
    <w:rsid w:val="00666F69"/>
    <w:rsid w:val="00667506"/>
    <w:rsid w:val="006675A1"/>
    <w:rsid w:val="006675D2"/>
    <w:rsid w:val="006678B4"/>
    <w:rsid w:val="006679CF"/>
    <w:rsid w:val="00667A79"/>
    <w:rsid w:val="00667D66"/>
    <w:rsid w:val="00670235"/>
    <w:rsid w:val="00670262"/>
    <w:rsid w:val="0067072A"/>
    <w:rsid w:val="006707C5"/>
    <w:rsid w:val="006708E4"/>
    <w:rsid w:val="00670A12"/>
    <w:rsid w:val="00671392"/>
    <w:rsid w:val="00671AE0"/>
    <w:rsid w:val="00671CF0"/>
    <w:rsid w:val="00671D4E"/>
    <w:rsid w:val="00671FD2"/>
    <w:rsid w:val="0067214C"/>
    <w:rsid w:val="00672244"/>
    <w:rsid w:val="006729ED"/>
    <w:rsid w:val="00672D31"/>
    <w:rsid w:val="00672D89"/>
    <w:rsid w:val="006732E0"/>
    <w:rsid w:val="006738C5"/>
    <w:rsid w:val="006738D1"/>
    <w:rsid w:val="00673A24"/>
    <w:rsid w:val="00673B1F"/>
    <w:rsid w:val="00673BAF"/>
    <w:rsid w:val="00673CB6"/>
    <w:rsid w:val="00674671"/>
    <w:rsid w:val="006748E9"/>
    <w:rsid w:val="00675129"/>
    <w:rsid w:val="00675292"/>
    <w:rsid w:val="006754C4"/>
    <w:rsid w:val="00675658"/>
    <w:rsid w:val="00675CEC"/>
    <w:rsid w:val="0067615E"/>
    <w:rsid w:val="0067616D"/>
    <w:rsid w:val="00676679"/>
    <w:rsid w:val="00676B0A"/>
    <w:rsid w:val="00676D84"/>
    <w:rsid w:val="006772BC"/>
    <w:rsid w:val="006776A9"/>
    <w:rsid w:val="00677830"/>
    <w:rsid w:val="00677867"/>
    <w:rsid w:val="00677D11"/>
    <w:rsid w:val="0068016C"/>
    <w:rsid w:val="00680234"/>
    <w:rsid w:val="00680462"/>
    <w:rsid w:val="00680625"/>
    <w:rsid w:val="00680A55"/>
    <w:rsid w:val="00680C01"/>
    <w:rsid w:val="00680F1F"/>
    <w:rsid w:val="00680FFC"/>
    <w:rsid w:val="006814CB"/>
    <w:rsid w:val="0068167F"/>
    <w:rsid w:val="00681704"/>
    <w:rsid w:val="00681C75"/>
    <w:rsid w:val="0068231E"/>
    <w:rsid w:val="00682766"/>
    <w:rsid w:val="00682875"/>
    <w:rsid w:val="00682B20"/>
    <w:rsid w:val="00682DE9"/>
    <w:rsid w:val="00682E5A"/>
    <w:rsid w:val="00682EA3"/>
    <w:rsid w:val="00683029"/>
    <w:rsid w:val="00683228"/>
    <w:rsid w:val="00683244"/>
    <w:rsid w:val="006832D2"/>
    <w:rsid w:val="0068336E"/>
    <w:rsid w:val="00683553"/>
    <w:rsid w:val="00683554"/>
    <w:rsid w:val="006838AE"/>
    <w:rsid w:val="00684BB3"/>
    <w:rsid w:val="00684BCE"/>
    <w:rsid w:val="0068536A"/>
    <w:rsid w:val="006853B2"/>
    <w:rsid w:val="006854F0"/>
    <w:rsid w:val="00685673"/>
    <w:rsid w:val="00685733"/>
    <w:rsid w:val="00685BA1"/>
    <w:rsid w:val="00685CE3"/>
    <w:rsid w:val="00685E33"/>
    <w:rsid w:val="00686B4F"/>
    <w:rsid w:val="00686B89"/>
    <w:rsid w:val="00686C15"/>
    <w:rsid w:val="00687187"/>
    <w:rsid w:val="0068719F"/>
    <w:rsid w:val="006871C1"/>
    <w:rsid w:val="00687293"/>
    <w:rsid w:val="00687CBA"/>
    <w:rsid w:val="00687D2F"/>
    <w:rsid w:val="00687F3F"/>
    <w:rsid w:val="006903F3"/>
    <w:rsid w:val="00690C37"/>
    <w:rsid w:val="0069129B"/>
    <w:rsid w:val="006918A4"/>
    <w:rsid w:val="0069193D"/>
    <w:rsid w:val="00691BAE"/>
    <w:rsid w:val="00691BD8"/>
    <w:rsid w:val="00692016"/>
    <w:rsid w:val="006921B2"/>
    <w:rsid w:val="0069232A"/>
    <w:rsid w:val="006923E9"/>
    <w:rsid w:val="0069276B"/>
    <w:rsid w:val="00692808"/>
    <w:rsid w:val="0069283A"/>
    <w:rsid w:val="00692A70"/>
    <w:rsid w:val="00693092"/>
    <w:rsid w:val="006933B3"/>
    <w:rsid w:val="00693C16"/>
    <w:rsid w:val="00693D7E"/>
    <w:rsid w:val="006941AB"/>
    <w:rsid w:val="006947E4"/>
    <w:rsid w:val="006948C0"/>
    <w:rsid w:val="00694D11"/>
    <w:rsid w:val="006954B1"/>
    <w:rsid w:val="00695530"/>
    <w:rsid w:val="00695725"/>
    <w:rsid w:val="006957E9"/>
    <w:rsid w:val="00695BA2"/>
    <w:rsid w:val="00695D8F"/>
    <w:rsid w:val="00695F6C"/>
    <w:rsid w:val="00695FDA"/>
    <w:rsid w:val="006963DF"/>
    <w:rsid w:val="00696530"/>
    <w:rsid w:val="006967D5"/>
    <w:rsid w:val="00696BBC"/>
    <w:rsid w:val="00696C59"/>
    <w:rsid w:val="00696CE4"/>
    <w:rsid w:val="006978E4"/>
    <w:rsid w:val="006A0515"/>
    <w:rsid w:val="006A09D1"/>
    <w:rsid w:val="006A0A84"/>
    <w:rsid w:val="006A0AF8"/>
    <w:rsid w:val="006A0E23"/>
    <w:rsid w:val="006A0FA9"/>
    <w:rsid w:val="006A1121"/>
    <w:rsid w:val="006A1190"/>
    <w:rsid w:val="006A171D"/>
    <w:rsid w:val="006A18AD"/>
    <w:rsid w:val="006A1C44"/>
    <w:rsid w:val="006A1F3A"/>
    <w:rsid w:val="006A20AF"/>
    <w:rsid w:val="006A22B2"/>
    <w:rsid w:val="006A2528"/>
    <w:rsid w:val="006A2549"/>
    <w:rsid w:val="006A2A46"/>
    <w:rsid w:val="006A2CF2"/>
    <w:rsid w:val="006A2D3C"/>
    <w:rsid w:val="006A2E59"/>
    <w:rsid w:val="006A340D"/>
    <w:rsid w:val="006A3512"/>
    <w:rsid w:val="006A3A71"/>
    <w:rsid w:val="006A3E6D"/>
    <w:rsid w:val="006A4E25"/>
    <w:rsid w:val="006A5380"/>
    <w:rsid w:val="006A59BB"/>
    <w:rsid w:val="006A5BC5"/>
    <w:rsid w:val="006A5D60"/>
    <w:rsid w:val="006A6402"/>
    <w:rsid w:val="006A669F"/>
    <w:rsid w:val="006A6822"/>
    <w:rsid w:val="006A6859"/>
    <w:rsid w:val="006A6B22"/>
    <w:rsid w:val="006A6E5D"/>
    <w:rsid w:val="006A6E82"/>
    <w:rsid w:val="006A6F16"/>
    <w:rsid w:val="006A73F5"/>
    <w:rsid w:val="006B0420"/>
    <w:rsid w:val="006B0425"/>
    <w:rsid w:val="006B044D"/>
    <w:rsid w:val="006B0B6F"/>
    <w:rsid w:val="006B0F9F"/>
    <w:rsid w:val="006B1164"/>
    <w:rsid w:val="006B12C1"/>
    <w:rsid w:val="006B15D4"/>
    <w:rsid w:val="006B177C"/>
    <w:rsid w:val="006B1802"/>
    <w:rsid w:val="006B1863"/>
    <w:rsid w:val="006B1A6B"/>
    <w:rsid w:val="006B22B6"/>
    <w:rsid w:val="006B24DD"/>
    <w:rsid w:val="006B28E2"/>
    <w:rsid w:val="006B28EE"/>
    <w:rsid w:val="006B2B2F"/>
    <w:rsid w:val="006B2D1F"/>
    <w:rsid w:val="006B2E43"/>
    <w:rsid w:val="006B2E4B"/>
    <w:rsid w:val="006B37EF"/>
    <w:rsid w:val="006B40DE"/>
    <w:rsid w:val="006B440C"/>
    <w:rsid w:val="006B47E9"/>
    <w:rsid w:val="006B4908"/>
    <w:rsid w:val="006B4A00"/>
    <w:rsid w:val="006B4A6A"/>
    <w:rsid w:val="006B4AB9"/>
    <w:rsid w:val="006B5012"/>
    <w:rsid w:val="006B557F"/>
    <w:rsid w:val="006B5DA7"/>
    <w:rsid w:val="006B6534"/>
    <w:rsid w:val="006B6D0F"/>
    <w:rsid w:val="006B6E2E"/>
    <w:rsid w:val="006B6E3C"/>
    <w:rsid w:val="006B6F13"/>
    <w:rsid w:val="006B7151"/>
    <w:rsid w:val="006B7321"/>
    <w:rsid w:val="006B790E"/>
    <w:rsid w:val="006B7B86"/>
    <w:rsid w:val="006B7BF9"/>
    <w:rsid w:val="006B7E9C"/>
    <w:rsid w:val="006C0275"/>
    <w:rsid w:val="006C0287"/>
    <w:rsid w:val="006C029F"/>
    <w:rsid w:val="006C0463"/>
    <w:rsid w:val="006C050F"/>
    <w:rsid w:val="006C0F16"/>
    <w:rsid w:val="006C0FC7"/>
    <w:rsid w:val="006C11E4"/>
    <w:rsid w:val="006C1650"/>
    <w:rsid w:val="006C16BB"/>
    <w:rsid w:val="006C17F3"/>
    <w:rsid w:val="006C1939"/>
    <w:rsid w:val="006C1D06"/>
    <w:rsid w:val="006C2131"/>
    <w:rsid w:val="006C269F"/>
    <w:rsid w:val="006C2A92"/>
    <w:rsid w:val="006C2E88"/>
    <w:rsid w:val="006C2EC6"/>
    <w:rsid w:val="006C31DB"/>
    <w:rsid w:val="006C33E1"/>
    <w:rsid w:val="006C355B"/>
    <w:rsid w:val="006C3A92"/>
    <w:rsid w:val="006C3AAE"/>
    <w:rsid w:val="006C41D2"/>
    <w:rsid w:val="006C4243"/>
    <w:rsid w:val="006C4320"/>
    <w:rsid w:val="006C473A"/>
    <w:rsid w:val="006C49A3"/>
    <w:rsid w:val="006C4A85"/>
    <w:rsid w:val="006C4BE5"/>
    <w:rsid w:val="006C54D8"/>
    <w:rsid w:val="006C55AC"/>
    <w:rsid w:val="006C580F"/>
    <w:rsid w:val="006C58B3"/>
    <w:rsid w:val="006C5BB4"/>
    <w:rsid w:val="006C610F"/>
    <w:rsid w:val="006C615B"/>
    <w:rsid w:val="006C64A4"/>
    <w:rsid w:val="006C6618"/>
    <w:rsid w:val="006C6AB3"/>
    <w:rsid w:val="006C750D"/>
    <w:rsid w:val="006C7B34"/>
    <w:rsid w:val="006C7B8A"/>
    <w:rsid w:val="006C7D8A"/>
    <w:rsid w:val="006D04AB"/>
    <w:rsid w:val="006D0B6C"/>
    <w:rsid w:val="006D0B78"/>
    <w:rsid w:val="006D12F9"/>
    <w:rsid w:val="006D15CF"/>
    <w:rsid w:val="006D17EF"/>
    <w:rsid w:val="006D1885"/>
    <w:rsid w:val="006D195D"/>
    <w:rsid w:val="006D1A75"/>
    <w:rsid w:val="006D212E"/>
    <w:rsid w:val="006D228B"/>
    <w:rsid w:val="006D2291"/>
    <w:rsid w:val="006D22C6"/>
    <w:rsid w:val="006D2300"/>
    <w:rsid w:val="006D2302"/>
    <w:rsid w:val="006D257B"/>
    <w:rsid w:val="006D2C70"/>
    <w:rsid w:val="006D31A9"/>
    <w:rsid w:val="006D37DE"/>
    <w:rsid w:val="006D38D9"/>
    <w:rsid w:val="006D39FF"/>
    <w:rsid w:val="006D3CF4"/>
    <w:rsid w:val="006D406B"/>
    <w:rsid w:val="006D40B8"/>
    <w:rsid w:val="006D42F5"/>
    <w:rsid w:val="006D459C"/>
    <w:rsid w:val="006D46D1"/>
    <w:rsid w:val="006D4708"/>
    <w:rsid w:val="006D47C1"/>
    <w:rsid w:val="006D4ADA"/>
    <w:rsid w:val="006D4AE3"/>
    <w:rsid w:val="006D5162"/>
    <w:rsid w:val="006D54D1"/>
    <w:rsid w:val="006D5651"/>
    <w:rsid w:val="006D5973"/>
    <w:rsid w:val="006D5990"/>
    <w:rsid w:val="006D5BE8"/>
    <w:rsid w:val="006D5E37"/>
    <w:rsid w:val="006D5E90"/>
    <w:rsid w:val="006D5F84"/>
    <w:rsid w:val="006D5F8C"/>
    <w:rsid w:val="006D627A"/>
    <w:rsid w:val="006D6634"/>
    <w:rsid w:val="006D66C8"/>
    <w:rsid w:val="006D6A33"/>
    <w:rsid w:val="006D6B53"/>
    <w:rsid w:val="006D6B64"/>
    <w:rsid w:val="006D7021"/>
    <w:rsid w:val="006D7258"/>
    <w:rsid w:val="006D72BB"/>
    <w:rsid w:val="006D73B5"/>
    <w:rsid w:val="006D7DB6"/>
    <w:rsid w:val="006E0569"/>
    <w:rsid w:val="006E05A3"/>
    <w:rsid w:val="006E07C5"/>
    <w:rsid w:val="006E0B0B"/>
    <w:rsid w:val="006E0BCB"/>
    <w:rsid w:val="006E0D27"/>
    <w:rsid w:val="006E0F20"/>
    <w:rsid w:val="006E114B"/>
    <w:rsid w:val="006E136E"/>
    <w:rsid w:val="006E1684"/>
    <w:rsid w:val="006E179A"/>
    <w:rsid w:val="006E1950"/>
    <w:rsid w:val="006E1CE5"/>
    <w:rsid w:val="006E2042"/>
    <w:rsid w:val="006E251A"/>
    <w:rsid w:val="006E255E"/>
    <w:rsid w:val="006E25D2"/>
    <w:rsid w:val="006E2826"/>
    <w:rsid w:val="006E28CD"/>
    <w:rsid w:val="006E2905"/>
    <w:rsid w:val="006E3257"/>
    <w:rsid w:val="006E32BD"/>
    <w:rsid w:val="006E3351"/>
    <w:rsid w:val="006E384E"/>
    <w:rsid w:val="006E3889"/>
    <w:rsid w:val="006E3897"/>
    <w:rsid w:val="006E3DBA"/>
    <w:rsid w:val="006E3E6F"/>
    <w:rsid w:val="006E4127"/>
    <w:rsid w:val="006E4226"/>
    <w:rsid w:val="006E4232"/>
    <w:rsid w:val="006E4773"/>
    <w:rsid w:val="006E4998"/>
    <w:rsid w:val="006E4A8D"/>
    <w:rsid w:val="006E4BB5"/>
    <w:rsid w:val="006E4BBD"/>
    <w:rsid w:val="006E4D62"/>
    <w:rsid w:val="006E55AE"/>
    <w:rsid w:val="006E5904"/>
    <w:rsid w:val="006E5A87"/>
    <w:rsid w:val="006E5C63"/>
    <w:rsid w:val="006E5CB9"/>
    <w:rsid w:val="006E5DC5"/>
    <w:rsid w:val="006E5DE2"/>
    <w:rsid w:val="006E6CE0"/>
    <w:rsid w:val="006E6F88"/>
    <w:rsid w:val="006E707B"/>
    <w:rsid w:val="006E76AB"/>
    <w:rsid w:val="006E7CCD"/>
    <w:rsid w:val="006E7E10"/>
    <w:rsid w:val="006F01DC"/>
    <w:rsid w:val="006F0229"/>
    <w:rsid w:val="006F0358"/>
    <w:rsid w:val="006F0953"/>
    <w:rsid w:val="006F0C0B"/>
    <w:rsid w:val="006F1455"/>
    <w:rsid w:val="006F1686"/>
    <w:rsid w:val="006F17D2"/>
    <w:rsid w:val="006F1D2E"/>
    <w:rsid w:val="006F1EC6"/>
    <w:rsid w:val="006F238A"/>
    <w:rsid w:val="006F242C"/>
    <w:rsid w:val="006F2C29"/>
    <w:rsid w:val="006F2E27"/>
    <w:rsid w:val="006F30E1"/>
    <w:rsid w:val="006F35B2"/>
    <w:rsid w:val="006F393D"/>
    <w:rsid w:val="006F3D8C"/>
    <w:rsid w:val="006F4557"/>
    <w:rsid w:val="006F4932"/>
    <w:rsid w:val="006F4956"/>
    <w:rsid w:val="006F4BD3"/>
    <w:rsid w:val="006F4FCB"/>
    <w:rsid w:val="006F501E"/>
    <w:rsid w:val="006F51D4"/>
    <w:rsid w:val="006F5258"/>
    <w:rsid w:val="006F54A8"/>
    <w:rsid w:val="006F56CF"/>
    <w:rsid w:val="006F58AE"/>
    <w:rsid w:val="006F5B44"/>
    <w:rsid w:val="006F6108"/>
    <w:rsid w:val="006F619B"/>
    <w:rsid w:val="006F6225"/>
    <w:rsid w:val="006F650F"/>
    <w:rsid w:val="006F6FD3"/>
    <w:rsid w:val="006F723C"/>
    <w:rsid w:val="006F7265"/>
    <w:rsid w:val="006F7728"/>
    <w:rsid w:val="006F7732"/>
    <w:rsid w:val="006F774D"/>
    <w:rsid w:val="00700343"/>
    <w:rsid w:val="00700434"/>
    <w:rsid w:val="00700A64"/>
    <w:rsid w:val="00700DC2"/>
    <w:rsid w:val="007011F8"/>
    <w:rsid w:val="00701277"/>
    <w:rsid w:val="007012B6"/>
    <w:rsid w:val="0070203C"/>
    <w:rsid w:val="0070208F"/>
    <w:rsid w:val="007020D3"/>
    <w:rsid w:val="00702726"/>
    <w:rsid w:val="007028B0"/>
    <w:rsid w:val="00702A68"/>
    <w:rsid w:val="00702B3C"/>
    <w:rsid w:val="00702BA3"/>
    <w:rsid w:val="00702CD5"/>
    <w:rsid w:val="00702E2C"/>
    <w:rsid w:val="00703A65"/>
    <w:rsid w:val="00703DBC"/>
    <w:rsid w:val="00704136"/>
    <w:rsid w:val="007041DD"/>
    <w:rsid w:val="00704387"/>
    <w:rsid w:val="007043C9"/>
    <w:rsid w:val="007044EC"/>
    <w:rsid w:val="007045B8"/>
    <w:rsid w:val="00704D8D"/>
    <w:rsid w:val="00704DE7"/>
    <w:rsid w:val="007051BE"/>
    <w:rsid w:val="00705344"/>
    <w:rsid w:val="0070549E"/>
    <w:rsid w:val="007054B7"/>
    <w:rsid w:val="00705808"/>
    <w:rsid w:val="00705AC7"/>
    <w:rsid w:val="007064F8"/>
    <w:rsid w:val="007065BB"/>
    <w:rsid w:val="0070660D"/>
    <w:rsid w:val="0070665C"/>
    <w:rsid w:val="007068A9"/>
    <w:rsid w:val="00706C4B"/>
    <w:rsid w:val="00706F9A"/>
    <w:rsid w:val="00707944"/>
    <w:rsid w:val="00707D14"/>
    <w:rsid w:val="00707E02"/>
    <w:rsid w:val="00707E9E"/>
    <w:rsid w:val="0071008E"/>
    <w:rsid w:val="007101A1"/>
    <w:rsid w:val="0071059A"/>
    <w:rsid w:val="00710B6D"/>
    <w:rsid w:val="00710C7B"/>
    <w:rsid w:val="00710E2B"/>
    <w:rsid w:val="00710EC6"/>
    <w:rsid w:val="00711645"/>
    <w:rsid w:val="0071182F"/>
    <w:rsid w:val="007125DD"/>
    <w:rsid w:val="007127D2"/>
    <w:rsid w:val="00712C7E"/>
    <w:rsid w:val="00713214"/>
    <w:rsid w:val="007137C7"/>
    <w:rsid w:val="00713A48"/>
    <w:rsid w:val="00713DBC"/>
    <w:rsid w:val="00713FE2"/>
    <w:rsid w:val="007144D8"/>
    <w:rsid w:val="007146CA"/>
    <w:rsid w:val="007147D5"/>
    <w:rsid w:val="00714F14"/>
    <w:rsid w:val="0071520F"/>
    <w:rsid w:val="007152D6"/>
    <w:rsid w:val="00715431"/>
    <w:rsid w:val="007154D5"/>
    <w:rsid w:val="00715A0F"/>
    <w:rsid w:val="00715BE7"/>
    <w:rsid w:val="00715C55"/>
    <w:rsid w:val="00715D64"/>
    <w:rsid w:val="00715E0B"/>
    <w:rsid w:val="007164EC"/>
    <w:rsid w:val="00716AE5"/>
    <w:rsid w:val="00716C3D"/>
    <w:rsid w:val="00717091"/>
    <w:rsid w:val="00717829"/>
    <w:rsid w:val="00717AA5"/>
    <w:rsid w:val="0072003E"/>
    <w:rsid w:val="00720126"/>
    <w:rsid w:val="007205A0"/>
    <w:rsid w:val="00720649"/>
    <w:rsid w:val="0072070D"/>
    <w:rsid w:val="00720E43"/>
    <w:rsid w:val="00721113"/>
    <w:rsid w:val="0072134A"/>
    <w:rsid w:val="007220A4"/>
    <w:rsid w:val="007221BA"/>
    <w:rsid w:val="00722569"/>
    <w:rsid w:val="00722928"/>
    <w:rsid w:val="00722AB5"/>
    <w:rsid w:val="00722DF8"/>
    <w:rsid w:val="00722E07"/>
    <w:rsid w:val="00722E33"/>
    <w:rsid w:val="00722FAA"/>
    <w:rsid w:val="0072322A"/>
    <w:rsid w:val="00723495"/>
    <w:rsid w:val="00723698"/>
    <w:rsid w:val="007236CE"/>
    <w:rsid w:val="007239AE"/>
    <w:rsid w:val="007239CA"/>
    <w:rsid w:val="00723C84"/>
    <w:rsid w:val="00723D57"/>
    <w:rsid w:val="0072400C"/>
    <w:rsid w:val="00724468"/>
    <w:rsid w:val="00724D50"/>
    <w:rsid w:val="0072520C"/>
    <w:rsid w:val="007259E4"/>
    <w:rsid w:val="00726503"/>
    <w:rsid w:val="00726E3F"/>
    <w:rsid w:val="00726EA4"/>
    <w:rsid w:val="00726FFD"/>
    <w:rsid w:val="007274E9"/>
    <w:rsid w:val="0072769A"/>
    <w:rsid w:val="007277C6"/>
    <w:rsid w:val="00727AB9"/>
    <w:rsid w:val="00727BA1"/>
    <w:rsid w:val="00727DCC"/>
    <w:rsid w:val="00730041"/>
    <w:rsid w:val="00730162"/>
    <w:rsid w:val="00730490"/>
    <w:rsid w:val="00730546"/>
    <w:rsid w:val="0073069F"/>
    <w:rsid w:val="00730EEC"/>
    <w:rsid w:val="0073112A"/>
    <w:rsid w:val="007311FB"/>
    <w:rsid w:val="0073174B"/>
    <w:rsid w:val="0073187E"/>
    <w:rsid w:val="007319B1"/>
    <w:rsid w:val="00731C2C"/>
    <w:rsid w:val="00731C7E"/>
    <w:rsid w:val="00731DE7"/>
    <w:rsid w:val="00731F59"/>
    <w:rsid w:val="00732013"/>
    <w:rsid w:val="00732635"/>
    <w:rsid w:val="0073273A"/>
    <w:rsid w:val="00732C7C"/>
    <w:rsid w:val="00732CEC"/>
    <w:rsid w:val="00732FB7"/>
    <w:rsid w:val="00733023"/>
    <w:rsid w:val="00733220"/>
    <w:rsid w:val="00733403"/>
    <w:rsid w:val="007334E5"/>
    <w:rsid w:val="007337A9"/>
    <w:rsid w:val="00733996"/>
    <w:rsid w:val="00733C7B"/>
    <w:rsid w:val="00733E21"/>
    <w:rsid w:val="00734AFF"/>
    <w:rsid w:val="00734CA3"/>
    <w:rsid w:val="00735180"/>
    <w:rsid w:val="007352E5"/>
    <w:rsid w:val="0073568A"/>
    <w:rsid w:val="00735756"/>
    <w:rsid w:val="0073578F"/>
    <w:rsid w:val="00735972"/>
    <w:rsid w:val="00735A46"/>
    <w:rsid w:val="00735ADA"/>
    <w:rsid w:val="00735B2E"/>
    <w:rsid w:val="007365C5"/>
    <w:rsid w:val="0073668B"/>
    <w:rsid w:val="00737213"/>
    <w:rsid w:val="0073729D"/>
    <w:rsid w:val="007374BB"/>
    <w:rsid w:val="007374CB"/>
    <w:rsid w:val="00737861"/>
    <w:rsid w:val="00737E36"/>
    <w:rsid w:val="00737E78"/>
    <w:rsid w:val="00740012"/>
    <w:rsid w:val="0074053E"/>
    <w:rsid w:val="00740594"/>
    <w:rsid w:val="00741370"/>
    <w:rsid w:val="00741499"/>
    <w:rsid w:val="00741668"/>
    <w:rsid w:val="00741B83"/>
    <w:rsid w:val="00741EC9"/>
    <w:rsid w:val="007420E0"/>
    <w:rsid w:val="00742467"/>
    <w:rsid w:val="0074273C"/>
    <w:rsid w:val="0074280C"/>
    <w:rsid w:val="00742862"/>
    <w:rsid w:val="00742EE8"/>
    <w:rsid w:val="007431A9"/>
    <w:rsid w:val="007434C2"/>
    <w:rsid w:val="00743809"/>
    <w:rsid w:val="007439BD"/>
    <w:rsid w:val="00743C97"/>
    <w:rsid w:val="0074403F"/>
    <w:rsid w:val="00744E4A"/>
    <w:rsid w:val="00744F1F"/>
    <w:rsid w:val="00745217"/>
    <w:rsid w:val="00745274"/>
    <w:rsid w:val="007453B9"/>
    <w:rsid w:val="00745699"/>
    <w:rsid w:val="00745793"/>
    <w:rsid w:val="00745DC6"/>
    <w:rsid w:val="00745DCB"/>
    <w:rsid w:val="00745E1F"/>
    <w:rsid w:val="0074621C"/>
    <w:rsid w:val="0074652C"/>
    <w:rsid w:val="00746706"/>
    <w:rsid w:val="00746B52"/>
    <w:rsid w:val="00746D34"/>
    <w:rsid w:val="00746D79"/>
    <w:rsid w:val="00746DDA"/>
    <w:rsid w:val="0074711F"/>
    <w:rsid w:val="00747C33"/>
    <w:rsid w:val="00747C9C"/>
    <w:rsid w:val="00747E8C"/>
    <w:rsid w:val="00750258"/>
    <w:rsid w:val="0075093F"/>
    <w:rsid w:val="00750A73"/>
    <w:rsid w:val="00750B91"/>
    <w:rsid w:val="00750C02"/>
    <w:rsid w:val="007511B7"/>
    <w:rsid w:val="007517B2"/>
    <w:rsid w:val="00751CA1"/>
    <w:rsid w:val="00751FC9"/>
    <w:rsid w:val="00752301"/>
    <w:rsid w:val="0075267B"/>
    <w:rsid w:val="0075278E"/>
    <w:rsid w:val="00752AEB"/>
    <w:rsid w:val="0075336D"/>
    <w:rsid w:val="0075351F"/>
    <w:rsid w:val="00753A08"/>
    <w:rsid w:val="00753D90"/>
    <w:rsid w:val="00753E8B"/>
    <w:rsid w:val="00753F35"/>
    <w:rsid w:val="007544CD"/>
    <w:rsid w:val="00754603"/>
    <w:rsid w:val="00754ACF"/>
    <w:rsid w:val="00754D40"/>
    <w:rsid w:val="00755F3F"/>
    <w:rsid w:val="00755FC9"/>
    <w:rsid w:val="007568CB"/>
    <w:rsid w:val="00756B70"/>
    <w:rsid w:val="00756C80"/>
    <w:rsid w:val="00756D46"/>
    <w:rsid w:val="00756DAA"/>
    <w:rsid w:val="00756F48"/>
    <w:rsid w:val="00757187"/>
    <w:rsid w:val="00757776"/>
    <w:rsid w:val="00757B94"/>
    <w:rsid w:val="00757C0B"/>
    <w:rsid w:val="00757FAC"/>
    <w:rsid w:val="00757FD4"/>
    <w:rsid w:val="0076006B"/>
    <w:rsid w:val="007601B7"/>
    <w:rsid w:val="007604B9"/>
    <w:rsid w:val="007604E7"/>
    <w:rsid w:val="007607EC"/>
    <w:rsid w:val="00760C65"/>
    <w:rsid w:val="00761503"/>
    <w:rsid w:val="007619FB"/>
    <w:rsid w:val="00761D5A"/>
    <w:rsid w:val="00761D84"/>
    <w:rsid w:val="00762761"/>
    <w:rsid w:val="00762C55"/>
    <w:rsid w:val="00763124"/>
    <w:rsid w:val="007631BB"/>
    <w:rsid w:val="0076335D"/>
    <w:rsid w:val="00763AE8"/>
    <w:rsid w:val="00763BBE"/>
    <w:rsid w:val="00763F23"/>
    <w:rsid w:val="00763F67"/>
    <w:rsid w:val="00763FDC"/>
    <w:rsid w:val="007643C3"/>
    <w:rsid w:val="007645C1"/>
    <w:rsid w:val="0076476B"/>
    <w:rsid w:val="00764A1D"/>
    <w:rsid w:val="00765102"/>
    <w:rsid w:val="00765279"/>
    <w:rsid w:val="007653BA"/>
    <w:rsid w:val="007655C5"/>
    <w:rsid w:val="00765CD7"/>
    <w:rsid w:val="00765F56"/>
    <w:rsid w:val="00766142"/>
    <w:rsid w:val="007664E8"/>
    <w:rsid w:val="007665B3"/>
    <w:rsid w:val="007666C1"/>
    <w:rsid w:val="00766E51"/>
    <w:rsid w:val="007670F1"/>
    <w:rsid w:val="007671FE"/>
    <w:rsid w:val="00767259"/>
    <w:rsid w:val="00767457"/>
    <w:rsid w:val="00767656"/>
    <w:rsid w:val="00767674"/>
    <w:rsid w:val="0076767A"/>
    <w:rsid w:val="00767830"/>
    <w:rsid w:val="00767CEA"/>
    <w:rsid w:val="00767F19"/>
    <w:rsid w:val="007700FF"/>
    <w:rsid w:val="0077016B"/>
    <w:rsid w:val="007703AB"/>
    <w:rsid w:val="007703DC"/>
    <w:rsid w:val="00770635"/>
    <w:rsid w:val="0077095D"/>
    <w:rsid w:val="00770D5C"/>
    <w:rsid w:val="00771084"/>
    <w:rsid w:val="00771476"/>
    <w:rsid w:val="00771619"/>
    <w:rsid w:val="0077162E"/>
    <w:rsid w:val="007721B2"/>
    <w:rsid w:val="0077251B"/>
    <w:rsid w:val="007728E2"/>
    <w:rsid w:val="007734F4"/>
    <w:rsid w:val="00773A9D"/>
    <w:rsid w:val="00773D28"/>
    <w:rsid w:val="00774205"/>
    <w:rsid w:val="00774220"/>
    <w:rsid w:val="0077479D"/>
    <w:rsid w:val="007748E7"/>
    <w:rsid w:val="00774EF1"/>
    <w:rsid w:val="00775081"/>
    <w:rsid w:val="007751D1"/>
    <w:rsid w:val="007751D9"/>
    <w:rsid w:val="00775BCC"/>
    <w:rsid w:val="00775EEE"/>
    <w:rsid w:val="00775F63"/>
    <w:rsid w:val="007761BF"/>
    <w:rsid w:val="007763B6"/>
    <w:rsid w:val="0077644E"/>
    <w:rsid w:val="007766DA"/>
    <w:rsid w:val="0077675C"/>
    <w:rsid w:val="00776A52"/>
    <w:rsid w:val="00777192"/>
    <w:rsid w:val="007771D1"/>
    <w:rsid w:val="0077735C"/>
    <w:rsid w:val="00777C0A"/>
    <w:rsid w:val="0078012A"/>
    <w:rsid w:val="0078044B"/>
    <w:rsid w:val="00780B52"/>
    <w:rsid w:val="00780C0E"/>
    <w:rsid w:val="00780D86"/>
    <w:rsid w:val="00780FF7"/>
    <w:rsid w:val="00781577"/>
    <w:rsid w:val="00781592"/>
    <w:rsid w:val="007819C5"/>
    <w:rsid w:val="00781A86"/>
    <w:rsid w:val="00781AAB"/>
    <w:rsid w:val="00781B58"/>
    <w:rsid w:val="0078275B"/>
    <w:rsid w:val="00782C10"/>
    <w:rsid w:val="00782C93"/>
    <w:rsid w:val="00782FFA"/>
    <w:rsid w:val="007833C2"/>
    <w:rsid w:val="00783477"/>
    <w:rsid w:val="007834B6"/>
    <w:rsid w:val="007834F4"/>
    <w:rsid w:val="00783CB4"/>
    <w:rsid w:val="00784114"/>
    <w:rsid w:val="00784232"/>
    <w:rsid w:val="0078449B"/>
    <w:rsid w:val="0078456A"/>
    <w:rsid w:val="00784EF7"/>
    <w:rsid w:val="00785384"/>
    <w:rsid w:val="007853DF"/>
    <w:rsid w:val="007857A7"/>
    <w:rsid w:val="0078584C"/>
    <w:rsid w:val="0078627C"/>
    <w:rsid w:val="007868A3"/>
    <w:rsid w:val="00786E8A"/>
    <w:rsid w:val="00786F78"/>
    <w:rsid w:val="00786F7B"/>
    <w:rsid w:val="0078735A"/>
    <w:rsid w:val="007903F1"/>
    <w:rsid w:val="00790C2D"/>
    <w:rsid w:val="00790E95"/>
    <w:rsid w:val="00791745"/>
    <w:rsid w:val="007918E3"/>
    <w:rsid w:val="00791E49"/>
    <w:rsid w:val="00792438"/>
    <w:rsid w:val="007924CD"/>
    <w:rsid w:val="0079278A"/>
    <w:rsid w:val="00792B73"/>
    <w:rsid w:val="00792CF9"/>
    <w:rsid w:val="00792E16"/>
    <w:rsid w:val="0079329B"/>
    <w:rsid w:val="00793304"/>
    <w:rsid w:val="007933EF"/>
    <w:rsid w:val="007937F3"/>
    <w:rsid w:val="0079382C"/>
    <w:rsid w:val="00793AC3"/>
    <w:rsid w:val="00793D63"/>
    <w:rsid w:val="00793F87"/>
    <w:rsid w:val="0079439A"/>
    <w:rsid w:val="0079450F"/>
    <w:rsid w:val="007945F2"/>
    <w:rsid w:val="00794949"/>
    <w:rsid w:val="007949B0"/>
    <w:rsid w:val="00794D1D"/>
    <w:rsid w:val="00794F2C"/>
    <w:rsid w:val="007953B4"/>
    <w:rsid w:val="00795443"/>
    <w:rsid w:val="007956D5"/>
    <w:rsid w:val="00795937"/>
    <w:rsid w:val="00795F0A"/>
    <w:rsid w:val="00795F4B"/>
    <w:rsid w:val="00796032"/>
    <w:rsid w:val="0079611E"/>
    <w:rsid w:val="00796175"/>
    <w:rsid w:val="0079639E"/>
    <w:rsid w:val="007964F2"/>
    <w:rsid w:val="00796993"/>
    <w:rsid w:val="00796A20"/>
    <w:rsid w:val="00796A9F"/>
    <w:rsid w:val="00796E2E"/>
    <w:rsid w:val="00796F4E"/>
    <w:rsid w:val="0079722B"/>
    <w:rsid w:val="00797539"/>
    <w:rsid w:val="00797597"/>
    <w:rsid w:val="00797995"/>
    <w:rsid w:val="00797DBB"/>
    <w:rsid w:val="00797F72"/>
    <w:rsid w:val="007A0D0D"/>
    <w:rsid w:val="007A0DB8"/>
    <w:rsid w:val="007A1045"/>
    <w:rsid w:val="007A1A14"/>
    <w:rsid w:val="007A1C09"/>
    <w:rsid w:val="007A1E03"/>
    <w:rsid w:val="007A1EF2"/>
    <w:rsid w:val="007A2085"/>
    <w:rsid w:val="007A22D9"/>
    <w:rsid w:val="007A2541"/>
    <w:rsid w:val="007A25F2"/>
    <w:rsid w:val="007A2709"/>
    <w:rsid w:val="007A32B0"/>
    <w:rsid w:val="007A3A65"/>
    <w:rsid w:val="007A3BC2"/>
    <w:rsid w:val="007A3DE5"/>
    <w:rsid w:val="007A4729"/>
    <w:rsid w:val="007A494C"/>
    <w:rsid w:val="007A4A79"/>
    <w:rsid w:val="007A4BF5"/>
    <w:rsid w:val="007A4E0A"/>
    <w:rsid w:val="007A502C"/>
    <w:rsid w:val="007A531A"/>
    <w:rsid w:val="007A54DE"/>
    <w:rsid w:val="007A5765"/>
    <w:rsid w:val="007A5DEC"/>
    <w:rsid w:val="007A5E2C"/>
    <w:rsid w:val="007A5FAD"/>
    <w:rsid w:val="007A607A"/>
    <w:rsid w:val="007A6210"/>
    <w:rsid w:val="007A636D"/>
    <w:rsid w:val="007A6D1C"/>
    <w:rsid w:val="007A7497"/>
    <w:rsid w:val="007A7512"/>
    <w:rsid w:val="007A7BE9"/>
    <w:rsid w:val="007B04B1"/>
    <w:rsid w:val="007B09A7"/>
    <w:rsid w:val="007B0B6E"/>
    <w:rsid w:val="007B11E1"/>
    <w:rsid w:val="007B12A4"/>
    <w:rsid w:val="007B12F5"/>
    <w:rsid w:val="007B1368"/>
    <w:rsid w:val="007B171F"/>
    <w:rsid w:val="007B1C7B"/>
    <w:rsid w:val="007B24D4"/>
    <w:rsid w:val="007B2517"/>
    <w:rsid w:val="007B2645"/>
    <w:rsid w:val="007B298A"/>
    <w:rsid w:val="007B2A55"/>
    <w:rsid w:val="007B2A9E"/>
    <w:rsid w:val="007B2AA9"/>
    <w:rsid w:val="007B2B57"/>
    <w:rsid w:val="007B2BC6"/>
    <w:rsid w:val="007B2EBC"/>
    <w:rsid w:val="007B2F5A"/>
    <w:rsid w:val="007B30E5"/>
    <w:rsid w:val="007B36A9"/>
    <w:rsid w:val="007B3AED"/>
    <w:rsid w:val="007B3BEB"/>
    <w:rsid w:val="007B3F4F"/>
    <w:rsid w:val="007B4129"/>
    <w:rsid w:val="007B447F"/>
    <w:rsid w:val="007B49E8"/>
    <w:rsid w:val="007B4B23"/>
    <w:rsid w:val="007B52FE"/>
    <w:rsid w:val="007B5852"/>
    <w:rsid w:val="007B67A3"/>
    <w:rsid w:val="007B6D7A"/>
    <w:rsid w:val="007B6ED3"/>
    <w:rsid w:val="007B72EE"/>
    <w:rsid w:val="007B73D7"/>
    <w:rsid w:val="007B742F"/>
    <w:rsid w:val="007B74E2"/>
    <w:rsid w:val="007B7644"/>
    <w:rsid w:val="007B7748"/>
    <w:rsid w:val="007B79F9"/>
    <w:rsid w:val="007B7A40"/>
    <w:rsid w:val="007B7AA5"/>
    <w:rsid w:val="007C0269"/>
    <w:rsid w:val="007C030C"/>
    <w:rsid w:val="007C0D84"/>
    <w:rsid w:val="007C0EFE"/>
    <w:rsid w:val="007C10F8"/>
    <w:rsid w:val="007C1265"/>
    <w:rsid w:val="007C12FF"/>
    <w:rsid w:val="007C18E7"/>
    <w:rsid w:val="007C20CB"/>
    <w:rsid w:val="007C2A97"/>
    <w:rsid w:val="007C2E00"/>
    <w:rsid w:val="007C2E6E"/>
    <w:rsid w:val="007C30AC"/>
    <w:rsid w:val="007C3468"/>
    <w:rsid w:val="007C39F2"/>
    <w:rsid w:val="007C4E32"/>
    <w:rsid w:val="007C5A77"/>
    <w:rsid w:val="007C5E2C"/>
    <w:rsid w:val="007C65EC"/>
    <w:rsid w:val="007C67A6"/>
    <w:rsid w:val="007C6A8B"/>
    <w:rsid w:val="007C6DB2"/>
    <w:rsid w:val="007C74B6"/>
    <w:rsid w:val="007C7853"/>
    <w:rsid w:val="007C7D4E"/>
    <w:rsid w:val="007C7DBD"/>
    <w:rsid w:val="007C7E57"/>
    <w:rsid w:val="007D0174"/>
    <w:rsid w:val="007D035E"/>
    <w:rsid w:val="007D06A6"/>
    <w:rsid w:val="007D06DB"/>
    <w:rsid w:val="007D11AD"/>
    <w:rsid w:val="007D13C0"/>
    <w:rsid w:val="007D143C"/>
    <w:rsid w:val="007D14A5"/>
    <w:rsid w:val="007D161D"/>
    <w:rsid w:val="007D218D"/>
    <w:rsid w:val="007D2638"/>
    <w:rsid w:val="007D2AAB"/>
    <w:rsid w:val="007D2C82"/>
    <w:rsid w:val="007D30C9"/>
    <w:rsid w:val="007D32AC"/>
    <w:rsid w:val="007D35EC"/>
    <w:rsid w:val="007D3643"/>
    <w:rsid w:val="007D3700"/>
    <w:rsid w:val="007D3978"/>
    <w:rsid w:val="007D413F"/>
    <w:rsid w:val="007D42AD"/>
    <w:rsid w:val="007D4740"/>
    <w:rsid w:val="007D48D8"/>
    <w:rsid w:val="007D499D"/>
    <w:rsid w:val="007D4C0F"/>
    <w:rsid w:val="007D4EBB"/>
    <w:rsid w:val="007D5085"/>
    <w:rsid w:val="007D5365"/>
    <w:rsid w:val="007D54A5"/>
    <w:rsid w:val="007D55C3"/>
    <w:rsid w:val="007D598E"/>
    <w:rsid w:val="007D5BD5"/>
    <w:rsid w:val="007D5C82"/>
    <w:rsid w:val="007D5D79"/>
    <w:rsid w:val="007D5E69"/>
    <w:rsid w:val="007D634C"/>
    <w:rsid w:val="007D64D1"/>
    <w:rsid w:val="007D6C72"/>
    <w:rsid w:val="007D6CA2"/>
    <w:rsid w:val="007D76E1"/>
    <w:rsid w:val="007D7E20"/>
    <w:rsid w:val="007D7F30"/>
    <w:rsid w:val="007D7F37"/>
    <w:rsid w:val="007E023D"/>
    <w:rsid w:val="007E0AF4"/>
    <w:rsid w:val="007E0F78"/>
    <w:rsid w:val="007E15E1"/>
    <w:rsid w:val="007E1A6B"/>
    <w:rsid w:val="007E1DC1"/>
    <w:rsid w:val="007E1E84"/>
    <w:rsid w:val="007E1F44"/>
    <w:rsid w:val="007E20B5"/>
    <w:rsid w:val="007E20CF"/>
    <w:rsid w:val="007E233C"/>
    <w:rsid w:val="007E2348"/>
    <w:rsid w:val="007E2769"/>
    <w:rsid w:val="007E2DB1"/>
    <w:rsid w:val="007E2FCD"/>
    <w:rsid w:val="007E3611"/>
    <w:rsid w:val="007E395E"/>
    <w:rsid w:val="007E3D3F"/>
    <w:rsid w:val="007E41BC"/>
    <w:rsid w:val="007E421C"/>
    <w:rsid w:val="007E4669"/>
    <w:rsid w:val="007E5076"/>
    <w:rsid w:val="007E542A"/>
    <w:rsid w:val="007E563A"/>
    <w:rsid w:val="007E5899"/>
    <w:rsid w:val="007E65E3"/>
    <w:rsid w:val="007E6B62"/>
    <w:rsid w:val="007F009F"/>
    <w:rsid w:val="007F016E"/>
    <w:rsid w:val="007F0241"/>
    <w:rsid w:val="007F028F"/>
    <w:rsid w:val="007F0701"/>
    <w:rsid w:val="007F0820"/>
    <w:rsid w:val="007F0AAA"/>
    <w:rsid w:val="007F0AE9"/>
    <w:rsid w:val="007F0D46"/>
    <w:rsid w:val="007F0F53"/>
    <w:rsid w:val="007F11F5"/>
    <w:rsid w:val="007F15C5"/>
    <w:rsid w:val="007F15CD"/>
    <w:rsid w:val="007F1A29"/>
    <w:rsid w:val="007F1E35"/>
    <w:rsid w:val="007F20AC"/>
    <w:rsid w:val="007F24DB"/>
    <w:rsid w:val="007F29D6"/>
    <w:rsid w:val="007F2CC1"/>
    <w:rsid w:val="007F37DA"/>
    <w:rsid w:val="007F3CAB"/>
    <w:rsid w:val="007F3CE9"/>
    <w:rsid w:val="007F3E1A"/>
    <w:rsid w:val="007F3FB7"/>
    <w:rsid w:val="007F46AA"/>
    <w:rsid w:val="007F46D3"/>
    <w:rsid w:val="007F49EB"/>
    <w:rsid w:val="007F4B71"/>
    <w:rsid w:val="007F5088"/>
    <w:rsid w:val="007F566F"/>
    <w:rsid w:val="007F5A08"/>
    <w:rsid w:val="007F5AF3"/>
    <w:rsid w:val="007F5EF8"/>
    <w:rsid w:val="007F60B0"/>
    <w:rsid w:val="007F6196"/>
    <w:rsid w:val="007F6210"/>
    <w:rsid w:val="007F6456"/>
    <w:rsid w:val="007F6860"/>
    <w:rsid w:val="007F6B45"/>
    <w:rsid w:val="007F6BCC"/>
    <w:rsid w:val="007F6F1D"/>
    <w:rsid w:val="007F7456"/>
    <w:rsid w:val="007F7471"/>
    <w:rsid w:val="007F74BA"/>
    <w:rsid w:val="00800245"/>
    <w:rsid w:val="00800407"/>
    <w:rsid w:val="00800426"/>
    <w:rsid w:val="00800655"/>
    <w:rsid w:val="008006EC"/>
    <w:rsid w:val="00800794"/>
    <w:rsid w:val="00800A2C"/>
    <w:rsid w:val="00800A31"/>
    <w:rsid w:val="00800AD5"/>
    <w:rsid w:val="00800C0D"/>
    <w:rsid w:val="00800CA3"/>
    <w:rsid w:val="00800CC2"/>
    <w:rsid w:val="00801133"/>
    <w:rsid w:val="008013CF"/>
    <w:rsid w:val="008018C0"/>
    <w:rsid w:val="0080192A"/>
    <w:rsid w:val="00801A7F"/>
    <w:rsid w:val="008021C7"/>
    <w:rsid w:val="008025BA"/>
    <w:rsid w:val="00802876"/>
    <w:rsid w:val="008028B0"/>
    <w:rsid w:val="00802E1C"/>
    <w:rsid w:val="00802FE9"/>
    <w:rsid w:val="0080354E"/>
    <w:rsid w:val="00803811"/>
    <w:rsid w:val="00803839"/>
    <w:rsid w:val="008038FD"/>
    <w:rsid w:val="00803CEB"/>
    <w:rsid w:val="00804010"/>
    <w:rsid w:val="00804727"/>
    <w:rsid w:val="008047CB"/>
    <w:rsid w:val="00804826"/>
    <w:rsid w:val="00804975"/>
    <w:rsid w:val="00804A00"/>
    <w:rsid w:val="00804D06"/>
    <w:rsid w:val="00805102"/>
    <w:rsid w:val="00805190"/>
    <w:rsid w:val="00805193"/>
    <w:rsid w:val="008053DC"/>
    <w:rsid w:val="008054FA"/>
    <w:rsid w:val="008057B5"/>
    <w:rsid w:val="008059B1"/>
    <w:rsid w:val="00805D3A"/>
    <w:rsid w:val="00805D3D"/>
    <w:rsid w:val="008066EE"/>
    <w:rsid w:val="008074DF"/>
    <w:rsid w:val="00807EF8"/>
    <w:rsid w:val="00807F2B"/>
    <w:rsid w:val="0081042E"/>
    <w:rsid w:val="008109CF"/>
    <w:rsid w:val="00810A09"/>
    <w:rsid w:val="00810B08"/>
    <w:rsid w:val="00810BA0"/>
    <w:rsid w:val="00810CD6"/>
    <w:rsid w:val="00811183"/>
    <w:rsid w:val="0081119A"/>
    <w:rsid w:val="00811491"/>
    <w:rsid w:val="0081149A"/>
    <w:rsid w:val="00812008"/>
    <w:rsid w:val="0081252F"/>
    <w:rsid w:val="0081260F"/>
    <w:rsid w:val="00812C2A"/>
    <w:rsid w:val="00812D07"/>
    <w:rsid w:val="00813193"/>
    <w:rsid w:val="00813276"/>
    <w:rsid w:val="00813899"/>
    <w:rsid w:val="008139EB"/>
    <w:rsid w:val="008139FF"/>
    <w:rsid w:val="00813AAB"/>
    <w:rsid w:val="00813B16"/>
    <w:rsid w:val="00813D31"/>
    <w:rsid w:val="00813DB3"/>
    <w:rsid w:val="00813E9C"/>
    <w:rsid w:val="008140E7"/>
    <w:rsid w:val="00814806"/>
    <w:rsid w:val="00814B6E"/>
    <w:rsid w:val="00815B0A"/>
    <w:rsid w:val="00815C40"/>
    <w:rsid w:val="00815D42"/>
    <w:rsid w:val="00815DE5"/>
    <w:rsid w:val="00816227"/>
    <w:rsid w:val="00817AC3"/>
    <w:rsid w:val="00817DDB"/>
    <w:rsid w:val="00820067"/>
    <w:rsid w:val="00820208"/>
    <w:rsid w:val="00820538"/>
    <w:rsid w:val="00820E0E"/>
    <w:rsid w:val="00820FAA"/>
    <w:rsid w:val="0082108C"/>
    <w:rsid w:val="00821D34"/>
    <w:rsid w:val="00821F9E"/>
    <w:rsid w:val="008227CF"/>
    <w:rsid w:val="00822E6B"/>
    <w:rsid w:val="00823238"/>
    <w:rsid w:val="00823719"/>
    <w:rsid w:val="00823E56"/>
    <w:rsid w:val="0082466F"/>
    <w:rsid w:val="0082482F"/>
    <w:rsid w:val="008248E3"/>
    <w:rsid w:val="0082493B"/>
    <w:rsid w:val="00824B72"/>
    <w:rsid w:val="00825754"/>
    <w:rsid w:val="00825DF8"/>
    <w:rsid w:val="00825FAF"/>
    <w:rsid w:val="0082601D"/>
    <w:rsid w:val="0082638B"/>
    <w:rsid w:val="008264A0"/>
    <w:rsid w:val="0082665C"/>
    <w:rsid w:val="0082675D"/>
    <w:rsid w:val="008269B8"/>
    <w:rsid w:val="00826C15"/>
    <w:rsid w:val="008272E6"/>
    <w:rsid w:val="008274D0"/>
    <w:rsid w:val="00827DF8"/>
    <w:rsid w:val="00827E2C"/>
    <w:rsid w:val="00827ED7"/>
    <w:rsid w:val="00827F9D"/>
    <w:rsid w:val="00830047"/>
    <w:rsid w:val="00830468"/>
    <w:rsid w:val="008305F3"/>
    <w:rsid w:val="0083061B"/>
    <w:rsid w:val="008306FC"/>
    <w:rsid w:val="00830849"/>
    <w:rsid w:val="008308EF"/>
    <w:rsid w:val="00830E83"/>
    <w:rsid w:val="00830F27"/>
    <w:rsid w:val="008310D1"/>
    <w:rsid w:val="00831118"/>
    <w:rsid w:val="00831296"/>
    <w:rsid w:val="008315A7"/>
    <w:rsid w:val="00831E9D"/>
    <w:rsid w:val="008321E4"/>
    <w:rsid w:val="0083237B"/>
    <w:rsid w:val="00832A3E"/>
    <w:rsid w:val="00832E16"/>
    <w:rsid w:val="00833072"/>
    <w:rsid w:val="00833AD7"/>
    <w:rsid w:val="00833AE5"/>
    <w:rsid w:val="00833B6E"/>
    <w:rsid w:val="00833BA1"/>
    <w:rsid w:val="00833BDD"/>
    <w:rsid w:val="00833D01"/>
    <w:rsid w:val="0083406B"/>
    <w:rsid w:val="00834074"/>
    <w:rsid w:val="008344AE"/>
    <w:rsid w:val="00834B74"/>
    <w:rsid w:val="00834FCD"/>
    <w:rsid w:val="00835392"/>
    <w:rsid w:val="00835D9D"/>
    <w:rsid w:val="00835F0F"/>
    <w:rsid w:val="00836151"/>
    <w:rsid w:val="008364A2"/>
    <w:rsid w:val="0083680A"/>
    <w:rsid w:val="008369EC"/>
    <w:rsid w:val="00836E2B"/>
    <w:rsid w:val="00836EB9"/>
    <w:rsid w:val="00837352"/>
    <w:rsid w:val="0083750F"/>
    <w:rsid w:val="00837514"/>
    <w:rsid w:val="00837651"/>
    <w:rsid w:val="008379F3"/>
    <w:rsid w:val="00837DB5"/>
    <w:rsid w:val="00837DE4"/>
    <w:rsid w:val="00837E6C"/>
    <w:rsid w:val="0084019A"/>
    <w:rsid w:val="00840763"/>
    <w:rsid w:val="0084078A"/>
    <w:rsid w:val="00840A38"/>
    <w:rsid w:val="00840DD1"/>
    <w:rsid w:val="0084187C"/>
    <w:rsid w:val="00841E17"/>
    <w:rsid w:val="008429B6"/>
    <w:rsid w:val="00842A55"/>
    <w:rsid w:val="00842D4A"/>
    <w:rsid w:val="00842E58"/>
    <w:rsid w:val="00843170"/>
    <w:rsid w:val="00843306"/>
    <w:rsid w:val="008434D3"/>
    <w:rsid w:val="00843B16"/>
    <w:rsid w:val="00843FE2"/>
    <w:rsid w:val="00844476"/>
    <w:rsid w:val="0084463B"/>
    <w:rsid w:val="00844782"/>
    <w:rsid w:val="00844B33"/>
    <w:rsid w:val="00844B52"/>
    <w:rsid w:val="008455F7"/>
    <w:rsid w:val="008457A3"/>
    <w:rsid w:val="0084587D"/>
    <w:rsid w:val="0084632F"/>
    <w:rsid w:val="00846537"/>
    <w:rsid w:val="00846737"/>
    <w:rsid w:val="00846777"/>
    <w:rsid w:val="008468E8"/>
    <w:rsid w:val="00847231"/>
    <w:rsid w:val="00847328"/>
    <w:rsid w:val="008473B7"/>
    <w:rsid w:val="0084753F"/>
    <w:rsid w:val="00847915"/>
    <w:rsid w:val="00847DAB"/>
    <w:rsid w:val="00847DFB"/>
    <w:rsid w:val="00847E1A"/>
    <w:rsid w:val="0085008F"/>
    <w:rsid w:val="00850606"/>
    <w:rsid w:val="0085069E"/>
    <w:rsid w:val="00850A5A"/>
    <w:rsid w:val="00850F93"/>
    <w:rsid w:val="00850FFF"/>
    <w:rsid w:val="00851564"/>
    <w:rsid w:val="00851597"/>
    <w:rsid w:val="0085179F"/>
    <w:rsid w:val="008519FD"/>
    <w:rsid w:val="00851AF6"/>
    <w:rsid w:val="00851BB6"/>
    <w:rsid w:val="00851FAB"/>
    <w:rsid w:val="00851FB1"/>
    <w:rsid w:val="00852C14"/>
    <w:rsid w:val="00852F62"/>
    <w:rsid w:val="00853073"/>
    <w:rsid w:val="008534C9"/>
    <w:rsid w:val="00854377"/>
    <w:rsid w:val="00854671"/>
    <w:rsid w:val="00854CDE"/>
    <w:rsid w:val="00854D4A"/>
    <w:rsid w:val="00854ED2"/>
    <w:rsid w:val="00854F0C"/>
    <w:rsid w:val="00855B7E"/>
    <w:rsid w:val="0085615B"/>
    <w:rsid w:val="008565D8"/>
    <w:rsid w:val="00856A2E"/>
    <w:rsid w:val="00856CB2"/>
    <w:rsid w:val="00857014"/>
    <w:rsid w:val="00857027"/>
    <w:rsid w:val="008572C9"/>
    <w:rsid w:val="00860182"/>
    <w:rsid w:val="00860294"/>
    <w:rsid w:val="00860430"/>
    <w:rsid w:val="00860441"/>
    <w:rsid w:val="00860AE1"/>
    <w:rsid w:val="00860BD2"/>
    <w:rsid w:val="00860CD9"/>
    <w:rsid w:val="00860EAB"/>
    <w:rsid w:val="00860F77"/>
    <w:rsid w:val="008610FB"/>
    <w:rsid w:val="00861311"/>
    <w:rsid w:val="0086159B"/>
    <w:rsid w:val="00861BB7"/>
    <w:rsid w:val="00861F8F"/>
    <w:rsid w:val="00861F96"/>
    <w:rsid w:val="008620B3"/>
    <w:rsid w:val="00862364"/>
    <w:rsid w:val="00862B4D"/>
    <w:rsid w:val="00862DB4"/>
    <w:rsid w:val="0086329D"/>
    <w:rsid w:val="00863B5E"/>
    <w:rsid w:val="00864386"/>
    <w:rsid w:val="00864690"/>
    <w:rsid w:val="00864E4C"/>
    <w:rsid w:val="00864EDE"/>
    <w:rsid w:val="00864F58"/>
    <w:rsid w:val="00865062"/>
    <w:rsid w:val="00865087"/>
    <w:rsid w:val="008652A1"/>
    <w:rsid w:val="00865619"/>
    <w:rsid w:val="0086586B"/>
    <w:rsid w:val="00865AF4"/>
    <w:rsid w:val="00865B61"/>
    <w:rsid w:val="00866354"/>
    <w:rsid w:val="00866858"/>
    <w:rsid w:val="00866A3E"/>
    <w:rsid w:val="00866B00"/>
    <w:rsid w:val="008674D3"/>
    <w:rsid w:val="008677B9"/>
    <w:rsid w:val="00867D18"/>
    <w:rsid w:val="008700FC"/>
    <w:rsid w:val="008704CF"/>
    <w:rsid w:val="008704EF"/>
    <w:rsid w:val="00870A1C"/>
    <w:rsid w:val="00870D2B"/>
    <w:rsid w:val="00870EFC"/>
    <w:rsid w:val="008713D1"/>
    <w:rsid w:val="00871D51"/>
    <w:rsid w:val="008722D2"/>
    <w:rsid w:val="00872BAF"/>
    <w:rsid w:val="00872D8C"/>
    <w:rsid w:val="0087306D"/>
    <w:rsid w:val="008736F2"/>
    <w:rsid w:val="008738F6"/>
    <w:rsid w:val="00873939"/>
    <w:rsid w:val="00873D7D"/>
    <w:rsid w:val="00873FF6"/>
    <w:rsid w:val="008742BA"/>
    <w:rsid w:val="00874524"/>
    <w:rsid w:val="0087464F"/>
    <w:rsid w:val="0087485C"/>
    <w:rsid w:val="00874AA4"/>
    <w:rsid w:val="00874ADE"/>
    <w:rsid w:val="00874C29"/>
    <w:rsid w:val="0087575B"/>
    <w:rsid w:val="00875965"/>
    <w:rsid w:val="00875CBB"/>
    <w:rsid w:val="00875DEE"/>
    <w:rsid w:val="00875FC4"/>
    <w:rsid w:val="0087622D"/>
    <w:rsid w:val="00877069"/>
    <w:rsid w:val="00877194"/>
    <w:rsid w:val="008771B9"/>
    <w:rsid w:val="0087764B"/>
    <w:rsid w:val="008776D2"/>
    <w:rsid w:val="00877B80"/>
    <w:rsid w:val="00877D4F"/>
    <w:rsid w:val="0088077D"/>
    <w:rsid w:val="008807AA"/>
    <w:rsid w:val="00880B47"/>
    <w:rsid w:val="00880BDB"/>
    <w:rsid w:val="00880D0D"/>
    <w:rsid w:val="00881384"/>
    <w:rsid w:val="008814A4"/>
    <w:rsid w:val="0088163A"/>
    <w:rsid w:val="00881737"/>
    <w:rsid w:val="00881900"/>
    <w:rsid w:val="00881C89"/>
    <w:rsid w:val="00881CD8"/>
    <w:rsid w:val="008834A5"/>
    <w:rsid w:val="00883FA6"/>
    <w:rsid w:val="00884091"/>
    <w:rsid w:val="008841E1"/>
    <w:rsid w:val="00884371"/>
    <w:rsid w:val="008843F1"/>
    <w:rsid w:val="00884675"/>
    <w:rsid w:val="008847D2"/>
    <w:rsid w:val="00884849"/>
    <w:rsid w:val="0088484B"/>
    <w:rsid w:val="0088485D"/>
    <w:rsid w:val="0088488C"/>
    <w:rsid w:val="008848F9"/>
    <w:rsid w:val="00885134"/>
    <w:rsid w:val="008853EB"/>
    <w:rsid w:val="00885492"/>
    <w:rsid w:val="00885889"/>
    <w:rsid w:val="00885A70"/>
    <w:rsid w:val="00885B74"/>
    <w:rsid w:val="00885C38"/>
    <w:rsid w:val="00885CC6"/>
    <w:rsid w:val="00886019"/>
    <w:rsid w:val="0088619F"/>
    <w:rsid w:val="008862A9"/>
    <w:rsid w:val="008863DE"/>
    <w:rsid w:val="008868BF"/>
    <w:rsid w:val="00886B4C"/>
    <w:rsid w:val="00886C7B"/>
    <w:rsid w:val="00886EAF"/>
    <w:rsid w:val="00887BD0"/>
    <w:rsid w:val="0089025A"/>
    <w:rsid w:val="00890A7A"/>
    <w:rsid w:val="008914E3"/>
    <w:rsid w:val="008915E6"/>
    <w:rsid w:val="00891678"/>
    <w:rsid w:val="008916EB"/>
    <w:rsid w:val="0089178C"/>
    <w:rsid w:val="00891C5E"/>
    <w:rsid w:val="00891E1F"/>
    <w:rsid w:val="008922C5"/>
    <w:rsid w:val="00892767"/>
    <w:rsid w:val="008928A0"/>
    <w:rsid w:val="00892E08"/>
    <w:rsid w:val="00893087"/>
    <w:rsid w:val="00893159"/>
    <w:rsid w:val="00893F99"/>
    <w:rsid w:val="00894145"/>
    <w:rsid w:val="00894179"/>
    <w:rsid w:val="00894F16"/>
    <w:rsid w:val="00895447"/>
    <w:rsid w:val="008956DA"/>
    <w:rsid w:val="008956E1"/>
    <w:rsid w:val="00895AD1"/>
    <w:rsid w:val="00895CA9"/>
    <w:rsid w:val="00895D6A"/>
    <w:rsid w:val="00895DC2"/>
    <w:rsid w:val="00896055"/>
    <w:rsid w:val="00896083"/>
    <w:rsid w:val="008967AF"/>
    <w:rsid w:val="0089680C"/>
    <w:rsid w:val="00896DE8"/>
    <w:rsid w:val="00897217"/>
    <w:rsid w:val="0089766B"/>
    <w:rsid w:val="00897675"/>
    <w:rsid w:val="008976EE"/>
    <w:rsid w:val="00897946"/>
    <w:rsid w:val="00897A69"/>
    <w:rsid w:val="00897A85"/>
    <w:rsid w:val="00897CBD"/>
    <w:rsid w:val="00897E07"/>
    <w:rsid w:val="00897F1A"/>
    <w:rsid w:val="00897F23"/>
    <w:rsid w:val="00897F6A"/>
    <w:rsid w:val="008A020B"/>
    <w:rsid w:val="008A04F0"/>
    <w:rsid w:val="008A0614"/>
    <w:rsid w:val="008A0E3A"/>
    <w:rsid w:val="008A114C"/>
    <w:rsid w:val="008A162E"/>
    <w:rsid w:val="008A188E"/>
    <w:rsid w:val="008A2138"/>
    <w:rsid w:val="008A2157"/>
    <w:rsid w:val="008A2944"/>
    <w:rsid w:val="008A2B9D"/>
    <w:rsid w:val="008A2C16"/>
    <w:rsid w:val="008A2CEE"/>
    <w:rsid w:val="008A2E27"/>
    <w:rsid w:val="008A333D"/>
    <w:rsid w:val="008A336C"/>
    <w:rsid w:val="008A350A"/>
    <w:rsid w:val="008A368B"/>
    <w:rsid w:val="008A3951"/>
    <w:rsid w:val="008A3EBE"/>
    <w:rsid w:val="008A3EC3"/>
    <w:rsid w:val="008A42DF"/>
    <w:rsid w:val="008A4CB6"/>
    <w:rsid w:val="008A4FF1"/>
    <w:rsid w:val="008A5010"/>
    <w:rsid w:val="008A5181"/>
    <w:rsid w:val="008A540A"/>
    <w:rsid w:val="008A61B7"/>
    <w:rsid w:val="008A6224"/>
    <w:rsid w:val="008A64D5"/>
    <w:rsid w:val="008A6BA4"/>
    <w:rsid w:val="008A7183"/>
    <w:rsid w:val="008A7484"/>
    <w:rsid w:val="008A7BB6"/>
    <w:rsid w:val="008A7BF3"/>
    <w:rsid w:val="008A7D7C"/>
    <w:rsid w:val="008A7DA3"/>
    <w:rsid w:val="008A7E85"/>
    <w:rsid w:val="008B0083"/>
    <w:rsid w:val="008B0296"/>
    <w:rsid w:val="008B0323"/>
    <w:rsid w:val="008B0701"/>
    <w:rsid w:val="008B07B6"/>
    <w:rsid w:val="008B0D5E"/>
    <w:rsid w:val="008B0F26"/>
    <w:rsid w:val="008B11FC"/>
    <w:rsid w:val="008B1469"/>
    <w:rsid w:val="008B165D"/>
    <w:rsid w:val="008B16E5"/>
    <w:rsid w:val="008B1DCF"/>
    <w:rsid w:val="008B1ED5"/>
    <w:rsid w:val="008B1F91"/>
    <w:rsid w:val="008B1FF2"/>
    <w:rsid w:val="008B20C1"/>
    <w:rsid w:val="008B2827"/>
    <w:rsid w:val="008B29CF"/>
    <w:rsid w:val="008B2A5F"/>
    <w:rsid w:val="008B2FCA"/>
    <w:rsid w:val="008B323A"/>
    <w:rsid w:val="008B35C4"/>
    <w:rsid w:val="008B3932"/>
    <w:rsid w:val="008B3BF0"/>
    <w:rsid w:val="008B45BD"/>
    <w:rsid w:val="008B4826"/>
    <w:rsid w:val="008B5121"/>
    <w:rsid w:val="008B5298"/>
    <w:rsid w:val="008B5666"/>
    <w:rsid w:val="008B5DFE"/>
    <w:rsid w:val="008B6001"/>
    <w:rsid w:val="008B656B"/>
    <w:rsid w:val="008B67FD"/>
    <w:rsid w:val="008B6969"/>
    <w:rsid w:val="008B6A17"/>
    <w:rsid w:val="008B6B0B"/>
    <w:rsid w:val="008B6CFE"/>
    <w:rsid w:val="008B7454"/>
    <w:rsid w:val="008B74BE"/>
    <w:rsid w:val="008B772D"/>
    <w:rsid w:val="008B7D7F"/>
    <w:rsid w:val="008B7E55"/>
    <w:rsid w:val="008B7F2A"/>
    <w:rsid w:val="008C0A95"/>
    <w:rsid w:val="008C0B97"/>
    <w:rsid w:val="008C0C5D"/>
    <w:rsid w:val="008C1076"/>
    <w:rsid w:val="008C118B"/>
    <w:rsid w:val="008C1488"/>
    <w:rsid w:val="008C1EC1"/>
    <w:rsid w:val="008C2297"/>
    <w:rsid w:val="008C2ACC"/>
    <w:rsid w:val="008C2D11"/>
    <w:rsid w:val="008C2D7E"/>
    <w:rsid w:val="008C2DEB"/>
    <w:rsid w:val="008C3091"/>
    <w:rsid w:val="008C3111"/>
    <w:rsid w:val="008C312B"/>
    <w:rsid w:val="008C3797"/>
    <w:rsid w:val="008C391D"/>
    <w:rsid w:val="008C3CAC"/>
    <w:rsid w:val="008C3D8F"/>
    <w:rsid w:val="008C401C"/>
    <w:rsid w:val="008C4648"/>
    <w:rsid w:val="008C46B2"/>
    <w:rsid w:val="008C4A80"/>
    <w:rsid w:val="008C4F08"/>
    <w:rsid w:val="008C4FED"/>
    <w:rsid w:val="008C5254"/>
    <w:rsid w:val="008C5429"/>
    <w:rsid w:val="008C58ED"/>
    <w:rsid w:val="008C5952"/>
    <w:rsid w:val="008C67FE"/>
    <w:rsid w:val="008C69A3"/>
    <w:rsid w:val="008C6E29"/>
    <w:rsid w:val="008C705D"/>
    <w:rsid w:val="008C70F1"/>
    <w:rsid w:val="008C7785"/>
    <w:rsid w:val="008C77BA"/>
    <w:rsid w:val="008C7A5D"/>
    <w:rsid w:val="008C7A91"/>
    <w:rsid w:val="008C7AF7"/>
    <w:rsid w:val="008C7E8E"/>
    <w:rsid w:val="008D0273"/>
    <w:rsid w:val="008D0D53"/>
    <w:rsid w:val="008D0D89"/>
    <w:rsid w:val="008D0E64"/>
    <w:rsid w:val="008D1152"/>
    <w:rsid w:val="008D1A37"/>
    <w:rsid w:val="008D1AA9"/>
    <w:rsid w:val="008D1B88"/>
    <w:rsid w:val="008D2277"/>
    <w:rsid w:val="008D2408"/>
    <w:rsid w:val="008D2610"/>
    <w:rsid w:val="008D2702"/>
    <w:rsid w:val="008D2825"/>
    <w:rsid w:val="008D28C9"/>
    <w:rsid w:val="008D2BB7"/>
    <w:rsid w:val="008D349C"/>
    <w:rsid w:val="008D352D"/>
    <w:rsid w:val="008D3678"/>
    <w:rsid w:val="008D3794"/>
    <w:rsid w:val="008D384C"/>
    <w:rsid w:val="008D4071"/>
    <w:rsid w:val="008D4C8C"/>
    <w:rsid w:val="008D4E51"/>
    <w:rsid w:val="008D4F16"/>
    <w:rsid w:val="008D5DE8"/>
    <w:rsid w:val="008D6677"/>
    <w:rsid w:val="008D69D6"/>
    <w:rsid w:val="008D6BDA"/>
    <w:rsid w:val="008D6CF6"/>
    <w:rsid w:val="008D6DA7"/>
    <w:rsid w:val="008D6DF2"/>
    <w:rsid w:val="008D6E2F"/>
    <w:rsid w:val="008D6F96"/>
    <w:rsid w:val="008D7006"/>
    <w:rsid w:val="008D7341"/>
    <w:rsid w:val="008D79D1"/>
    <w:rsid w:val="008D7AB0"/>
    <w:rsid w:val="008D7C55"/>
    <w:rsid w:val="008D7D13"/>
    <w:rsid w:val="008E0576"/>
    <w:rsid w:val="008E09AD"/>
    <w:rsid w:val="008E0ADF"/>
    <w:rsid w:val="008E0C9E"/>
    <w:rsid w:val="008E110B"/>
    <w:rsid w:val="008E17DE"/>
    <w:rsid w:val="008E18FD"/>
    <w:rsid w:val="008E2015"/>
    <w:rsid w:val="008E2135"/>
    <w:rsid w:val="008E2175"/>
    <w:rsid w:val="008E21A4"/>
    <w:rsid w:val="008E2376"/>
    <w:rsid w:val="008E2749"/>
    <w:rsid w:val="008E2815"/>
    <w:rsid w:val="008E2D0F"/>
    <w:rsid w:val="008E2D8A"/>
    <w:rsid w:val="008E2E22"/>
    <w:rsid w:val="008E2E6C"/>
    <w:rsid w:val="008E3602"/>
    <w:rsid w:val="008E38B2"/>
    <w:rsid w:val="008E3923"/>
    <w:rsid w:val="008E41AA"/>
    <w:rsid w:val="008E47C2"/>
    <w:rsid w:val="008E4C11"/>
    <w:rsid w:val="008E4CB2"/>
    <w:rsid w:val="008E4D93"/>
    <w:rsid w:val="008E5043"/>
    <w:rsid w:val="008E508E"/>
    <w:rsid w:val="008E5B77"/>
    <w:rsid w:val="008E5CB8"/>
    <w:rsid w:val="008E6F47"/>
    <w:rsid w:val="008E6FA2"/>
    <w:rsid w:val="008E721E"/>
    <w:rsid w:val="008E7365"/>
    <w:rsid w:val="008E75DA"/>
    <w:rsid w:val="008E7ADC"/>
    <w:rsid w:val="008F0049"/>
    <w:rsid w:val="008F08EE"/>
    <w:rsid w:val="008F0924"/>
    <w:rsid w:val="008F0A33"/>
    <w:rsid w:val="008F0E18"/>
    <w:rsid w:val="008F12CA"/>
    <w:rsid w:val="008F12E3"/>
    <w:rsid w:val="008F13A9"/>
    <w:rsid w:val="008F19ED"/>
    <w:rsid w:val="008F1BD9"/>
    <w:rsid w:val="008F1C08"/>
    <w:rsid w:val="008F22C5"/>
    <w:rsid w:val="008F23BA"/>
    <w:rsid w:val="008F2606"/>
    <w:rsid w:val="008F270E"/>
    <w:rsid w:val="008F280E"/>
    <w:rsid w:val="008F29DE"/>
    <w:rsid w:val="008F36B9"/>
    <w:rsid w:val="008F3855"/>
    <w:rsid w:val="008F3976"/>
    <w:rsid w:val="008F3AEA"/>
    <w:rsid w:val="008F3F48"/>
    <w:rsid w:val="008F446A"/>
    <w:rsid w:val="008F44C5"/>
    <w:rsid w:val="008F4B39"/>
    <w:rsid w:val="008F4F84"/>
    <w:rsid w:val="008F50E1"/>
    <w:rsid w:val="008F557E"/>
    <w:rsid w:val="008F5856"/>
    <w:rsid w:val="008F5B0A"/>
    <w:rsid w:val="008F6497"/>
    <w:rsid w:val="008F64CE"/>
    <w:rsid w:val="008F6583"/>
    <w:rsid w:val="008F67AC"/>
    <w:rsid w:val="008F6C59"/>
    <w:rsid w:val="008F6E23"/>
    <w:rsid w:val="008F6F4B"/>
    <w:rsid w:val="008F71FF"/>
    <w:rsid w:val="008F7271"/>
    <w:rsid w:val="008F727C"/>
    <w:rsid w:val="008F7286"/>
    <w:rsid w:val="008F7468"/>
    <w:rsid w:val="008F751F"/>
    <w:rsid w:val="008F7619"/>
    <w:rsid w:val="008F796A"/>
    <w:rsid w:val="008F7B1C"/>
    <w:rsid w:val="008F7D3A"/>
    <w:rsid w:val="009004DA"/>
    <w:rsid w:val="009006C8"/>
    <w:rsid w:val="009008A8"/>
    <w:rsid w:val="00900C36"/>
    <w:rsid w:val="00900D29"/>
    <w:rsid w:val="00900E3E"/>
    <w:rsid w:val="00900F4E"/>
    <w:rsid w:val="00900F89"/>
    <w:rsid w:val="00901113"/>
    <w:rsid w:val="00901422"/>
    <w:rsid w:val="009016BB"/>
    <w:rsid w:val="00901BC7"/>
    <w:rsid w:val="00901C32"/>
    <w:rsid w:val="00901FF2"/>
    <w:rsid w:val="009025FC"/>
    <w:rsid w:val="009026F1"/>
    <w:rsid w:val="00902870"/>
    <w:rsid w:val="0090300D"/>
    <w:rsid w:val="00903240"/>
    <w:rsid w:val="009033E5"/>
    <w:rsid w:val="00903443"/>
    <w:rsid w:val="0090362A"/>
    <w:rsid w:val="009037B7"/>
    <w:rsid w:val="00903891"/>
    <w:rsid w:val="00903A17"/>
    <w:rsid w:val="00903A63"/>
    <w:rsid w:val="00903CF5"/>
    <w:rsid w:val="009042E3"/>
    <w:rsid w:val="009045A8"/>
    <w:rsid w:val="009048FC"/>
    <w:rsid w:val="00904F19"/>
    <w:rsid w:val="00904F5D"/>
    <w:rsid w:val="009054FE"/>
    <w:rsid w:val="00905673"/>
    <w:rsid w:val="00905884"/>
    <w:rsid w:val="009058B9"/>
    <w:rsid w:val="0090593D"/>
    <w:rsid w:val="0090630C"/>
    <w:rsid w:val="00906502"/>
    <w:rsid w:val="009073DA"/>
    <w:rsid w:val="009075B9"/>
    <w:rsid w:val="00907692"/>
    <w:rsid w:val="009077F6"/>
    <w:rsid w:val="00907C7B"/>
    <w:rsid w:val="00910773"/>
    <w:rsid w:val="00910E17"/>
    <w:rsid w:val="00910FF4"/>
    <w:rsid w:val="00911194"/>
    <w:rsid w:val="0091126A"/>
    <w:rsid w:val="0091135E"/>
    <w:rsid w:val="009116C7"/>
    <w:rsid w:val="00911FA8"/>
    <w:rsid w:val="009120D5"/>
    <w:rsid w:val="00912140"/>
    <w:rsid w:val="00912BEE"/>
    <w:rsid w:val="00912DBF"/>
    <w:rsid w:val="00912DEE"/>
    <w:rsid w:val="009131D5"/>
    <w:rsid w:val="0091323E"/>
    <w:rsid w:val="00913339"/>
    <w:rsid w:val="009133D1"/>
    <w:rsid w:val="0091364B"/>
    <w:rsid w:val="009139DD"/>
    <w:rsid w:val="00913C00"/>
    <w:rsid w:val="00913CD0"/>
    <w:rsid w:val="00914237"/>
    <w:rsid w:val="009142C9"/>
    <w:rsid w:val="009145D0"/>
    <w:rsid w:val="0091469B"/>
    <w:rsid w:val="009148D2"/>
    <w:rsid w:val="009148DC"/>
    <w:rsid w:val="00914E09"/>
    <w:rsid w:val="00914E3C"/>
    <w:rsid w:val="00914F0B"/>
    <w:rsid w:val="009157C5"/>
    <w:rsid w:val="009159A8"/>
    <w:rsid w:val="00915D0C"/>
    <w:rsid w:val="00915FB1"/>
    <w:rsid w:val="00916038"/>
    <w:rsid w:val="009162FE"/>
    <w:rsid w:val="0091632F"/>
    <w:rsid w:val="009169B1"/>
    <w:rsid w:val="00916E60"/>
    <w:rsid w:val="0091723E"/>
    <w:rsid w:val="009175B9"/>
    <w:rsid w:val="009176A7"/>
    <w:rsid w:val="00917942"/>
    <w:rsid w:val="00917BEC"/>
    <w:rsid w:val="00917D01"/>
    <w:rsid w:val="00917DF9"/>
    <w:rsid w:val="0092014E"/>
    <w:rsid w:val="009207D6"/>
    <w:rsid w:val="00920AC7"/>
    <w:rsid w:val="00920F92"/>
    <w:rsid w:val="00920FB6"/>
    <w:rsid w:val="009211D7"/>
    <w:rsid w:val="0092136D"/>
    <w:rsid w:val="009214D8"/>
    <w:rsid w:val="009217B1"/>
    <w:rsid w:val="009217D6"/>
    <w:rsid w:val="009219B8"/>
    <w:rsid w:val="009219F9"/>
    <w:rsid w:val="00921CA1"/>
    <w:rsid w:val="009223A8"/>
    <w:rsid w:val="009227D4"/>
    <w:rsid w:val="00922AE0"/>
    <w:rsid w:val="00922B39"/>
    <w:rsid w:val="00922CF8"/>
    <w:rsid w:val="00922E64"/>
    <w:rsid w:val="00922F83"/>
    <w:rsid w:val="00923749"/>
    <w:rsid w:val="00923C60"/>
    <w:rsid w:val="00923C91"/>
    <w:rsid w:val="00923D22"/>
    <w:rsid w:val="00923F04"/>
    <w:rsid w:val="00924279"/>
    <w:rsid w:val="00924C41"/>
    <w:rsid w:val="00924EAA"/>
    <w:rsid w:val="0092504E"/>
    <w:rsid w:val="0092519C"/>
    <w:rsid w:val="00925237"/>
    <w:rsid w:val="009253DA"/>
    <w:rsid w:val="00925655"/>
    <w:rsid w:val="009256BF"/>
    <w:rsid w:val="00926515"/>
    <w:rsid w:val="00926AF9"/>
    <w:rsid w:val="00926BE3"/>
    <w:rsid w:val="00926F00"/>
    <w:rsid w:val="00927631"/>
    <w:rsid w:val="0092780B"/>
    <w:rsid w:val="00927EE7"/>
    <w:rsid w:val="00927FB0"/>
    <w:rsid w:val="0093008B"/>
    <w:rsid w:val="00930472"/>
    <w:rsid w:val="00930880"/>
    <w:rsid w:val="00930B5B"/>
    <w:rsid w:val="00930C51"/>
    <w:rsid w:val="00930C77"/>
    <w:rsid w:val="00930DAC"/>
    <w:rsid w:val="0093116F"/>
    <w:rsid w:val="009311E2"/>
    <w:rsid w:val="00931414"/>
    <w:rsid w:val="009315FD"/>
    <w:rsid w:val="0093182F"/>
    <w:rsid w:val="00931CEC"/>
    <w:rsid w:val="00931F1F"/>
    <w:rsid w:val="00932491"/>
    <w:rsid w:val="00932B37"/>
    <w:rsid w:val="00932CA2"/>
    <w:rsid w:val="00932FEC"/>
    <w:rsid w:val="00932FFF"/>
    <w:rsid w:val="00933F47"/>
    <w:rsid w:val="009344C1"/>
    <w:rsid w:val="009346A3"/>
    <w:rsid w:val="0093489C"/>
    <w:rsid w:val="00934BFA"/>
    <w:rsid w:val="00934C35"/>
    <w:rsid w:val="00934CD3"/>
    <w:rsid w:val="00934ED1"/>
    <w:rsid w:val="00935427"/>
    <w:rsid w:val="009354CA"/>
    <w:rsid w:val="0093568D"/>
    <w:rsid w:val="0093586C"/>
    <w:rsid w:val="00935A73"/>
    <w:rsid w:val="00936183"/>
    <w:rsid w:val="0093671E"/>
    <w:rsid w:val="009367CE"/>
    <w:rsid w:val="00936877"/>
    <w:rsid w:val="009368AF"/>
    <w:rsid w:val="00936919"/>
    <w:rsid w:val="009369FD"/>
    <w:rsid w:val="00936C30"/>
    <w:rsid w:val="00936FA8"/>
    <w:rsid w:val="00937701"/>
    <w:rsid w:val="00937705"/>
    <w:rsid w:val="00937801"/>
    <w:rsid w:val="00937AA5"/>
    <w:rsid w:val="00940034"/>
    <w:rsid w:val="00940083"/>
    <w:rsid w:val="00940346"/>
    <w:rsid w:val="009404E7"/>
    <w:rsid w:val="0094066A"/>
    <w:rsid w:val="0094069F"/>
    <w:rsid w:val="009408E6"/>
    <w:rsid w:val="00940BE5"/>
    <w:rsid w:val="00940EBF"/>
    <w:rsid w:val="009410F3"/>
    <w:rsid w:val="009412E4"/>
    <w:rsid w:val="00941610"/>
    <w:rsid w:val="009418AB"/>
    <w:rsid w:val="00941B7D"/>
    <w:rsid w:val="009424A6"/>
    <w:rsid w:val="009428E4"/>
    <w:rsid w:val="00942E6E"/>
    <w:rsid w:val="00942E86"/>
    <w:rsid w:val="009432B3"/>
    <w:rsid w:val="00943965"/>
    <w:rsid w:val="00943C1B"/>
    <w:rsid w:val="00943EE1"/>
    <w:rsid w:val="00944226"/>
    <w:rsid w:val="0094478A"/>
    <w:rsid w:val="00944E8E"/>
    <w:rsid w:val="0094501E"/>
    <w:rsid w:val="009457F8"/>
    <w:rsid w:val="0094598B"/>
    <w:rsid w:val="00945AA6"/>
    <w:rsid w:val="00945AD8"/>
    <w:rsid w:val="00945D24"/>
    <w:rsid w:val="0094627E"/>
    <w:rsid w:val="00946443"/>
    <w:rsid w:val="00946B06"/>
    <w:rsid w:val="00946CB6"/>
    <w:rsid w:val="00946FC3"/>
    <w:rsid w:val="00947277"/>
    <w:rsid w:val="00947303"/>
    <w:rsid w:val="009474B9"/>
    <w:rsid w:val="009475AE"/>
    <w:rsid w:val="009478CF"/>
    <w:rsid w:val="00947AE0"/>
    <w:rsid w:val="00947B0A"/>
    <w:rsid w:val="00947E04"/>
    <w:rsid w:val="00950385"/>
    <w:rsid w:val="009505B1"/>
    <w:rsid w:val="00950C7B"/>
    <w:rsid w:val="00950E02"/>
    <w:rsid w:val="00950EEC"/>
    <w:rsid w:val="0095118F"/>
    <w:rsid w:val="0095132E"/>
    <w:rsid w:val="009516FA"/>
    <w:rsid w:val="0095185C"/>
    <w:rsid w:val="00951CFD"/>
    <w:rsid w:val="00951D83"/>
    <w:rsid w:val="0095273D"/>
    <w:rsid w:val="00952D7A"/>
    <w:rsid w:val="00952E7D"/>
    <w:rsid w:val="00952EF8"/>
    <w:rsid w:val="0095303B"/>
    <w:rsid w:val="00953959"/>
    <w:rsid w:val="009539B6"/>
    <w:rsid w:val="00953CCB"/>
    <w:rsid w:val="00953F0E"/>
    <w:rsid w:val="00954499"/>
    <w:rsid w:val="00954C9A"/>
    <w:rsid w:val="00954F40"/>
    <w:rsid w:val="00955255"/>
    <w:rsid w:val="0095534D"/>
    <w:rsid w:val="00955895"/>
    <w:rsid w:val="00955EC9"/>
    <w:rsid w:val="00956036"/>
    <w:rsid w:val="00956402"/>
    <w:rsid w:val="009569EC"/>
    <w:rsid w:val="009570DC"/>
    <w:rsid w:val="00957475"/>
    <w:rsid w:val="0096012A"/>
    <w:rsid w:val="0096014F"/>
    <w:rsid w:val="00960218"/>
    <w:rsid w:val="009608D1"/>
    <w:rsid w:val="00960947"/>
    <w:rsid w:val="00960C9F"/>
    <w:rsid w:val="00960D6E"/>
    <w:rsid w:val="00960F23"/>
    <w:rsid w:val="00961798"/>
    <w:rsid w:val="00961815"/>
    <w:rsid w:val="009619D0"/>
    <w:rsid w:val="00961C17"/>
    <w:rsid w:val="00961D38"/>
    <w:rsid w:val="009620A8"/>
    <w:rsid w:val="009623CC"/>
    <w:rsid w:val="009624CF"/>
    <w:rsid w:val="0096262A"/>
    <w:rsid w:val="00962691"/>
    <w:rsid w:val="00962834"/>
    <w:rsid w:val="00962A23"/>
    <w:rsid w:val="00962A8E"/>
    <w:rsid w:val="00962E2D"/>
    <w:rsid w:val="00962FE6"/>
    <w:rsid w:val="009634C2"/>
    <w:rsid w:val="009634F4"/>
    <w:rsid w:val="00963684"/>
    <w:rsid w:val="00963EA0"/>
    <w:rsid w:val="00963F99"/>
    <w:rsid w:val="0096423F"/>
    <w:rsid w:val="009643EF"/>
    <w:rsid w:val="009645D0"/>
    <w:rsid w:val="00964889"/>
    <w:rsid w:val="009649DB"/>
    <w:rsid w:val="00964C30"/>
    <w:rsid w:val="00964CC3"/>
    <w:rsid w:val="00964D2E"/>
    <w:rsid w:val="00964DEF"/>
    <w:rsid w:val="00965056"/>
    <w:rsid w:val="009660F9"/>
    <w:rsid w:val="009666F5"/>
    <w:rsid w:val="00966900"/>
    <w:rsid w:val="00966A28"/>
    <w:rsid w:val="00966ADB"/>
    <w:rsid w:val="00966F2F"/>
    <w:rsid w:val="009670BA"/>
    <w:rsid w:val="00967412"/>
    <w:rsid w:val="0096763D"/>
    <w:rsid w:val="00967BD9"/>
    <w:rsid w:val="00967C15"/>
    <w:rsid w:val="00967C50"/>
    <w:rsid w:val="00967F59"/>
    <w:rsid w:val="00967F88"/>
    <w:rsid w:val="00970076"/>
    <w:rsid w:val="009702F8"/>
    <w:rsid w:val="00970710"/>
    <w:rsid w:val="0097093F"/>
    <w:rsid w:val="00970AE4"/>
    <w:rsid w:val="00970B1E"/>
    <w:rsid w:val="00970C81"/>
    <w:rsid w:val="00971494"/>
    <w:rsid w:val="00971AF4"/>
    <w:rsid w:val="00972006"/>
    <w:rsid w:val="00972083"/>
    <w:rsid w:val="0097239C"/>
    <w:rsid w:val="00972592"/>
    <w:rsid w:val="00972BCA"/>
    <w:rsid w:val="00973010"/>
    <w:rsid w:val="00973098"/>
    <w:rsid w:val="009730A5"/>
    <w:rsid w:val="00973288"/>
    <w:rsid w:val="00973453"/>
    <w:rsid w:val="00973674"/>
    <w:rsid w:val="00973859"/>
    <w:rsid w:val="00973C03"/>
    <w:rsid w:val="00973E3C"/>
    <w:rsid w:val="00974327"/>
    <w:rsid w:val="009747C1"/>
    <w:rsid w:val="009748CE"/>
    <w:rsid w:val="00974EBF"/>
    <w:rsid w:val="0097519E"/>
    <w:rsid w:val="0097569A"/>
    <w:rsid w:val="00975CA0"/>
    <w:rsid w:val="00975F37"/>
    <w:rsid w:val="009763C5"/>
    <w:rsid w:val="00976927"/>
    <w:rsid w:val="00976962"/>
    <w:rsid w:val="009769C5"/>
    <w:rsid w:val="009772A7"/>
    <w:rsid w:val="00977748"/>
    <w:rsid w:val="00977908"/>
    <w:rsid w:val="00977AE7"/>
    <w:rsid w:val="00977DD8"/>
    <w:rsid w:val="009800BF"/>
    <w:rsid w:val="00980C9A"/>
    <w:rsid w:val="009810F1"/>
    <w:rsid w:val="009815BD"/>
    <w:rsid w:val="009817FF"/>
    <w:rsid w:val="009818F1"/>
    <w:rsid w:val="00981D92"/>
    <w:rsid w:val="00982471"/>
    <w:rsid w:val="00982771"/>
    <w:rsid w:val="009828EF"/>
    <w:rsid w:val="00982BA6"/>
    <w:rsid w:val="00982BBE"/>
    <w:rsid w:val="00982D13"/>
    <w:rsid w:val="00982D5C"/>
    <w:rsid w:val="00982D78"/>
    <w:rsid w:val="00982DD5"/>
    <w:rsid w:val="009832E1"/>
    <w:rsid w:val="009832E6"/>
    <w:rsid w:val="009833CD"/>
    <w:rsid w:val="00983459"/>
    <w:rsid w:val="0098371B"/>
    <w:rsid w:val="00984504"/>
    <w:rsid w:val="00984A26"/>
    <w:rsid w:val="00984C57"/>
    <w:rsid w:val="00984F64"/>
    <w:rsid w:val="009850CE"/>
    <w:rsid w:val="009853A3"/>
    <w:rsid w:val="00985424"/>
    <w:rsid w:val="00985C02"/>
    <w:rsid w:val="00985EF7"/>
    <w:rsid w:val="00986046"/>
    <w:rsid w:val="00986165"/>
    <w:rsid w:val="00986A0D"/>
    <w:rsid w:val="00986A46"/>
    <w:rsid w:val="00986D2B"/>
    <w:rsid w:val="0098738C"/>
    <w:rsid w:val="009874F1"/>
    <w:rsid w:val="00987F59"/>
    <w:rsid w:val="00990026"/>
    <w:rsid w:val="00990545"/>
    <w:rsid w:val="00990596"/>
    <w:rsid w:val="00990A15"/>
    <w:rsid w:val="00990C37"/>
    <w:rsid w:val="00990D15"/>
    <w:rsid w:val="00990EC9"/>
    <w:rsid w:val="00991048"/>
    <w:rsid w:val="0099118D"/>
    <w:rsid w:val="00991375"/>
    <w:rsid w:val="00991633"/>
    <w:rsid w:val="00991A1E"/>
    <w:rsid w:val="00991ED6"/>
    <w:rsid w:val="00991EF2"/>
    <w:rsid w:val="00991FCB"/>
    <w:rsid w:val="00991FEB"/>
    <w:rsid w:val="0099211A"/>
    <w:rsid w:val="009924F1"/>
    <w:rsid w:val="009925EC"/>
    <w:rsid w:val="00992A02"/>
    <w:rsid w:val="00992BE0"/>
    <w:rsid w:val="00992DC3"/>
    <w:rsid w:val="009930EC"/>
    <w:rsid w:val="009932FD"/>
    <w:rsid w:val="00993525"/>
    <w:rsid w:val="009938EB"/>
    <w:rsid w:val="00993C0D"/>
    <w:rsid w:val="00994441"/>
    <w:rsid w:val="00994DCC"/>
    <w:rsid w:val="0099579C"/>
    <w:rsid w:val="009960C6"/>
    <w:rsid w:val="00996789"/>
    <w:rsid w:val="00996884"/>
    <w:rsid w:val="00996C54"/>
    <w:rsid w:val="00996E8E"/>
    <w:rsid w:val="009970AB"/>
    <w:rsid w:val="009974C5"/>
    <w:rsid w:val="00997677"/>
    <w:rsid w:val="00997777"/>
    <w:rsid w:val="00997809"/>
    <w:rsid w:val="00997899"/>
    <w:rsid w:val="00997C04"/>
    <w:rsid w:val="00997D8E"/>
    <w:rsid w:val="009A05A1"/>
    <w:rsid w:val="009A09F8"/>
    <w:rsid w:val="009A0A1C"/>
    <w:rsid w:val="009A0C1C"/>
    <w:rsid w:val="009A0D86"/>
    <w:rsid w:val="009A0EEE"/>
    <w:rsid w:val="009A1CA1"/>
    <w:rsid w:val="009A1D1E"/>
    <w:rsid w:val="009A1DC0"/>
    <w:rsid w:val="009A1F56"/>
    <w:rsid w:val="009A1FCC"/>
    <w:rsid w:val="009A21B3"/>
    <w:rsid w:val="009A2586"/>
    <w:rsid w:val="009A25A0"/>
    <w:rsid w:val="009A26FA"/>
    <w:rsid w:val="009A28C9"/>
    <w:rsid w:val="009A2B9A"/>
    <w:rsid w:val="009A2DBE"/>
    <w:rsid w:val="009A30E8"/>
    <w:rsid w:val="009A3213"/>
    <w:rsid w:val="009A329F"/>
    <w:rsid w:val="009A3960"/>
    <w:rsid w:val="009A40B9"/>
    <w:rsid w:val="009A42A3"/>
    <w:rsid w:val="009A441F"/>
    <w:rsid w:val="009A44E6"/>
    <w:rsid w:val="009A4B98"/>
    <w:rsid w:val="009A4D3F"/>
    <w:rsid w:val="009A524B"/>
    <w:rsid w:val="009A54E2"/>
    <w:rsid w:val="009A553E"/>
    <w:rsid w:val="009A569B"/>
    <w:rsid w:val="009A5CDF"/>
    <w:rsid w:val="009A5D6B"/>
    <w:rsid w:val="009A629D"/>
    <w:rsid w:val="009A65CE"/>
    <w:rsid w:val="009A6EA6"/>
    <w:rsid w:val="009A7622"/>
    <w:rsid w:val="009A7916"/>
    <w:rsid w:val="009A7B66"/>
    <w:rsid w:val="009A7D79"/>
    <w:rsid w:val="009A7E68"/>
    <w:rsid w:val="009B0247"/>
    <w:rsid w:val="009B028C"/>
    <w:rsid w:val="009B0319"/>
    <w:rsid w:val="009B045A"/>
    <w:rsid w:val="009B060D"/>
    <w:rsid w:val="009B0DAA"/>
    <w:rsid w:val="009B12A8"/>
    <w:rsid w:val="009B167B"/>
    <w:rsid w:val="009B16E4"/>
    <w:rsid w:val="009B19CD"/>
    <w:rsid w:val="009B1DF5"/>
    <w:rsid w:val="009B259E"/>
    <w:rsid w:val="009B27FD"/>
    <w:rsid w:val="009B2970"/>
    <w:rsid w:val="009B2F20"/>
    <w:rsid w:val="009B3036"/>
    <w:rsid w:val="009B3262"/>
    <w:rsid w:val="009B365D"/>
    <w:rsid w:val="009B385E"/>
    <w:rsid w:val="009B3D23"/>
    <w:rsid w:val="009B3D25"/>
    <w:rsid w:val="009B3EDE"/>
    <w:rsid w:val="009B42FD"/>
    <w:rsid w:val="009B4379"/>
    <w:rsid w:val="009B49BE"/>
    <w:rsid w:val="009B4BEA"/>
    <w:rsid w:val="009B4F26"/>
    <w:rsid w:val="009B4F70"/>
    <w:rsid w:val="009B4FA9"/>
    <w:rsid w:val="009B532D"/>
    <w:rsid w:val="009B581E"/>
    <w:rsid w:val="009B5E91"/>
    <w:rsid w:val="009B606A"/>
    <w:rsid w:val="009B61FC"/>
    <w:rsid w:val="009B621A"/>
    <w:rsid w:val="009B6988"/>
    <w:rsid w:val="009B6A54"/>
    <w:rsid w:val="009B6B28"/>
    <w:rsid w:val="009B6CB7"/>
    <w:rsid w:val="009B6D6D"/>
    <w:rsid w:val="009B70C9"/>
    <w:rsid w:val="009B7280"/>
    <w:rsid w:val="009B7331"/>
    <w:rsid w:val="009C0283"/>
    <w:rsid w:val="009C0357"/>
    <w:rsid w:val="009C05C8"/>
    <w:rsid w:val="009C0643"/>
    <w:rsid w:val="009C07AE"/>
    <w:rsid w:val="009C091F"/>
    <w:rsid w:val="009C0FFB"/>
    <w:rsid w:val="009C1531"/>
    <w:rsid w:val="009C20A3"/>
    <w:rsid w:val="009C2488"/>
    <w:rsid w:val="009C27B3"/>
    <w:rsid w:val="009C2942"/>
    <w:rsid w:val="009C2DF9"/>
    <w:rsid w:val="009C2EB9"/>
    <w:rsid w:val="009C2F72"/>
    <w:rsid w:val="009C3194"/>
    <w:rsid w:val="009C35FF"/>
    <w:rsid w:val="009C3C36"/>
    <w:rsid w:val="009C437E"/>
    <w:rsid w:val="009C4CF7"/>
    <w:rsid w:val="009C5490"/>
    <w:rsid w:val="009C562D"/>
    <w:rsid w:val="009C5988"/>
    <w:rsid w:val="009C59D7"/>
    <w:rsid w:val="009C6047"/>
    <w:rsid w:val="009C65DB"/>
    <w:rsid w:val="009C6FCA"/>
    <w:rsid w:val="009C7131"/>
    <w:rsid w:val="009C713C"/>
    <w:rsid w:val="009C71F5"/>
    <w:rsid w:val="009C7813"/>
    <w:rsid w:val="009C78A1"/>
    <w:rsid w:val="009C7C1C"/>
    <w:rsid w:val="009C7E9C"/>
    <w:rsid w:val="009D01BE"/>
    <w:rsid w:val="009D0277"/>
    <w:rsid w:val="009D051B"/>
    <w:rsid w:val="009D05E0"/>
    <w:rsid w:val="009D07B2"/>
    <w:rsid w:val="009D07E8"/>
    <w:rsid w:val="009D1025"/>
    <w:rsid w:val="009D1519"/>
    <w:rsid w:val="009D18EC"/>
    <w:rsid w:val="009D23BE"/>
    <w:rsid w:val="009D257C"/>
    <w:rsid w:val="009D2997"/>
    <w:rsid w:val="009D29D9"/>
    <w:rsid w:val="009D2C1A"/>
    <w:rsid w:val="009D2E2D"/>
    <w:rsid w:val="009D3054"/>
    <w:rsid w:val="009D346E"/>
    <w:rsid w:val="009D366D"/>
    <w:rsid w:val="009D3684"/>
    <w:rsid w:val="009D371C"/>
    <w:rsid w:val="009D37A7"/>
    <w:rsid w:val="009D42EC"/>
    <w:rsid w:val="009D449E"/>
    <w:rsid w:val="009D496F"/>
    <w:rsid w:val="009D4CB9"/>
    <w:rsid w:val="009D4F98"/>
    <w:rsid w:val="009D515C"/>
    <w:rsid w:val="009D51EA"/>
    <w:rsid w:val="009D540E"/>
    <w:rsid w:val="009D5998"/>
    <w:rsid w:val="009D62B4"/>
    <w:rsid w:val="009D647D"/>
    <w:rsid w:val="009D6548"/>
    <w:rsid w:val="009D6909"/>
    <w:rsid w:val="009D6927"/>
    <w:rsid w:val="009D6C5A"/>
    <w:rsid w:val="009D70F9"/>
    <w:rsid w:val="009D7222"/>
    <w:rsid w:val="009D722B"/>
    <w:rsid w:val="009D728D"/>
    <w:rsid w:val="009D75B6"/>
    <w:rsid w:val="009D77AC"/>
    <w:rsid w:val="009D789F"/>
    <w:rsid w:val="009D7C0C"/>
    <w:rsid w:val="009E00B6"/>
    <w:rsid w:val="009E028C"/>
    <w:rsid w:val="009E0E9C"/>
    <w:rsid w:val="009E129E"/>
    <w:rsid w:val="009E1B77"/>
    <w:rsid w:val="009E211C"/>
    <w:rsid w:val="009E2350"/>
    <w:rsid w:val="009E265E"/>
    <w:rsid w:val="009E2768"/>
    <w:rsid w:val="009E2C5E"/>
    <w:rsid w:val="009E2D04"/>
    <w:rsid w:val="009E2F46"/>
    <w:rsid w:val="009E305F"/>
    <w:rsid w:val="009E35E9"/>
    <w:rsid w:val="009E3747"/>
    <w:rsid w:val="009E3A93"/>
    <w:rsid w:val="009E3D13"/>
    <w:rsid w:val="009E3E7F"/>
    <w:rsid w:val="009E3EB7"/>
    <w:rsid w:val="009E4021"/>
    <w:rsid w:val="009E4570"/>
    <w:rsid w:val="009E4818"/>
    <w:rsid w:val="009E49DC"/>
    <w:rsid w:val="009E5989"/>
    <w:rsid w:val="009E65E1"/>
    <w:rsid w:val="009E6A7D"/>
    <w:rsid w:val="009E6CA6"/>
    <w:rsid w:val="009E6EEE"/>
    <w:rsid w:val="009E7260"/>
    <w:rsid w:val="009E73EB"/>
    <w:rsid w:val="009E7DAD"/>
    <w:rsid w:val="009F0195"/>
    <w:rsid w:val="009F0459"/>
    <w:rsid w:val="009F04E4"/>
    <w:rsid w:val="009F0697"/>
    <w:rsid w:val="009F06E6"/>
    <w:rsid w:val="009F17DB"/>
    <w:rsid w:val="009F1EE8"/>
    <w:rsid w:val="009F23B7"/>
    <w:rsid w:val="009F24C8"/>
    <w:rsid w:val="009F254E"/>
    <w:rsid w:val="009F26D2"/>
    <w:rsid w:val="009F29B2"/>
    <w:rsid w:val="009F2A95"/>
    <w:rsid w:val="009F2C76"/>
    <w:rsid w:val="009F2D95"/>
    <w:rsid w:val="009F2DCC"/>
    <w:rsid w:val="009F30A6"/>
    <w:rsid w:val="009F3322"/>
    <w:rsid w:val="009F3472"/>
    <w:rsid w:val="009F351E"/>
    <w:rsid w:val="009F3A4C"/>
    <w:rsid w:val="009F3B92"/>
    <w:rsid w:val="009F3DD4"/>
    <w:rsid w:val="009F4EBC"/>
    <w:rsid w:val="009F4F08"/>
    <w:rsid w:val="009F4FBF"/>
    <w:rsid w:val="009F57EF"/>
    <w:rsid w:val="009F58B2"/>
    <w:rsid w:val="009F5B71"/>
    <w:rsid w:val="009F5D95"/>
    <w:rsid w:val="009F5EDB"/>
    <w:rsid w:val="009F60C3"/>
    <w:rsid w:val="009F69FC"/>
    <w:rsid w:val="009F6BAB"/>
    <w:rsid w:val="009F6BB8"/>
    <w:rsid w:val="009F6BF9"/>
    <w:rsid w:val="009F6CBD"/>
    <w:rsid w:val="009F6E58"/>
    <w:rsid w:val="009F7CB9"/>
    <w:rsid w:val="009F7D7D"/>
    <w:rsid w:val="009F7DE6"/>
    <w:rsid w:val="009F7F84"/>
    <w:rsid w:val="009F7FCF"/>
    <w:rsid w:val="00A00B99"/>
    <w:rsid w:val="00A00B9F"/>
    <w:rsid w:val="00A00E81"/>
    <w:rsid w:val="00A01273"/>
    <w:rsid w:val="00A01780"/>
    <w:rsid w:val="00A0235D"/>
    <w:rsid w:val="00A023CA"/>
    <w:rsid w:val="00A027AF"/>
    <w:rsid w:val="00A02A8C"/>
    <w:rsid w:val="00A02CAA"/>
    <w:rsid w:val="00A0311C"/>
    <w:rsid w:val="00A036DD"/>
    <w:rsid w:val="00A03D33"/>
    <w:rsid w:val="00A03E5E"/>
    <w:rsid w:val="00A03E92"/>
    <w:rsid w:val="00A04100"/>
    <w:rsid w:val="00A0482C"/>
    <w:rsid w:val="00A04A31"/>
    <w:rsid w:val="00A053C9"/>
    <w:rsid w:val="00A0544A"/>
    <w:rsid w:val="00A0556D"/>
    <w:rsid w:val="00A055CD"/>
    <w:rsid w:val="00A0562D"/>
    <w:rsid w:val="00A05A72"/>
    <w:rsid w:val="00A06008"/>
    <w:rsid w:val="00A0602B"/>
    <w:rsid w:val="00A06210"/>
    <w:rsid w:val="00A06236"/>
    <w:rsid w:val="00A064EF"/>
    <w:rsid w:val="00A067C0"/>
    <w:rsid w:val="00A068D9"/>
    <w:rsid w:val="00A0691C"/>
    <w:rsid w:val="00A06974"/>
    <w:rsid w:val="00A07A25"/>
    <w:rsid w:val="00A07B2B"/>
    <w:rsid w:val="00A07B4A"/>
    <w:rsid w:val="00A07D87"/>
    <w:rsid w:val="00A103E8"/>
    <w:rsid w:val="00A104AC"/>
    <w:rsid w:val="00A1122D"/>
    <w:rsid w:val="00A112D5"/>
    <w:rsid w:val="00A112F9"/>
    <w:rsid w:val="00A115DB"/>
    <w:rsid w:val="00A11B2B"/>
    <w:rsid w:val="00A11C53"/>
    <w:rsid w:val="00A11C6A"/>
    <w:rsid w:val="00A11E35"/>
    <w:rsid w:val="00A128BB"/>
    <w:rsid w:val="00A12A83"/>
    <w:rsid w:val="00A1311D"/>
    <w:rsid w:val="00A136F7"/>
    <w:rsid w:val="00A1389E"/>
    <w:rsid w:val="00A13A7D"/>
    <w:rsid w:val="00A13D1F"/>
    <w:rsid w:val="00A13D6B"/>
    <w:rsid w:val="00A1403D"/>
    <w:rsid w:val="00A14464"/>
    <w:rsid w:val="00A1447F"/>
    <w:rsid w:val="00A148F7"/>
    <w:rsid w:val="00A14B16"/>
    <w:rsid w:val="00A14E39"/>
    <w:rsid w:val="00A1553A"/>
    <w:rsid w:val="00A15E39"/>
    <w:rsid w:val="00A160A7"/>
    <w:rsid w:val="00A1610E"/>
    <w:rsid w:val="00A16163"/>
    <w:rsid w:val="00A161C3"/>
    <w:rsid w:val="00A1620D"/>
    <w:rsid w:val="00A1631F"/>
    <w:rsid w:val="00A16373"/>
    <w:rsid w:val="00A1649F"/>
    <w:rsid w:val="00A167B0"/>
    <w:rsid w:val="00A16821"/>
    <w:rsid w:val="00A2030B"/>
    <w:rsid w:val="00A209CB"/>
    <w:rsid w:val="00A211BE"/>
    <w:rsid w:val="00A212F3"/>
    <w:rsid w:val="00A216B4"/>
    <w:rsid w:val="00A21F7B"/>
    <w:rsid w:val="00A22225"/>
    <w:rsid w:val="00A2242D"/>
    <w:rsid w:val="00A224FE"/>
    <w:rsid w:val="00A22D83"/>
    <w:rsid w:val="00A22DCC"/>
    <w:rsid w:val="00A2325A"/>
    <w:rsid w:val="00A23637"/>
    <w:rsid w:val="00A238C7"/>
    <w:rsid w:val="00A23D80"/>
    <w:rsid w:val="00A2418E"/>
    <w:rsid w:val="00A246CB"/>
    <w:rsid w:val="00A24B42"/>
    <w:rsid w:val="00A24DCD"/>
    <w:rsid w:val="00A24DD4"/>
    <w:rsid w:val="00A24E32"/>
    <w:rsid w:val="00A25576"/>
    <w:rsid w:val="00A2558A"/>
    <w:rsid w:val="00A25E87"/>
    <w:rsid w:val="00A260A9"/>
    <w:rsid w:val="00A26147"/>
    <w:rsid w:val="00A265DB"/>
    <w:rsid w:val="00A2660B"/>
    <w:rsid w:val="00A2679C"/>
    <w:rsid w:val="00A26BBB"/>
    <w:rsid w:val="00A26E03"/>
    <w:rsid w:val="00A27542"/>
    <w:rsid w:val="00A27611"/>
    <w:rsid w:val="00A2795A"/>
    <w:rsid w:val="00A27B8A"/>
    <w:rsid w:val="00A30494"/>
    <w:rsid w:val="00A305A0"/>
    <w:rsid w:val="00A3097A"/>
    <w:rsid w:val="00A30EBD"/>
    <w:rsid w:val="00A30F02"/>
    <w:rsid w:val="00A31069"/>
    <w:rsid w:val="00A3108A"/>
    <w:rsid w:val="00A310F6"/>
    <w:rsid w:val="00A3131E"/>
    <w:rsid w:val="00A314CB"/>
    <w:rsid w:val="00A315A4"/>
    <w:rsid w:val="00A31759"/>
    <w:rsid w:val="00A3198F"/>
    <w:rsid w:val="00A31D11"/>
    <w:rsid w:val="00A31F31"/>
    <w:rsid w:val="00A323AA"/>
    <w:rsid w:val="00A325B0"/>
    <w:rsid w:val="00A32683"/>
    <w:rsid w:val="00A326ED"/>
    <w:rsid w:val="00A32B2A"/>
    <w:rsid w:val="00A32B64"/>
    <w:rsid w:val="00A32C21"/>
    <w:rsid w:val="00A32C70"/>
    <w:rsid w:val="00A32CB4"/>
    <w:rsid w:val="00A32DA7"/>
    <w:rsid w:val="00A32DC6"/>
    <w:rsid w:val="00A32F46"/>
    <w:rsid w:val="00A330AD"/>
    <w:rsid w:val="00A33820"/>
    <w:rsid w:val="00A33910"/>
    <w:rsid w:val="00A33CEC"/>
    <w:rsid w:val="00A33D1D"/>
    <w:rsid w:val="00A33D4B"/>
    <w:rsid w:val="00A33DD9"/>
    <w:rsid w:val="00A340D6"/>
    <w:rsid w:val="00A34F7B"/>
    <w:rsid w:val="00A34F89"/>
    <w:rsid w:val="00A35196"/>
    <w:rsid w:val="00A35251"/>
    <w:rsid w:val="00A352B6"/>
    <w:rsid w:val="00A35449"/>
    <w:rsid w:val="00A35519"/>
    <w:rsid w:val="00A35A43"/>
    <w:rsid w:val="00A35B42"/>
    <w:rsid w:val="00A35BFE"/>
    <w:rsid w:val="00A36362"/>
    <w:rsid w:val="00A367FD"/>
    <w:rsid w:val="00A3699C"/>
    <w:rsid w:val="00A36ACD"/>
    <w:rsid w:val="00A36FAD"/>
    <w:rsid w:val="00A36FCB"/>
    <w:rsid w:val="00A373AF"/>
    <w:rsid w:val="00A3787D"/>
    <w:rsid w:val="00A37B73"/>
    <w:rsid w:val="00A40169"/>
    <w:rsid w:val="00A403C4"/>
    <w:rsid w:val="00A4056C"/>
    <w:rsid w:val="00A4089A"/>
    <w:rsid w:val="00A40B5B"/>
    <w:rsid w:val="00A40DCD"/>
    <w:rsid w:val="00A41182"/>
    <w:rsid w:val="00A41291"/>
    <w:rsid w:val="00A4136E"/>
    <w:rsid w:val="00A413B8"/>
    <w:rsid w:val="00A414C4"/>
    <w:rsid w:val="00A4158E"/>
    <w:rsid w:val="00A418B5"/>
    <w:rsid w:val="00A41F37"/>
    <w:rsid w:val="00A4224D"/>
    <w:rsid w:val="00A423EA"/>
    <w:rsid w:val="00A4263F"/>
    <w:rsid w:val="00A4301B"/>
    <w:rsid w:val="00A430B0"/>
    <w:rsid w:val="00A436F1"/>
    <w:rsid w:val="00A43886"/>
    <w:rsid w:val="00A438F3"/>
    <w:rsid w:val="00A43BCB"/>
    <w:rsid w:val="00A43EAC"/>
    <w:rsid w:val="00A43EB7"/>
    <w:rsid w:val="00A44538"/>
    <w:rsid w:val="00A452AC"/>
    <w:rsid w:val="00A453A1"/>
    <w:rsid w:val="00A45611"/>
    <w:rsid w:val="00A456A4"/>
    <w:rsid w:val="00A45FD9"/>
    <w:rsid w:val="00A4621E"/>
    <w:rsid w:val="00A4652B"/>
    <w:rsid w:val="00A46660"/>
    <w:rsid w:val="00A469AC"/>
    <w:rsid w:val="00A4749E"/>
    <w:rsid w:val="00A47713"/>
    <w:rsid w:val="00A4795C"/>
    <w:rsid w:val="00A47C5D"/>
    <w:rsid w:val="00A47DA8"/>
    <w:rsid w:val="00A47E91"/>
    <w:rsid w:val="00A5018D"/>
    <w:rsid w:val="00A502AC"/>
    <w:rsid w:val="00A5078E"/>
    <w:rsid w:val="00A5083B"/>
    <w:rsid w:val="00A5088F"/>
    <w:rsid w:val="00A50928"/>
    <w:rsid w:val="00A50B47"/>
    <w:rsid w:val="00A515B6"/>
    <w:rsid w:val="00A515C1"/>
    <w:rsid w:val="00A51F1B"/>
    <w:rsid w:val="00A5200A"/>
    <w:rsid w:val="00A525A8"/>
    <w:rsid w:val="00A526FA"/>
    <w:rsid w:val="00A52A26"/>
    <w:rsid w:val="00A52BC9"/>
    <w:rsid w:val="00A52EDD"/>
    <w:rsid w:val="00A534FF"/>
    <w:rsid w:val="00A53894"/>
    <w:rsid w:val="00A53E0D"/>
    <w:rsid w:val="00A53E45"/>
    <w:rsid w:val="00A540F9"/>
    <w:rsid w:val="00A54229"/>
    <w:rsid w:val="00A542AF"/>
    <w:rsid w:val="00A546F9"/>
    <w:rsid w:val="00A54B56"/>
    <w:rsid w:val="00A55775"/>
    <w:rsid w:val="00A5599F"/>
    <w:rsid w:val="00A559AB"/>
    <w:rsid w:val="00A55C49"/>
    <w:rsid w:val="00A55DE7"/>
    <w:rsid w:val="00A55FF1"/>
    <w:rsid w:val="00A56032"/>
    <w:rsid w:val="00A56448"/>
    <w:rsid w:val="00A56500"/>
    <w:rsid w:val="00A56552"/>
    <w:rsid w:val="00A566B7"/>
    <w:rsid w:val="00A569BF"/>
    <w:rsid w:val="00A56BA2"/>
    <w:rsid w:val="00A56BFA"/>
    <w:rsid w:val="00A56C86"/>
    <w:rsid w:val="00A5722B"/>
    <w:rsid w:val="00A57616"/>
    <w:rsid w:val="00A57BDB"/>
    <w:rsid w:val="00A57EAA"/>
    <w:rsid w:val="00A60435"/>
    <w:rsid w:val="00A604E7"/>
    <w:rsid w:val="00A60B85"/>
    <w:rsid w:val="00A60CD9"/>
    <w:rsid w:val="00A6102F"/>
    <w:rsid w:val="00A61981"/>
    <w:rsid w:val="00A619B5"/>
    <w:rsid w:val="00A61B35"/>
    <w:rsid w:val="00A61EB0"/>
    <w:rsid w:val="00A6237E"/>
    <w:rsid w:val="00A62F4A"/>
    <w:rsid w:val="00A62FCE"/>
    <w:rsid w:val="00A635C1"/>
    <w:rsid w:val="00A6365E"/>
    <w:rsid w:val="00A63864"/>
    <w:rsid w:val="00A63930"/>
    <w:rsid w:val="00A63A07"/>
    <w:rsid w:val="00A63D34"/>
    <w:rsid w:val="00A63DB2"/>
    <w:rsid w:val="00A63E7C"/>
    <w:rsid w:val="00A6421C"/>
    <w:rsid w:val="00A64336"/>
    <w:rsid w:val="00A6495F"/>
    <w:rsid w:val="00A6530A"/>
    <w:rsid w:val="00A656F1"/>
    <w:rsid w:val="00A65B6B"/>
    <w:rsid w:val="00A65CD3"/>
    <w:rsid w:val="00A65EF2"/>
    <w:rsid w:val="00A663AF"/>
    <w:rsid w:val="00A66905"/>
    <w:rsid w:val="00A66AC9"/>
    <w:rsid w:val="00A66FCC"/>
    <w:rsid w:val="00A67098"/>
    <w:rsid w:val="00A67AE9"/>
    <w:rsid w:val="00A67C80"/>
    <w:rsid w:val="00A67D04"/>
    <w:rsid w:val="00A67DA6"/>
    <w:rsid w:val="00A700F5"/>
    <w:rsid w:val="00A70532"/>
    <w:rsid w:val="00A70911"/>
    <w:rsid w:val="00A70A4B"/>
    <w:rsid w:val="00A710AA"/>
    <w:rsid w:val="00A7112D"/>
    <w:rsid w:val="00A712E4"/>
    <w:rsid w:val="00A7173C"/>
    <w:rsid w:val="00A7218A"/>
    <w:rsid w:val="00A721F3"/>
    <w:rsid w:val="00A72343"/>
    <w:rsid w:val="00A723E5"/>
    <w:rsid w:val="00A72F98"/>
    <w:rsid w:val="00A72FE3"/>
    <w:rsid w:val="00A7325E"/>
    <w:rsid w:val="00A737FE"/>
    <w:rsid w:val="00A73FA4"/>
    <w:rsid w:val="00A7466D"/>
    <w:rsid w:val="00A74AB0"/>
    <w:rsid w:val="00A74AEF"/>
    <w:rsid w:val="00A74C2B"/>
    <w:rsid w:val="00A74C2D"/>
    <w:rsid w:val="00A75347"/>
    <w:rsid w:val="00A75399"/>
    <w:rsid w:val="00A7547B"/>
    <w:rsid w:val="00A75747"/>
    <w:rsid w:val="00A758F8"/>
    <w:rsid w:val="00A75C48"/>
    <w:rsid w:val="00A75E73"/>
    <w:rsid w:val="00A7632E"/>
    <w:rsid w:val="00A76A6D"/>
    <w:rsid w:val="00A76C72"/>
    <w:rsid w:val="00A77233"/>
    <w:rsid w:val="00A776A2"/>
    <w:rsid w:val="00A776AC"/>
    <w:rsid w:val="00A777BF"/>
    <w:rsid w:val="00A7784B"/>
    <w:rsid w:val="00A77DF9"/>
    <w:rsid w:val="00A80183"/>
    <w:rsid w:val="00A80627"/>
    <w:rsid w:val="00A8079C"/>
    <w:rsid w:val="00A80890"/>
    <w:rsid w:val="00A808E5"/>
    <w:rsid w:val="00A80C41"/>
    <w:rsid w:val="00A812A2"/>
    <w:rsid w:val="00A8130D"/>
    <w:rsid w:val="00A81490"/>
    <w:rsid w:val="00A81EAC"/>
    <w:rsid w:val="00A821EC"/>
    <w:rsid w:val="00A82366"/>
    <w:rsid w:val="00A82482"/>
    <w:rsid w:val="00A82953"/>
    <w:rsid w:val="00A83040"/>
    <w:rsid w:val="00A83737"/>
    <w:rsid w:val="00A839CA"/>
    <w:rsid w:val="00A83F87"/>
    <w:rsid w:val="00A840AC"/>
    <w:rsid w:val="00A84532"/>
    <w:rsid w:val="00A846C4"/>
    <w:rsid w:val="00A84810"/>
    <w:rsid w:val="00A84B43"/>
    <w:rsid w:val="00A84C4B"/>
    <w:rsid w:val="00A84F1C"/>
    <w:rsid w:val="00A84FBB"/>
    <w:rsid w:val="00A84FDB"/>
    <w:rsid w:val="00A853F6"/>
    <w:rsid w:val="00A859F0"/>
    <w:rsid w:val="00A85C07"/>
    <w:rsid w:val="00A85C27"/>
    <w:rsid w:val="00A85F52"/>
    <w:rsid w:val="00A85FBC"/>
    <w:rsid w:val="00A862DA"/>
    <w:rsid w:val="00A8648D"/>
    <w:rsid w:val="00A865C5"/>
    <w:rsid w:val="00A86A3A"/>
    <w:rsid w:val="00A86ACC"/>
    <w:rsid w:val="00A870A8"/>
    <w:rsid w:val="00A874E4"/>
    <w:rsid w:val="00A8786F"/>
    <w:rsid w:val="00A87896"/>
    <w:rsid w:val="00A879AE"/>
    <w:rsid w:val="00A87AAD"/>
    <w:rsid w:val="00A90347"/>
    <w:rsid w:val="00A90AB4"/>
    <w:rsid w:val="00A90D01"/>
    <w:rsid w:val="00A90D80"/>
    <w:rsid w:val="00A90E62"/>
    <w:rsid w:val="00A90F93"/>
    <w:rsid w:val="00A918AF"/>
    <w:rsid w:val="00A91A96"/>
    <w:rsid w:val="00A91EE5"/>
    <w:rsid w:val="00A91F89"/>
    <w:rsid w:val="00A927D4"/>
    <w:rsid w:val="00A92DEA"/>
    <w:rsid w:val="00A93025"/>
    <w:rsid w:val="00A9314F"/>
    <w:rsid w:val="00A937C7"/>
    <w:rsid w:val="00A93C97"/>
    <w:rsid w:val="00A94D2E"/>
    <w:rsid w:val="00A9512C"/>
    <w:rsid w:val="00A95352"/>
    <w:rsid w:val="00A9539B"/>
    <w:rsid w:val="00A955E3"/>
    <w:rsid w:val="00A95951"/>
    <w:rsid w:val="00A95FE3"/>
    <w:rsid w:val="00A96360"/>
    <w:rsid w:val="00A9667D"/>
    <w:rsid w:val="00A9669B"/>
    <w:rsid w:val="00A9681A"/>
    <w:rsid w:val="00A96832"/>
    <w:rsid w:val="00A96D63"/>
    <w:rsid w:val="00A96F63"/>
    <w:rsid w:val="00A97038"/>
    <w:rsid w:val="00A97371"/>
    <w:rsid w:val="00A97543"/>
    <w:rsid w:val="00A97A38"/>
    <w:rsid w:val="00A97AA8"/>
    <w:rsid w:val="00AA07BF"/>
    <w:rsid w:val="00AA0874"/>
    <w:rsid w:val="00AA09B3"/>
    <w:rsid w:val="00AA0A50"/>
    <w:rsid w:val="00AA0AF7"/>
    <w:rsid w:val="00AA0BF1"/>
    <w:rsid w:val="00AA1451"/>
    <w:rsid w:val="00AA175D"/>
    <w:rsid w:val="00AA1A51"/>
    <w:rsid w:val="00AA1BB2"/>
    <w:rsid w:val="00AA1E82"/>
    <w:rsid w:val="00AA21ED"/>
    <w:rsid w:val="00AA2302"/>
    <w:rsid w:val="00AA2626"/>
    <w:rsid w:val="00AA2F44"/>
    <w:rsid w:val="00AA326A"/>
    <w:rsid w:val="00AA3311"/>
    <w:rsid w:val="00AA36A3"/>
    <w:rsid w:val="00AA3A79"/>
    <w:rsid w:val="00AA3BF7"/>
    <w:rsid w:val="00AA4128"/>
    <w:rsid w:val="00AA45CB"/>
    <w:rsid w:val="00AA4856"/>
    <w:rsid w:val="00AA5625"/>
    <w:rsid w:val="00AA57E2"/>
    <w:rsid w:val="00AA59B0"/>
    <w:rsid w:val="00AA59CF"/>
    <w:rsid w:val="00AA606B"/>
    <w:rsid w:val="00AA65B7"/>
    <w:rsid w:val="00AA67C3"/>
    <w:rsid w:val="00AA6A2D"/>
    <w:rsid w:val="00AA7007"/>
    <w:rsid w:val="00AA70E1"/>
    <w:rsid w:val="00AA72CD"/>
    <w:rsid w:val="00AA73DA"/>
    <w:rsid w:val="00AA73DE"/>
    <w:rsid w:val="00AA75A6"/>
    <w:rsid w:val="00AA76EC"/>
    <w:rsid w:val="00AA7768"/>
    <w:rsid w:val="00AB004C"/>
    <w:rsid w:val="00AB0055"/>
    <w:rsid w:val="00AB00FC"/>
    <w:rsid w:val="00AB02A4"/>
    <w:rsid w:val="00AB095F"/>
    <w:rsid w:val="00AB0A28"/>
    <w:rsid w:val="00AB0B5A"/>
    <w:rsid w:val="00AB0BA0"/>
    <w:rsid w:val="00AB18F3"/>
    <w:rsid w:val="00AB2284"/>
    <w:rsid w:val="00AB27C1"/>
    <w:rsid w:val="00AB2819"/>
    <w:rsid w:val="00AB2A89"/>
    <w:rsid w:val="00AB2AC3"/>
    <w:rsid w:val="00AB2B3D"/>
    <w:rsid w:val="00AB2BD2"/>
    <w:rsid w:val="00AB2D30"/>
    <w:rsid w:val="00AB2D81"/>
    <w:rsid w:val="00AB2F78"/>
    <w:rsid w:val="00AB3DF2"/>
    <w:rsid w:val="00AB4269"/>
    <w:rsid w:val="00AB4630"/>
    <w:rsid w:val="00AB490B"/>
    <w:rsid w:val="00AB491C"/>
    <w:rsid w:val="00AB4B18"/>
    <w:rsid w:val="00AB4DE9"/>
    <w:rsid w:val="00AB4F22"/>
    <w:rsid w:val="00AB549E"/>
    <w:rsid w:val="00AB5B71"/>
    <w:rsid w:val="00AB60DF"/>
    <w:rsid w:val="00AB6AE3"/>
    <w:rsid w:val="00AB6B06"/>
    <w:rsid w:val="00AB6F38"/>
    <w:rsid w:val="00AB7237"/>
    <w:rsid w:val="00AB7316"/>
    <w:rsid w:val="00AB732B"/>
    <w:rsid w:val="00AB73FA"/>
    <w:rsid w:val="00AB74A5"/>
    <w:rsid w:val="00AB7724"/>
    <w:rsid w:val="00AB77E7"/>
    <w:rsid w:val="00AB788D"/>
    <w:rsid w:val="00AB7985"/>
    <w:rsid w:val="00AB7D66"/>
    <w:rsid w:val="00AB7F22"/>
    <w:rsid w:val="00AC0190"/>
    <w:rsid w:val="00AC02BA"/>
    <w:rsid w:val="00AC0385"/>
    <w:rsid w:val="00AC056C"/>
    <w:rsid w:val="00AC0AF2"/>
    <w:rsid w:val="00AC1210"/>
    <w:rsid w:val="00AC133A"/>
    <w:rsid w:val="00AC293C"/>
    <w:rsid w:val="00AC2A20"/>
    <w:rsid w:val="00AC2CBA"/>
    <w:rsid w:val="00AC3122"/>
    <w:rsid w:val="00AC3800"/>
    <w:rsid w:val="00AC3ABE"/>
    <w:rsid w:val="00AC3B1E"/>
    <w:rsid w:val="00AC3FE9"/>
    <w:rsid w:val="00AC40C0"/>
    <w:rsid w:val="00AC4873"/>
    <w:rsid w:val="00AC49C6"/>
    <w:rsid w:val="00AC4BC5"/>
    <w:rsid w:val="00AC4C4B"/>
    <w:rsid w:val="00AC4CEE"/>
    <w:rsid w:val="00AC4F23"/>
    <w:rsid w:val="00AC5045"/>
    <w:rsid w:val="00AC5055"/>
    <w:rsid w:val="00AC5595"/>
    <w:rsid w:val="00AC588F"/>
    <w:rsid w:val="00AC5F7F"/>
    <w:rsid w:val="00AC615F"/>
    <w:rsid w:val="00AC65A4"/>
    <w:rsid w:val="00AC7434"/>
    <w:rsid w:val="00AC7450"/>
    <w:rsid w:val="00AC77F9"/>
    <w:rsid w:val="00AC79CD"/>
    <w:rsid w:val="00AC7CD1"/>
    <w:rsid w:val="00AC7D5F"/>
    <w:rsid w:val="00AD0036"/>
    <w:rsid w:val="00AD043F"/>
    <w:rsid w:val="00AD0ADD"/>
    <w:rsid w:val="00AD0C75"/>
    <w:rsid w:val="00AD13A4"/>
    <w:rsid w:val="00AD1503"/>
    <w:rsid w:val="00AD1611"/>
    <w:rsid w:val="00AD1642"/>
    <w:rsid w:val="00AD1BDA"/>
    <w:rsid w:val="00AD2038"/>
    <w:rsid w:val="00AD2567"/>
    <w:rsid w:val="00AD25A8"/>
    <w:rsid w:val="00AD27AE"/>
    <w:rsid w:val="00AD36CE"/>
    <w:rsid w:val="00AD3C39"/>
    <w:rsid w:val="00AD3F4F"/>
    <w:rsid w:val="00AD428A"/>
    <w:rsid w:val="00AD4417"/>
    <w:rsid w:val="00AD4732"/>
    <w:rsid w:val="00AD54C6"/>
    <w:rsid w:val="00AD5538"/>
    <w:rsid w:val="00AD638D"/>
    <w:rsid w:val="00AD64E4"/>
    <w:rsid w:val="00AD66CA"/>
    <w:rsid w:val="00AD672A"/>
    <w:rsid w:val="00AD6860"/>
    <w:rsid w:val="00AD6DD1"/>
    <w:rsid w:val="00AD6ECF"/>
    <w:rsid w:val="00AD707E"/>
    <w:rsid w:val="00AD749C"/>
    <w:rsid w:val="00AD76F0"/>
    <w:rsid w:val="00AD78CC"/>
    <w:rsid w:val="00AE044B"/>
    <w:rsid w:val="00AE06D3"/>
    <w:rsid w:val="00AE0A73"/>
    <w:rsid w:val="00AE11A1"/>
    <w:rsid w:val="00AE1422"/>
    <w:rsid w:val="00AE18B9"/>
    <w:rsid w:val="00AE1AE2"/>
    <w:rsid w:val="00AE1B3B"/>
    <w:rsid w:val="00AE1DDB"/>
    <w:rsid w:val="00AE223F"/>
    <w:rsid w:val="00AE22C2"/>
    <w:rsid w:val="00AE246B"/>
    <w:rsid w:val="00AE26A0"/>
    <w:rsid w:val="00AE26CC"/>
    <w:rsid w:val="00AE27A2"/>
    <w:rsid w:val="00AE29EF"/>
    <w:rsid w:val="00AE3231"/>
    <w:rsid w:val="00AE32A3"/>
    <w:rsid w:val="00AE3913"/>
    <w:rsid w:val="00AE3AE1"/>
    <w:rsid w:val="00AE415B"/>
    <w:rsid w:val="00AE42AB"/>
    <w:rsid w:val="00AE4539"/>
    <w:rsid w:val="00AE4565"/>
    <w:rsid w:val="00AE4596"/>
    <w:rsid w:val="00AE45D6"/>
    <w:rsid w:val="00AE463C"/>
    <w:rsid w:val="00AE470D"/>
    <w:rsid w:val="00AE4D54"/>
    <w:rsid w:val="00AE4DF4"/>
    <w:rsid w:val="00AE4FF4"/>
    <w:rsid w:val="00AE5205"/>
    <w:rsid w:val="00AE5314"/>
    <w:rsid w:val="00AE556D"/>
    <w:rsid w:val="00AE56F1"/>
    <w:rsid w:val="00AE5BB4"/>
    <w:rsid w:val="00AE5D1B"/>
    <w:rsid w:val="00AE5DF8"/>
    <w:rsid w:val="00AE5FCC"/>
    <w:rsid w:val="00AE60B2"/>
    <w:rsid w:val="00AE62E8"/>
    <w:rsid w:val="00AE6787"/>
    <w:rsid w:val="00AE6B3A"/>
    <w:rsid w:val="00AE71D7"/>
    <w:rsid w:val="00AE7322"/>
    <w:rsid w:val="00AE7A79"/>
    <w:rsid w:val="00AE7C1A"/>
    <w:rsid w:val="00AE7EFE"/>
    <w:rsid w:val="00AF0363"/>
    <w:rsid w:val="00AF15A5"/>
    <w:rsid w:val="00AF1933"/>
    <w:rsid w:val="00AF1F17"/>
    <w:rsid w:val="00AF2253"/>
    <w:rsid w:val="00AF300E"/>
    <w:rsid w:val="00AF3128"/>
    <w:rsid w:val="00AF3159"/>
    <w:rsid w:val="00AF3A2B"/>
    <w:rsid w:val="00AF3B03"/>
    <w:rsid w:val="00AF3C1D"/>
    <w:rsid w:val="00AF4046"/>
    <w:rsid w:val="00AF411C"/>
    <w:rsid w:val="00AF4628"/>
    <w:rsid w:val="00AF466D"/>
    <w:rsid w:val="00AF46C2"/>
    <w:rsid w:val="00AF5086"/>
    <w:rsid w:val="00AF52A2"/>
    <w:rsid w:val="00AF53E6"/>
    <w:rsid w:val="00AF5458"/>
    <w:rsid w:val="00AF5660"/>
    <w:rsid w:val="00AF572B"/>
    <w:rsid w:val="00AF5739"/>
    <w:rsid w:val="00AF5990"/>
    <w:rsid w:val="00AF59C5"/>
    <w:rsid w:val="00AF5A22"/>
    <w:rsid w:val="00AF5AE9"/>
    <w:rsid w:val="00AF61F4"/>
    <w:rsid w:val="00AF6766"/>
    <w:rsid w:val="00AF6830"/>
    <w:rsid w:val="00AF6D31"/>
    <w:rsid w:val="00AF6EAF"/>
    <w:rsid w:val="00AF6FCB"/>
    <w:rsid w:val="00AF7029"/>
    <w:rsid w:val="00AF70D6"/>
    <w:rsid w:val="00AF70EC"/>
    <w:rsid w:val="00AF72CF"/>
    <w:rsid w:val="00AF735F"/>
    <w:rsid w:val="00AF73C9"/>
    <w:rsid w:val="00AF7895"/>
    <w:rsid w:val="00AF7A99"/>
    <w:rsid w:val="00B003DD"/>
    <w:rsid w:val="00B00F89"/>
    <w:rsid w:val="00B00FD7"/>
    <w:rsid w:val="00B01A11"/>
    <w:rsid w:val="00B01B44"/>
    <w:rsid w:val="00B01ED3"/>
    <w:rsid w:val="00B02046"/>
    <w:rsid w:val="00B0260B"/>
    <w:rsid w:val="00B02829"/>
    <w:rsid w:val="00B02835"/>
    <w:rsid w:val="00B02892"/>
    <w:rsid w:val="00B02AB1"/>
    <w:rsid w:val="00B02CCD"/>
    <w:rsid w:val="00B03074"/>
    <w:rsid w:val="00B0327B"/>
    <w:rsid w:val="00B03340"/>
    <w:rsid w:val="00B0346D"/>
    <w:rsid w:val="00B03706"/>
    <w:rsid w:val="00B03718"/>
    <w:rsid w:val="00B03D31"/>
    <w:rsid w:val="00B03D6F"/>
    <w:rsid w:val="00B03E3F"/>
    <w:rsid w:val="00B044AF"/>
    <w:rsid w:val="00B0456E"/>
    <w:rsid w:val="00B045DC"/>
    <w:rsid w:val="00B04712"/>
    <w:rsid w:val="00B04B71"/>
    <w:rsid w:val="00B04F7D"/>
    <w:rsid w:val="00B051A8"/>
    <w:rsid w:val="00B05466"/>
    <w:rsid w:val="00B05B75"/>
    <w:rsid w:val="00B05C89"/>
    <w:rsid w:val="00B05F5B"/>
    <w:rsid w:val="00B060F7"/>
    <w:rsid w:val="00B06174"/>
    <w:rsid w:val="00B069BE"/>
    <w:rsid w:val="00B06D21"/>
    <w:rsid w:val="00B06EFA"/>
    <w:rsid w:val="00B070E5"/>
    <w:rsid w:val="00B071C9"/>
    <w:rsid w:val="00B072CB"/>
    <w:rsid w:val="00B07440"/>
    <w:rsid w:val="00B07831"/>
    <w:rsid w:val="00B07839"/>
    <w:rsid w:val="00B07930"/>
    <w:rsid w:val="00B0796E"/>
    <w:rsid w:val="00B07BAE"/>
    <w:rsid w:val="00B07C39"/>
    <w:rsid w:val="00B07CE3"/>
    <w:rsid w:val="00B07D11"/>
    <w:rsid w:val="00B10166"/>
    <w:rsid w:val="00B1089C"/>
    <w:rsid w:val="00B10AA7"/>
    <w:rsid w:val="00B10DC4"/>
    <w:rsid w:val="00B10EE0"/>
    <w:rsid w:val="00B11199"/>
    <w:rsid w:val="00B117C8"/>
    <w:rsid w:val="00B11F90"/>
    <w:rsid w:val="00B12215"/>
    <w:rsid w:val="00B1234A"/>
    <w:rsid w:val="00B1236F"/>
    <w:rsid w:val="00B123C3"/>
    <w:rsid w:val="00B12671"/>
    <w:rsid w:val="00B12812"/>
    <w:rsid w:val="00B128AD"/>
    <w:rsid w:val="00B12E2C"/>
    <w:rsid w:val="00B12E4A"/>
    <w:rsid w:val="00B13432"/>
    <w:rsid w:val="00B13727"/>
    <w:rsid w:val="00B137EF"/>
    <w:rsid w:val="00B13A52"/>
    <w:rsid w:val="00B13BE2"/>
    <w:rsid w:val="00B1419F"/>
    <w:rsid w:val="00B141AF"/>
    <w:rsid w:val="00B14280"/>
    <w:rsid w:val="00B143D5"/>
    <w:rsid w:val="00B148ED"/>
    <w:rsid w:val="00B149D4"/>
    <w:rsid w:val="00B15055"/>
    <w:rsid w:val="00B153F1"/>
    <w:rsid w:val="00B15434"/>
    <w:rsid w:val="00B154E2"/>
    <w:rsid w:val="00B1552F"/>
    <w:rsid w:val="00B159D1"/>
    <w:rsid w:val="00B15DDD"/>
    <w:rsid w:val="00B15E3E"/>
    <w:rsid w:val="00B162D6"/>
    <w:rsid w:val="00B163C2"/>
    <w:rsid w:val="00B164C2"/>
    <w:rsid w:val="00B16586"/>
    <w:rsid w:val="00B1660C"/>
    <w:rsid w:val="00B16CC8"/>
    <w:rsid w:val="00B17296"/>
    <w:rsid w:val="00B174D2"/>
    <w:rsid w:val="00B1768E"/>
    <w:rsid w:val="00B17B0D"/>
    <w:rsid w:val="00B17F0F"/>
    <w:rsid w:val="00B2040C"/>
    <w:rsid w:val="00B20655"/>
    <w:rsid w:val="00B2065A"/>
    <w:rsid w:val="00B2073A"/>
    <w:rsid w:val="00B20AEA"/>
    <w:rsid w:val="00B20CB7"/>
    <w:rsid w:val="00B2138F"/>
    <w:rsid w:val="00B21433"/>
    <w:rsid w:val="00B214CD"/>
    <w:rsid w:val="00B219B2"/>
    <w:rsid w:val="00B21A8D"/>
    <w:rsid w:val="00B21CA8"/>
    <w:rsid w:val="00B21F43"/>
    <w:rsid w:val="00B22005"/>
    <w:rsid w:val="00B221B6"/>
    <w:rsid w:val="00B221E3"/>
    <w:rsid w:val="00B223B1"/>
    <w:rsid w:val="00B2249C"/>
    <w:rsid w:val="00B22855"/>
    <w:rsid w:val="00B22901"/>
    <w:rsid w:val="00B22A8E"/>
    <w:rsid w:val="00B232AD"/>
    <w:rsid w:val="00B23564"/>
    <w:rsid w:val="00B2362B"/>
    <w:rsid w:val="00B2362C"/>
    <w:rsid w:val="00B23AB4"/>
    <w:rsid w:val="00B23F37"/>
    <w:rsid w:val="00B24374"/>
    <w:rsid w:val="00B24505"/>
    <w:rsid w:val="00B24742"/>
    <w:rsid w:val="00B24A1E"/>
    <w:rsid w:val="00B24C8A"/>
    <w:rsid w:val="00B24DC0"/>
    <w:rsid w:val="00B24F01"/>
    <w:rsid w:val="00B25073"/>
    <w:rsid w:val="00B2521C"/>
    <w:rsid w:val="00B254AA"/>
    <w:rsid w:val="00B2575D"/>
    <w:rsid w:val="00B257EB"/>
    <w:rsid w:val="00B259BB"/>
    <w:rsid w:val="00B25CAD"/>
    <w:rsid w:val="00B25CD0"/>
    <w:rsid w:val="00B25E14"/>
    <w:rsid w:val="00B266FE"/>
    <w:rsid w:val="00B26966"/>
    <w:rsid w:val="00B26A15"/>
    <w:rsid w:val="00B26DCE"/>
    <w:rsid w:val="00B270D9"/>
    <w:rsid w:val="00B274A0"/>
    <w:rsid w:val="00B2769C"/>
    <w:rsid w:val="00B27789"/>
    <w:rsid w:val="00B2779E"/>
    <w:rsid w:val="00B27E2F"/>
    <w:rsid w:val="00B30292"/>
    <w:rsid w:val="00B3037B"/>
    <w:rsid w:val="00B303B7"/>
    <w:rsid w:val="00B30AE0"/>
    <w:rsid w:val="00B30B70"/>
    <w:rsid w:val="00B30C48"/>
    <w:rsid w:val="00B30D30"/>
    <w:rsid w:val="00B31074"/>
    <w:rsid w:val="00B31078"/>
    <w:rsid w:val="00B31505"/>
    <w:rsid w:val="00B31A5A"/>
    <w:rsid w:val="00B31AEF"/>
    <w:rsid w:val="00B320B0"/>
    <w:rsid w:val="00B334DB"/>
    <w:rsid w:val="00B33C72"/>
    <w:rsid w:val="00B345A0"/>
    <w:rsid w:val="00B349A8"/>
    <w:rsid w:val="00B34A6D"/>
    <w:rsid w:val="00B34CD7"/>
    <w:rsid w:val="00B34CE8"/>
    <w:rsid w:val="00B34E5F"/>
    <w:rsid w:val="00B350E8"/>
    <w:rsid w:val="00B3564A"/>
    <w:rsid w:val="00B360EB"/>
    <w:rsid w:val="00B369A1"/>
    <w:rsid w:val="00B36C26"/>
    <w:rsid w:val="00B36E26"/>
    <w:rsid w:val="00B36EE3"/>
    <w:rsid w:val="00B37059"/>
    <w:rsid w:val="00B371F3"/>
    <w:rsid w:val="00B37298"/>
    <w:rsid w:val="00B373DF"/>
    <w:rsid w:val="00B37452"/>
    <w:rsid w:val="00B402C8"/>
    <w:rsid w:val="00B405F4"/>
    <w:rsid w:val="00B408FD"/>
    <w:rsid w:val="00B40D2A"/>
    <w:rsid w:val="00B40DB1"/>
    <w:rsid w:val="00B40E04"/>
    <w:rsid w:val="00B4149F"/>
    <w:rsid w:val="00B414B5"/>
    <w:rsid w:val="00B41531"/>
    <w:rsid w:val="00B41681"/>
    <w:rsid w:val="00B41732"/>
    <w:rsid w:val="00B4184F"/>
    <w:rsid w:val="00B42051"/>
    <w:rsid w:val="00B43677"/>
    <w:rsid w:val="00B43A47"/>
    <w:rsid w:val="00B43C68"/>
    <w:rsid w:val="00B43D59"/>
    <w:rsid w:val="00B44076"/>
    <w:rsid w:val="00B44B37"/>
    <w:rsid w:val="00B44EA2"/>
    <w:rsid w:val="00B451A5"/>
    <w:rsid w:val="00B452F2"/>
    <w:rsid w:val="00B456BC"/>
    <w:rsid w:val="00B457EB"/>
    <w:rsid w:val="00B45B3B"/>
    <w:rsid w:val="00B45F47"/>
    <w:rsid w:val="00B4654D"/>
    <w:rsid w:val="00B46625"/>
    <w:rsid w:val="00B4692C"/>
    <w:rsid w:val="00B46A49"/>
    <w:rsid w:val="00B470AD"/>
    <w:rsid w:val="00B471FA"/>
    <w:rsid w:val="00B47642"/>
    <w:rsid w:val="00B5007A"/>
    <w:rsid w:val="00B508B6"/>
    <w:rsid w:val="00B509E3"/>
    <w:rsid w:val="00B50B1A"/>
    <w:rsid w:val="00B50B1C"/>
    <w:rsid w:val="00B50D43"/>
    <w:rsid w:val="00B51031"/>
    <w:rsid w:val="00B514DA"/>
    <w:rsid w:val="00B514F2"/>
    <w:rsid w:val="00B5159B"/>
    <w:rsid w:val="00B518A6"/>
    <w:rsid w:val="00B5192C"/>
    <w:rsid w:val="00B52573"/>
    <w:rsid w:val="00B52A68"/>
    <w:rsid w:val="00B52CD6"/>
    <w:rsid w:val="00B530AE"/>
    <w:rsid w:val="00B53462"/>
    <w:rsid w:val="00B5392B"/>
    <w:rsid w:val="00B53AB0"/>
    <w:rsid w:val="00B53AD7"/>
    <w:rsid w:val="00B53CD7"/>
    <w:rsid w:val="00B53D63"/>
    <w:rsid w:val="00B53F74"/>
    <w:rsid w:val="00B54FC4"/>
    <w:rsid w:val="00B556F9"/>
    <w:rsid w:val="00B55C4F"/>
    <w:rsid w:val="00B55D57"/>
    <w:rsid w:val="00B55DD3"/>
    <w:rsid w:val="00B5648C"/>
    <w:rsid w:val="00B56CA6"/>
    <w:rsid w:val="00B5786B"/>
    <w:rsid w:val="00B57A42"/>
    <w:rsid w:val="00B57DC9"/>
    <w:rsid w:val="00B60CDD"/>
    <w:rsid w:val="00B60DE6"/>
    <w:rsid w:val="00B60E6B"/>
    <w:rsid w:val="00B60FC0"/>
    <w:rsid w:val="00B61121"/>
    <w:rsid w:val="00B61447"/>
    <w:rsid w:val="00B61B8A"/>
    <w:rsid w:val="00B62613"/>
    <w:rsid w:val="00B6265B"/>
    <w:rsid w:val="00B62C01"/>
    <w:rsid w:val="00B62C04"/>
    <w:rsid w:val="00B62F35"/>
    <w:rsid w:val="00B631D6"/>
    <w:rsid w:val="00B637DA"/>
    <w:rsid w:val="00B63838"/>
    <w:rsid w:val="00B63889"/>
    <w:rsid w:val="00B63C4D"/>
    <w:rsid w:val="00B6413D"/>
    <w:rsid w:val="00B6471A"/>
    <w:rsid w:val="00B648AC"/>
    <w:rsid w:val="00B649E7"/>
    <w:rsid w:val="00B64BF5"/>
    <w:rsid w:val="00B64FC4"/>
    <w:rsid w:val="00B6571D"/>
    <w:rsid w:val="00B6597E"/>
    <w:rsid w:val="00B65CB4"/>
    <w:rsid w:val="00B65CD6"/>
    <w:rsid w:val="00B65D73"/>
    <w:rsid w:val="00B66899"/>
    <w:rsid w:val="00B668E7"/>
    <w:rsid w:val="00B66E0D"/>
    <w:rsid w:val="00B6727B"/>
    <w:rsid w:val="00B672CA"/>
    <w:rsid w:val="00B6761B"/>
    <w:rsid w:val="00B677EF"/>
    <w:rsid w:val="00B6780A"/>
    <w:rsid w:val="00B679ED"/>
    <w:rsid w:val="00B67C51"/>
    <w:rsid w:val="00B67D43"/>
    <w:rsid w:val="00B67FEC"/>
    <w:rsid w:val="00B700D6"/>
    <w:rsid w:val="00B702B4"/>
    <w:rsid w:val="00B70FFA"/>
    <w:rsid w:val="00B71071"/>
    <w:rsid w:val="00B71145"/>
    <w:rsid w:val="00B711C0"/>
    <w:rsid w:val="00B71402"/>
    <w:rsid w:val="00B714C4"/>
    <w:rsid w:val="00B7158A"/>
    <w:rsid w:val="00B715C7"/>
    <w:rsid w:val="00B7183C"/>
    <w:rsid w:val="00B71D81"/>
    <w:rsid w:val="00B71DD6"/>
    <w:rsid w:val="00B71E64"/>
    <w:rsid w:val="00B7215C"/>
    <w:rsid w:val="00B72398"/>
    <w:rsid w:val="00B7257B"/>
    <w:rsid w:val="00B7268B"/>
    <w:rsid w:val="00B7287C"/>
    <w:rsid w:val="00B7304B"/>
    <w:rsid w:val="00B73663"/>
    <w:rsid w:val="00B73CEF"/>
    <w:rsid w:val="00B73EEE"/>
    <w:rsid w:val="00B73F13"/>
    <w:rsid w:val="00B7407A"/>
    <w:rsid w:val="00B742EE"/>
    <w:rsid w:val="00B74C85"/>
    <w:rsid w:val="00B75647"/>
    <w:rsid w:val="00B75EB6"/>
    <w:rsid w:val="00B761FD"/>
    <w:rsid w:val="00B76864"/>
    <w:rsid w:val="00B76B9A"/>
    <w:rsid w:val="00B76C9A"/>
    <w:rsid w:val="00B7750F"/>
    <w:rsid w:val="00B779EF"/>
    <w:rsid w:val="00B77B86"/>
    <w:rsid w:val="00B77F0E"/>
    <w:rsid w:val="00B805E0"/>
    <w:rsid w:val="00B80686"/>
    <w:rsid w:val="00B80965"/>
    <w:rsid w:val="00B80C05"/>
    <w:rsid w:val="00B810C7"/>
    <w:rsid w:val="00B8135C"/>
    <w:rsid w:val="00B818CC"/>
    <w:rsid w:val="00B81D39"/>
    <w:rsid w:val="00B81DB1"/>
    <w:rsid w:val="00B81DCE"/>
    <w:rsid w:val="00B820D9"/>
    <w:rsid w:val="00B8228F"/>
    <w:rsid w:val="00B8271B"/>
    <w:rsid w:val="00B82A29"/>
    <w:rsid w:val="00B82D26"/>
    <w:rsid w:val="00B82E73"/>
    <w:rsid w:val="00B83003"/>
    <w:rsid w:val="00B8325A"/>
    <w:rsid w:val="00B83291"/>
    <w:rsid w:val="00B833FD"/>
    <w:rsid w:val="00B834B2"/>
    <w:rsid w:val="00B836B1"/>
    <w:rsid w:val="00B83ABC"/>
    <w:rsid w:val="00B83D7B"/>
    <w:rsid w:val="00B842E1"/>
    <w:rsid w:val="00B842EF"/>
    <w:rsid w:val="00B84605"/>
    <w:rsid w:val="00B84680"/>
    <w:rsid w:val="00B84DAE"/>
    <w:rsid w:val="00B85040"/>
    <w:rsid w:val="00B8549A"/>
    <w:rsid w:val="00B8587B"/>
    <w:rsid w:val="00B85968"/>
    <w:rsid w:val="00B85F77"/>
    <w:rsid w:val="00B8601E"/>
    <w:rsid w:val="00B86311"/>
    <w:rsid w:val="00B863B1"/>
    <w:rsid w:val="00B86980"/>
    <w:rsid w:val="00B86C57"/>
    <w:rsid w:val="00B86FFC"/>
    <w:rsid w:val="00B8723F"/>
    <w:rsid w:val="00B87245"/>
    <w:rsid w:val="00B875BB"/>
    <w:rsid w:val="00B8765A"/>
    <w:rsid w:val="00B87769"/>
    <w:rsid w:val="00B87841"/>
    <w:rsid w:val="00B8785C"/>
    <w:rsid w:val="00B87D5D"/>
    <w:rsid w:val="00B90697"/>
    <w:rsid w:val="00B90DF0"/>
    <w:rsid w:val="00B91BAB"/>
    <w:rsid w:val="00B91BC6"/>
    <w:rsid w:val="00B925DD"/>
    <w:rsid w:val="00B9260C"/>
    <w:rsid w:val="00B9261E"/>
    <w:rsid w:val="00B92789"/>
    <w:rsid w:val="00B92BFE"/>
    <w:rsid w:val="00B92D60"/>
    <w:rsid w:val="00B92E58"/>
    <w:rsid w:val="00B93112"/>
    <w:rsid w:val="00B9346C"/>
    <w:rsid w:val="00B93910"/>
    <w:rsid w:val="00B9396B"/>
    <w:rsid w:val="00B939DF"/>
    <w:rsid w:val="00B93C11"/>
    <w:rsid w:val="00B93CC2"/>
    <w:rsid w:val="00B93F89"/>
    <w:rsid w:val="00B93FDB"/>
    <w:rsid w:val="00B94270"/>
    <w:rsid w:val="00B94720"/>
    <w:rsid w:val="00B94BD5"/>
    <w:rsid w:val="00B94BE2"/>
    <w:rsid w:val="00B94C3C"/>
    <w:rsid w:val="00B94C68"/>
    <w:rsid w:val="00B950F8"/>
    <w:rsid w:val="00B95266"/>
    <w:rsid w:val="00B95412"/>
    <w:rsid w:val="00B95424"/>
    <w:rsid w:val="00B957D1"/>
    <w:rsid w:val="00B958CF"/>
    <w:rsid w:val="00B95E90"/>
    <w:rsid w:val="00B95E94"/>
    <w:rsid w:val="00B95F5C"/>
    <w:rsid w:val="00B9610A"/>
    <w:rsid w:val="00B96796"/>
    <w:rsid w:val="00B967EE"/>
    <w:rsid w:val="00B976E9"/>
    <w:rsid w:val="00B97CD1"/>
    <w:rsid w:val="00BA010F"/>
    <w:rsid w:val="00BA029F"/>
    <w:rsid w:val="00BA0527"/>
    <w:rsid w:val="00BA0564"/>
    <w:rsid w:val="00BA072F"/>
    <w:rsid w:val="00BA07B0"/>
    <w:rsid w:val="00BA08E0"/>
    <w:rsid w:val="00BA0A81"/>
    <w:rsid w:val="00BA1058"/>
    <w:rsid w:val="00BA15F1"/>
    <w:rsid w:val="00BA1655"/>
    <w:rsid w:val="00BA1ACB"/>
    <w:rsid w:val="00BA1EE0"/>
    <w:rsid w:val="00BA1FA1"/>
    <w:rsid w:val="00BA23ED"/>
    <w:rsid w:val="00BA26FC"/>
    <w:rsid w:val="00BA29F0"/>
    <w:rsid w:val="00BA2D05"/>
    <w:rsid w:val="00BA3266"/>
    <w:rsid w:val="00BA3913"/>
    <w:rsid w:val="00BA3B10"/>
    <w:rsid w:val="00BA42B7"/>
    <w:rsid w:val="00BA4394"/>
    <w:rsid w:val="00BA4801"/>
    <w:rsid w:val="00BA4864"/>
    <w:rsid w:val="00BA493F"/>
    <w:rsid w:val="00BA4A2F"/>
    <w:rsid w:val="00BA4A30"/>
    <w:rsid w:val="00BA4DA1"/>
    <w:rsid w:val="00BA4E0C"/>
    <w:rsid w:val="00BA51B7"/>
    <w:rsid w:val="00BA56DF"/>
    <w:rsid w:val="00BA5A86"/>
    <w:rsid w:val="00BA5CF8"/>
    <w:rsid w:val="00BA6271"/>
    <w:rsid w:val="00BA62B8"/>
    <w:rsid w:val="00BA71CC"/>
    <w:rsid w:val="00BA76ED"/>
    <w:rsid w:val="00BA773D"/>
    <w:rsid w:val="00BB0CBF"/>
    <w:rsid w:val="00BB0FCE"/>
    <w:rsid w:val="00BB108C"/>
    <w:rsid w:val="00BB13EE"/>
    <w:rsid w:val="00BB1462"/>
    <w:rsid w:val="00BB1538"/>
    <w:rsid w:val="00BB162B"/>
    <w:rsid w:val="00BB18BC"/>
    <w:rsid w:val="00BB1BCF"/>
    <w:rsid w:val="00BB1C47"/>
    <w:rsid w:val="00BB239B"/>
    <w:rsid w:val="00BB2CA4"/>
    <w:rsid w:val="00BB32C7"/>
    <w:rsid w:val="00BB3E2B"/>
    <w:rsid w:val="00BB4215"/>
    <w:rsid w:val="00BB4B30"/>
    <w:rsid w:val="00BB4BFC"/>
    <w:rsid w:val="00BB4F95"/>
    <w:rsid w:val="00BB5178"/>
    <w:rsid w:val="00BB56CA"/>
    <w:rsid w:val="00BB5775"/>
    <w:rsid w:val="00BB59F4"/>
    <w:rsid w:val="00BB5CDA"/>
    <w:rsid w:val="00BB64B6"/>
    <w:rsid w:val="00BB6AC5"/>
    <w:rsid w:val="00BB6CA8"/>
    <w:rsid w:val="00BB7037"/>
    <w:rsid w:val="00BB7125"/>
    <w:rsid w:val="00BB7195"/>
    <w:rsid w:val="00BB72C1"/>
    <w:rsid w:val="00BB74C3"/>
    <w:rsid w:val="00BB7B9A"/>
    <w:rsid w:val="00BC0A55"/>
    <w:rsid w:val="00BC0ED2"/>
    <w:rsid w:val="00BC12CE"/>
    <w:rsid w:val="00BC1582"/>
    <w:rsid w:val="00BC173E"/>
    <w:rsid w:val="00BC1954"/>
    <w:rsid w:val="00BC2496"/>
    <w:rsid w:val="00BC269A"/>
    <w:rsid w:val="00BC2EB9"/>
    <w:rsid w:val="00BC2F2C"/>
    <w:rsid w:val="00BC2FE8"/>
    <w:rsid w:val="00BC313C"/>
    <w:rsid w:val="00BC31CB"/>
    <w:rsid w:val="00BC33B9"/>
    <w:rsid w:val="00BC3684"/>
    <w:rsid w:val="00BC3A94"/>
    <w:rsid w:val="00BC3EB9"/>
    <w:rsid w:val="00BC4217"/>
    <w:rsid w:val="00BC4323"/>
    <w:rsid w:val="00BC4330"/>
    <w:rsid w:val="00BC4D0D"/>
    <w:rsid w:val="00BC5244"/>
    <w:rsid w:val="00BC543D"/>
    <w:rsid w:val="00BC5507"/>
    <w:rsid w:val="00BC555D"/>
    <w:rsid w:val="00BC5591"/>
    <w:rsid w:val="00BC5897"/>
    <w:rsid w:val="00BC5F72"/>
    <w:rsid w:val="00BC6143"/>
    <w:rsid w:val="00BC6272"/>
    <w:rsid w:val="00BC6353"/>
    <w:rsid w:val="00BC687D"/>
    <w:rsid w:val="00BC6A7B"/>
    <w:rsid w:val="00BC737A"/>
    <w:rsid w:val="00BC73A3"/>
    <w:rsid w:val="00BC7426"/>
    <w:rsid w:val="00BC743B"/>
    <w:rsid w:val="00BC761F"/>
    <w:rsid w:val="00BC765F"/>
    <w:rsid w:val="00BC7699"/>
    <w:rsid w:val="00BC7A36"/>
    <w:rsid w:val="00BC7DD4"/>
    <w:rsid w:val="00BD0161"/>
    <w:rsid w:val="00BD0842"/>
    <w:rsid w:val="00BD1118"/>
    <w:rsid w:val="00BD11E2"/>
    <w:rsid w:val="00BD14CC"/>
    <w:rsid w:val="00BD1649"/>
    <w:rsid w:val="00BD2107"/>
    <w:rsid w:val="00BD25A1"/>
    <w:rsid w:val="00BD2726"/>
    <w:rsid w:val="00BD2A00"/>
    <w:rsid w:val="00BD2D72"/>
    <w:rsid w:val="00BD2E69"/>
    <w:rsid w:val="00BD2E98"/>
    <w:rsid w:val="00BD2F09"/>
    <w:rsid w:val="00BD300F"/>
    <w:rsid w:val="00BD38CC"/>
    <w:rsid w:val="00BD3ADB"/>
    <w:rsid w:val="00BD3D7B"/>
    <w:rsid w:val="00BD4589"/>
    <w:rsid w:val="00BD4774"/>
    <w:rsid w:val="00BD4E28"/>
    <w:rsid w:val="00BD4E4D"/>
    <w:rsid w:val="00BD51EF"/>
    <w:rsid w:val="00BD5237"/>
    <w:rsid w:val="00BD54C1"/>
    <w:rsid w:val="00BD5E60"/>
    <w:rsid w:val="00BD5E99"/>
    <w:rsid w:val="00BD5EF3"/>
    <w:rsid w:val="00BD64D7"/>
    <w:rsid w:val="00BD65D8"/>
    <w:rsid w:val="00BD679D"/>
    <w:rsid w:val="00BD6946"/>
    <w:rsid w:val="00BD72A2"/>
    <w:rsid w:val="00BD78D3"/>
    <w:rsid w:val="00BD7A30"/>
    <w:rsid w:val="00BD7CEF"/>
    <w:rsid w:val="00BE028D"/>
    <w:rsid w:val="00BE03A1"/>
    <w:rsid w:val="00BE076F"/>
    <w:rsid w:val="00BE0A4F"/>
    <w:rsid w:val="00BE1127"/>
    <w:rsid w:val="00BE1198"/>
    <w:rsid w:val="00BE13D1"/>
    <w:rsid w:val="00BE1521"/>
    <w:rsid w:val="00BE1851"/>
    <w:rsid w:val="00BE1973"/>
    <w:rsid w:val="00BE1B19"/>
    <w:rsid w:val="00BE223E"/>
    <w:rsid w:val="00BE2482"/>
    <w:rsid w:val="00BE26BE"/>
    <w:rsid w:val="00BE27B3"/>
    <w:rsid w:val="00BE28C4"/>
    <w:rsid w:val="00BE2A93"/>
    <w:rsid w:val="00BE2ED9"/>
    <w:rsid w:val="00BE2F76"/>
    <w:rsid w:val="00BE31B9"/>
    <w:rsid w:val="00BE3238"/>
    <w:rsid w:val="00BE32D9"/>
    <w:rsid w:val="00BE398B"/>
    <w:rsid w:val="00BE3A90"/>
    <w:rsid w:val="00BE3B12"/>
    <w:rsid w:val="00BE3E9C"/>
    <w:rsid w:val="00BE3EF4"/>
    <w:rsid w:val="00BE43B0"/>
    <w:rsid w:val="00BE4D3B"/>
    <w:rsid w:val="00BE4F94"/>
    <w:rsid w:val="00BE50FC"/>
    <w:rsid w:val="00BE52E5"/>
    <w:rsid w:val="00BE52F7"/>
    <w:rsid w:val="00BE5A01"/>
    <w:rsid w:val="00BE5B30"/>
    <w:rsid w:val="00BE5BA7"/>
    <w:rsid w:val="00BE5C65"/>
    <w:rsid w:val="00BE69CF"/>
    <w:rsid w:val="00BE6B04"/>
    <w:rsid w:val="00BE6E71"/>
    <w:rsid w:val="00BE7052"/>
    <w:rsid w:val="00BE7640"/>
    <w:rsid w:val="00BE7DA3"/>
    <w:rsid w:val="00BE7E23"/>
    <w:rsid w:val="00BE7F63"/>
    <w:rsid w:val="00BF0BDC"/>
    <w:rsid w:val="00BF0DDB"/>
    <w:rsid w:val="00BF1303"/>
    <w:rsid w:val="00BF14CD"/>
    <w:rsid w:val="00BF156A"/>
    <w:rsid w:val="00BF168A"/>
    <w:rsid w:val="00BF1A1E"/>
    <w:rsid w:val="00BF1ECD"/>
    <w:rsid w:val="00BF1F4C"/>
    <w:rsid w:val="00BF2BC2"/>
    <w:rsid w:val="00BF2BDA"/>
    <w:rsid w:val="00BF2CFD"/>
    <w:rsid w:val="00BF2FE9"/>
    <w:rsid w:val="00BF314B"/>
    <w:rsid w:val="00BF341D"/>
    <w:rsid w:val="00BF4187"/>
    <w:rsid w:val="00BF44B0"/>
    <w:rsid w:val="00BF45D9"/>
    <w:rsid w:val="00BF4DCB"/>
    <w:rsid w:val="00BF5267"/>
    <w:rsid w:val="00BF554E"/>
    <w:rsid w:val="00BF572C"/>
    <w:rsid w:val="00BF578C"/>
    <w:rsid w:val="00BF59C5"/>
    <w:rsid w:val="00BF5F57"/>
    <w:rsid w:val="00BF6279"/>
    <w:rsid w:val="00BF62B7"/>
    <w:rsid w:val="00BF63B1"/>
    <w:rsid w:val="00BF6766"/>
    <w:rsid w:val="00BF6B37"/>
    <w:rsid w:val="00BF6CF5"/>
    <w:rsid w:val="00BF6E3A"/>
    <w:rsid w:val="00BF6EF2"/>
    <w:rsid w:val="00BF6FB3"/>
    <w:rsid w:val="00BF706A"/>
    <w:rsid w:val="00BF7558"/>
    <w:rsid w:val="00BF7737"/>
    <w:rsid w:val="00BF7AC5"/>
    <w:rsid w:val="00BF7E3F"/>
    <w:rsid w:val="00C0039D"/>
    <w:rsid w:val="00C0069B"/>
    <w:rsid w:val="00C00751"/>
    <w:rsid w:val="00C00DE8"/>
    <w:rsid w:val="00C00FB7"/>
    <w:rsid w:val="00C01426"/>
    <w:rsid w:val="00C01750"/>
    <w:rsid w:val="00C0198B"/>
    <w:rsid w:val="00C01D21"/>
    <w:rsid w:val="00C020E9"/>
    <w:rsid w:val="00C0277E"/>
    <w:rsid w:val="00C0283A"/>
    <w:rsid w:val="00C02984"/>
    <w:rsid w:val="00C02C93"/>
    <w:rsid w:val="00C0312A"/>
    <w:rsid w:val="00C035D3"/>
    <w:rsid w:val="00C0393B"/>
    <w:rsid w:val="00C03DB3"/>
    <w:rsid w:val="00C0430F"/>
    <w:rsid w:val="00C043E6"/>
    <w:rsid w:val="00C04431"/>
    <w:rsid w:val="00C044C2"/>
    <w:rsid w:val="00C04B57"/>
    <w:rsid w:val="00C04C7E"/>
    <w:rsid w:val="00C05161"/>
    <w:rsid w:val="00C0559C"/>
    <w:rsid w:val="00C0575F"/>
    <w:rsid w:val="00C05807"/>
    <w:rsid w:val="00C05AD7"/>
    <w:rsid w:val="00C06027"/>
    <w:rsid w:val="00C067C9"/>
    <w:rsid w:val="00C06DC2"/>
    <w:rsid w:val="00C07507"/>
    <w:rsid w:val="00C077E8"/>
    <w:rsid w:val="00C07A93"/>
    <w:rsid w:val="00C07BC4"/>
    <w:rsid w:val="00C07D1D"/>
    <w:rsid w:val="00C07DD7"/>
    <w:rsid w:val="00C1033C"/>
    <w:rsid w:val="00C10712"/>
    <w:rsid w:val="00C10BB3"/>
    <w:rsid w:val="00C11624"/>
    <w:rsid w:val="00C1175D"/>
    <w:rsid w:val="00C118D7"/>
    <w:rsid w:val="00C118D8"/>
    <w:rsid w:val="00C12269"/>
    <w:rsid w:val="00C122A2"/>
    <w:rsid w:val="00C12328"/>
    <w:rsid w:val="00C12448"/>
    <w:rsid w:val="00C12556"/>
    <w:rsid w:val="00C12A0C"/>
    <w:rsid w:val="00C131A0"/>
    <w:rsid w:val="00C131B1"/>
    <w:rsid w:val="00C131DF"/>
    <w:rsid w:val="00C134DD"/>
    <w:rsid w:val="00C135F9"/>
    <w:rsid w:val="00C13A68"/>
    <w:rsid w:val="00C13A81"/>
    <w:rsid w:val="00C13AC8"/>
    <w:rsid w:val="00C13ACF"/>
    <w:rsid w:val="00C13DC1"/>
    <w:rsid w:val="00C1430D"/>
    <w:rsid w:val="00C14324"/>
    <w:rsid w:val="00C144F7"/>
    <w:rsid w:val="00C14622"/>
    <w:rsid w:val="00C14917"/>
    <w:rsid w:val="00C149CD"/>
    <w:rsid w:val="00C14F15"/>
    <w:rsid w:val="00C14F22"/>
    <w:rsid w:val="00C1503F"/>
    <w:rsid w:val="00C1513C"/>
    <w:rsid w:val="00C15192"/>
    <w:rsid w:val="00C1546C"/>
    <w:rsid w:val="00C15BDE"/>
    <w:rsid w:val="00C15D71"/>
    <w:rsid w:val="00C15DDE"/>
    <w:rsid w:val="00C15F81"/>
    <w:rsid w:val="00C161AE"/>
    <w:rsid w:val="00C164ED"/>
    <w:rsid w:val="00C1665B"/>
    <w:rsid w:val="00C16A63"/>
    <w:rsid w:val="00C16C6A"/>
    <w:rsid w:val="00C16E21"/>
    <w:rsid w:val="00C16E62"/>
    <w:rsid w:val="00C1744F"/>
    <w:rsid w:val="00C17591"/>
    <w:rsid w:val="00C1775D"/>
    <w:rsid w:val="00C179D5"/>
    <w:rsid w:val="00C179F7"/>
    <w:rsid w:val="00C17C7E"/>
    <w:rsid w:val="00C17F27"/>
    <w:rsid w:val="00C20A1D"/>
    <w:rsid w:val="00C20AAE"/>
    <w:rsid w:val="00C20B65"/>
    <w:rsid w:val="00C20CF4"/>
    <w:rsid w:val="00C20E16"/>
    <w:rsid w:val="00C20F06"/>
    <w:rsid w:val="00C21279"/>
    <w:rsid w:val="00C213E8"/>
    <w:rsid w:val="00C214CE"/>
    <w:rsid w:val="00C217A8"/>
    <w:rsid w:val="00C21949"/>
    <w:rsid w:val="00C21A2C"/>
    <w:rsid w:val="00C21A85"/>
    <w:rsid w:val="00C21E3A"/>
    <w:rsid w:val="00C224EE"/>
    <w:rsid w:val="00C227AF"/>
    <w:rsid w:val="00C227F1"/>
    <w:rsid w:val="00C2283A"/>
    <w:rsid w:val="00C22EA4"/>
    <w:rsid w:val="00C23114"/>
    <w:rsid w:val="00C23154"/>
    <w:rsid w:val="00C2316B"/>
    <w:rsid w:val="00C231C6"/>
    <w:rsid w:val="00C23880"/>
    <w:rsid w:val="00C23A63"/>
    <w:rsid w:val="00C23B49"/>
    <w:rsid w:val="00C23BA6"/>
    <w:rsid w:val="00C23C3B"/>
    <w:rsid w:val="00C23CA5"/>
    <w:rsid w:val="00C247B9"/>
    <w:rsid w:val="00C248DE"/>
    <w:rsid w:val="00C24C1A"/>
    <w:rsid w:val="00C24DF0"/>
    <w:rsid w:val="00C24F39"/>
    <w:rsid w:val="00C2535B"/>
    <w:rsid w:val="00C258CD"/>
    <w:rsid w:val="00C25C3B"/>
    <w:rsid w:val="00C25CC7"/>
    <w:rsid w:val="00C262D0"/>
    <w:rsid w:val="00C264B5"/>
    <w:rsid w:val="00C26916"/>
    <w:rsid w:val="00C26FC6"/>
    <w:rsid w:val="00C27153"/>
    <w:rsid w:val="00C272CC"/>
    <w:rsid w:val="00C27867"/>
    <w:rsid w:val="00C27E96"/>
    <w:rsid w:val="00C306EF"/>
    <w:rsid w:val="00C308D4"/>
    <w:rsid w:val="00C31135"/>
    <w:rsid w:val="00C31391"/>
    <w:rsid w:val="00C315A6"/>
    <w:rsid w:val="00C31BDD"/>
    <w:rsid w:val="00C31C4E"/>
    <w:rsid w:val="00C32263"/>
    <w:rsid w:val="00C32AC7"/>
    <w:rsid w:val="00C33039"/>
    <w:rsid w:val="00C3303A"/>
    <w:rsid w:val="00C340B7"/>
    <w:rsid w:val="00C3426F"/>
    <w:rsid w:val="00C343D5"/>
    <w:rsid w:val="00C343E7"/>
    <w:rsid w:val="00C34843"/>
    <w:rsid w:val="00C349D8"/>
    <w:rsid w:val="00C34B07"/>
    <w:rsid w:val="00C34F71"/>
    <w:rsid w:val="00C35139"/>
    <w:rsid w:val="00C35398"/>
    <w:rsid w:val="00C354FB"/>
    <w:rsid w:val="00C355FC"/>
    <w:rsid w:val="00C35706"/>
    <w:rsid w:val="00C3582E"/>
    <w:rsid w:val="00C360AD"/>
    <w:rsid w:val="00C36212"/>
    <w:rsid w:val="00C36681"/>
    <w:rsid w:val="00C36A1B"/>
    <w:rsid w:val="00C3733F"/>
    <w:rsid w:val="00C375E0"/>
    <w:rsid w:val="00C37BA3"/>
    <w:rsid w:val="00C40561"/>
    <w:rsid w:val="00C40801"/>
    <w:rsid w:val="00C41179"/>
    <w:rsid w:val="00C414BF"/>
    <w:rsid w:val="00C41859"/>
    <w:rsid w:val="00C4199D"/>
    <w:rsid w:val="00C41AEB"/>
    <w:rsid w:val="00C41D98"/>
    <w:rsid w:val="00C420B9"/>
    <w:rsid w:val="00C420D9"/>
    <w:rsid w:val="00C4226F"/>
    <w:rsid w:val="00C423BE"/>
    <w:rsid w:val="00C4242E"/>
    <w:rsid w:val="00C42487"/>
    <w:rsid w:val="00C42CA3"/>
    <w:rsid w:val="00C434C1"/>
    <w:rsid w:val="00C440DC"/>
    <w:rsid w:val="00C442E1"/>
    <w:rsid w:val="00C44481"/>
    <w:rsid w:val="00C44652"/>
    <w:rsid w:val="00C44722"/>
    <w:rsid w:val="00C44850"/>
    <w:rsid w:val="00C44916"/>
    <w:rsid w:val="00C44CA9"/>
    <w:rsid w:val="00C45270"/>
    <w:rsid w:val="00C45811"/>
    <w:rsid w:val="00C45B44"/>
    <w:rsid w:val="00C45F23"/>
    <w:rsid w:val="00C46943"/>
    <w:rsid w:val="00C46AF4"/>
    <w:rsid w:val="00C46C2B"/>
    <w:rsid w:val="00C47156"/>
    <w:rsid w:val="00C4794A"/>
    <w:rsid w:val="00C47985"/>
    <w:rsid w:val="00C479AB"/>
    <w:rsid w:val="00C47A37"/>
    <w:rsid w:val="00C47BE8"/>
    <w:rsid w:val="00C47F7A"/>
    <w:rsid w:val="00C47F88"/>
    <w:rsid w:val="00C47FE5"/>
    <w:rsid w:val="00C501E6"/>
    <w:rsid w:val="00C50473"/>
    <w:rsid w:val="00C50477"/>
    <w:rsid w:val="00C50735"/>
    <w:rsid w:val="00C507BC"/>
    <w:rsid w:val="00C509FD"/>
    <w:rsid w:val="00C50BD4"/>
    <w:rsid w:val="00C510CC"/>
    <w:rsid w:val="00C510DC"/>
    <w:rsid w:val="00C51405"/>
    <w:rsid w:val="00C51719"/>
    <w:rsid w:val="00C51E18"/>
    <w:rsid w:val="00C51F7C"/>
    <w:rsid w:val="00C52027"/>
    <w:rsid w:val="00C521FD"/>
    <w:rsid w:val="00C5249F"/>
    <w:rsid w:val="00C52BD6"/>
    <w:rsid w:val="00C52D17"/>
    <w:rsid w:val="00C536BB"/>
    <w:rsid w:val="00C5413A"/>
    <w:rsid w:val="00C54378"/>
    <w:rsid w:val="00C54428"/>
    <w:rsid w:val="00C5451C"/>
    <w:rsid w:val="00C54D1A"/>
    <w:rsid w:val="00C55CBD"/>
    <w:rsid w:val="00C560CC"/>
    <w:rsid w:val="00C5619A"/>
    <w:rsid w:val="00C564A8"/>
    <w:rsid w:val="00C571B7"/>
    <w:rsid w:val="00C5780D"/>
    <w:rsid w:val="00C5790A"/>
    <w:rsid w:val="00C57C91"/>
    <w:rsid w:val="00C60232"/>
    <w:rsid w:val="00C60489"/>
    <w:rsid w:val="00C6050D"/>
    <w:rsid w:val="00C60769"/>
    <w:rsid w:val="00C60E09"/>
    <w:rsid w:val="00C61348"/>
    <w:rsid w:val="00C61384"/>
    <w:rsid w:val="00C61D10"/>
    <w:rsid w:val="00C61E57"/>
    <w:rsid w:val="00C6247A"/>
    <w:rsid w:val="00C62779"/>
    <w:rsid w:val="00C62794"/>
    <w:rsid w:val="00C627CB"/>
    <w:rsid w:val="00C628F5"/>
    <w:rsid w:val="00C62B1B"/>
    <w:rsid w:val="00C62CDA"/>
    <w:rsid w:val="00C62E36"/>
    <w:rsid w:val="00C638D5"/>
    <w:rsid w:val="00C638DD"/>
    <w:rsid w:val="00C638E7"/>
    <w:rsid w:val="00C639EE"/>
    <w:rsid w:val="00C63ED0"/>
    <w:rsid w:val="00C63F51"/>
    <w:rsid w:val="00C645A1"/>
    <w:rsid w:val="00C645B6"/>
    <w:rsid w:val="00C6464E"/>
    <w:rsid w:val="00C64706"/>
    <w:rsid w:val="00C64C80"/>
    <w:rsid w:val="00C64CC2"/>
    <w:rsid w:val="00C64EE2"/>
    <w:rsid w:val="00C65F28"/>
    <w:rsid w:val="00C662E6"/>
    <w:rsid w:val="00C6639B"/>
    <w:rsid w:val="00C66822"/>
    <w:rsid w:val="00C66B5E"/>
    <w:rsid w:val="00C66B7D"/>
    <w:rsid w:val="00C66BE7"/>
    <w:rsid w:val="00C6708B"/>
    <w:rsid w:val="00C673F6"/>
    <w:rsid w:val="00C67D92"/>
    <w:rsid w:val="00C709B2"/>
    <w:rsid w:val="00C70CD6"/>
    <w:rsid w:val="00C7172F"/>
    <w:rsid w:val="00C71844"/>
    <w:rsid w:val="00C71B36"/>
    <w:rsid w:val="00C72144"/>
    <w:rsid w:val="00C72161"/>
    <w:rsid w:val="00C721BC"/>
    <w:rsid w:val="00C7242D"/>
    <w:rsid w:val="00C72AB0"/>
    <w:rsid w:val="00C72BDE"/>
    <w:rsid w:val="00C72BF6"/>
    <w:rsid w:val="00C731C1"/>
    <w:rsid w:val="00C73305"/>
    <w:rsid w:val="00C737ED"/>
    <w:rsid w:val="00C73C1E"/>
    <w:rsid w:val="00C73C32"/>
    <w:rsid w:val="00C73CF3"/>
    <w:rsid w:val="00C7400E"/>
    <w:rsid w:val="00C74169"/>
    <w:rsid w:val="00C741A1"/>
    <w:rsid w:val="00C744BA"/>
    <w:rsid w:val="00C74799"/>
    <w:rsid w:val="00C74C0C"/>
    <w:rsid w:val="00C74CFE"/>
    <w:rsid w:val="00C74D23"/>
    <w:rsid w:val="00C74E74"/>
    <w:rsid w:val="00C75270"/>
    <w:rsid w:val="00C75408"/>
    <w:rsid w:val="00C756E6"/>
    <w:rsid w:val="00C75787"/>
    <w:rsid w:val="00C7599F"/>
    <w:rsid w:val="00C761C0"/>
    <w:rsid w:val="00C7645E"/>
    <w:rsid w:val="00C76596"/>
    <w:rsid w:val="00C76744"/>
    <w:rsid w:val="00C7691C"/>
    <w:rsid w:val="00C76A97"/>
    <w:rsid w:val="00C7703D"/>
    <w:rsid w:val="00C771A5"/>
    <w:rsid w:val="00C7721C"/>
    <w:rsid w:val="00C77440"/>
    <w:rsid w:val="00C7780B"/>
    <w:rsid w:val="00C778E1"/>
    <w:rsid w:val="00C77BD9"/>
    <w:rsid w:val="00C8058C"/>
    <w:rsid w:val="00C80CEC"/>
    <w:rsid w:val="00C8147F"/>
    <w:rsid w:val="00C81A3D"/>
    <w:rsid w:val="00C81F1F"/>
    <w:rsid w:val="00C81F9A"/>
    <w:rsid w:val="00C82058"/>
    <w:rsid w:val="00C822D2"/>
    <w:rsid w:val="00C8232D"/>
    <w:rsid w:val="00C8278C"/>
    <w:rsid w:val="00C828EE"/>
    <w:rsid w:val="00C82B64"/>
    <w:rsid w:val="00C83606"/>
    <w:rsid w:val="00C83641"/>
    <w:rsid w:val="00C83960"/>
    <w:rsid w:val="00C83A1D"/>
    <w:rsid w:val="00C83C28"/>
    <w:rsid w:val="00C83FFB"/>
    <w:rsid w:val="00C842BF"/>
    <w:rsid w:val="00C84B20"/>
    <w:rsid w:val="00C84CA7"/>
    <w:rsid w:val="00C84FF7"/>
    <w:rsid w:val="00C850C5"/>
    <w:rsid w:val="00C85523"/>
    <w:rsid w:val="00C85584"/>
    <w:rsid w:val="00C8569A"/>
    <w:rsid w:val="00C85874"/>
    <w:rsid w:val="00C85D65"/>
    <w:rsid w:val="00C862E8"/>
    <w:rsid w:val="00C86374"/>
    <w:rsid w:val="00C863E4"/>
    <w:rsid w:val="00C8653B"/>
    <w:rsid w:val="00C865EB"/>
    <w:rsid w:val="00C86773"/>
    <w:rsid w:val="00C869C5"/>
    <w:rsid w:val="00C86BE8"/>
    <w:rsid w:val="00C86DEA"/>
    <w:rsid w:val="00C86E0F"/>
    <w:rsid w:val="00C86F29"/>
    <w:rsid w:val="00C86FEA"/>
    <w:rsid w:val="00C87065"/>
    <w:rsid w:val="00C876BD"/>
    <w:rsid w:val="00C879A6"/>
    <w:rsid w:val="00C879C2"/>
    <w:rsid w:val="00C90099"/>
    <w:rsid w:val="00C90BF8"/>
    <w:rsid w:val="00C90E93"/>
    <w:rsid w:val="00C911C1"/>
    <w:rsid w:val="00C91250"/>
    <w:rsid w:val="00C9162F"/>
    <w:rsid w:val="00C920C9"/>
    <w:rsid w:val="00C92107"/>
    <w:rsid w:val="00C9255D"/>
    <w:rsid w:val="00C925F2"/>
    <w:rsid w:val="00C92B1A"/>
    <w:rsid w:val="00C92C77"/>
    <w:rsid w:val="00C9312C"/>
    <w:rsid w:val="00C9336F"/>
    <w:rsid w:val="00C9344E"/>
    <w:rsid w:val="00C93764"/>
    <w:rsid w:val="00C9378C"/>
    <w:rsid w:val="00C93B02"/>
    <w:rsid w:val="00C941D8"/>
    <w:rsid w:val="00C941E5"/>
    <w:rsid w:val="00C943A9"/>
    <w:rsid w:val="00C94765"/>
    <w:rsid w:val="00C9496B"/>
    <w:rsid w:val="00C955A3"/>
    <w:rsid w:val="00C95750"/>
    <w:rsid w:val="00C9596A"/>
    <w:rsid w:val="00C95D12"/>
    <w:rsid w:val="00C95DE8"/>
    <w:rsid w:val="00C95E99"/>
    <w:rsid w:val="00C95F8B"/>
    <w:rsid w:val="00C95FAD"/>
    <w:rsid w:val="00C96837"/>
    <w:rsid w:val="00C96CCD"/>
    <w:rsid w:val="00C970D6"/>
    <w:rsid w:val="00C973FA"/>
    <w:rsid w:val="00C97534"/>
    <w:rsid w:val="00C97536"/>
    <w:rsid w:val="00C97A34"/>
    <w:rsid w:val="00C97D87"/>
    <w:rsid w:val="00CA04C3"/>
    <w:rsid w:val="00CA08D4"/>
    <w:rsid w:val="00CA0A52"/>
    <w:rsid w:val="00CA0AE3"/>
    <w:rsid w:val="00CA0C19"/>
    <w:rsid w:val="00CA0E99"/>
    <w:rsid w:val="00CA0F2A"/>
    <w:rsid w:val="00CA0FA6"/>
    <w:rsid w:val="00CA103F"/>
    <w:rsid w:val="00CA1626"/>
    <w:rsid w:val="00CA1A7F"/>
    <w:rsid w:val="00CA1B66"/>
    <w:rsid w:val="00CA2037"/>
    <w:rsid w:val="00CA2C65"/>
    <w:rsid w:val="00CA309E"/>
    <w:rsid w:val="00CA343F"/>
    <w:rsid w:val="00CA36CA"/>
    <w:rsid w:val="00CA38F6"/>
    <w:rsid w:val="00CA3A83"/>
    <w:rsid w:val="00CA3FC9"/>
    <w:rsid w:val="00CA41C9"/>
    <w:rsid w:val="00CA4DAC"/>
    <w:rsid w:val="00CA5261"/>
    <w:rsid w:val="00CA52DF"/>
    <w:rsid w:val="00CA5A8D"/>
    <w:rsid w:val="00CA5B01"/>
    <w:rsid w:val="00CA5EF8"/>
    <w:rsid w:val="00CA624B"/>
    <w:rsid w:val="00CA634B"/>
    <w:rsid w:val="00CA63D7"/>
    <w:rsid w:val="00CA6527"/>
    <w:rsid w:val="00CA657D"/>
    <w:rsid w:val="00CA6692"/>
    <w:rsid w:val="00CA68C1"/>
    <w:rsid w:val="00CA6DB5"/>
    <w:rsid w:val="00CA6E89"/>
    <w:rsid w:val="00CA71B5"/>
    <w:rsid w:val="00CA72C5"/>
    <w:rsid w:val="00CA7F0A"/>
    <w:rsid w:val="00CB03F1"/>
    <w:rsid w:val="00CB041D"/>
    <w:rsid w:val="00CB05AD"/>
    <w:rsid w:val="00CB0B2D"/>
    <w:rsid w:val="00CB0C6A"/>
    <w:rsid w:val="00CB0CC1"/>
    <w:rsid w:val="00CB0CF7"/>
    <w:rsid w:val="00CB12A3"/>
    <w:rsid w:val="00CB1325"/>
    <w:rsid w:val="00CB15A1"/>
    <w:rsid w:val="00CB17A1"/>
    <w:rsid w:val="00CB1DC6"/>
    <w:rsid w:val="00CB1F54"/>
    <w:rsid w:val="00CB1FDE"/>
    <w:rsid w:val="00CB2041"/>
    <w:rsid w:val="00CB2286"/>
    <w:rsid w:val="00CB24AA"/>
    <w:rsid w:val="00CB2950"/>
    <w:rsid w:val="00CB29FC"/>
    <w:rsid w:val="00CB2A38"/>
    <w:rsid w:val="00CB38B7"/>
    <w:rsid w:val="00CB3B2B"/>
    <w:rsid w:val="00CB3B9F"/>
    <w:rsid w:val="00CB401E"/>
    <w:rsid w:val="00CB4095"/>
    <w:rsid w:val="00CB4309"/>
    <w:rsid w:val="00CB479D"/>
    <w:rsid w:val="00CB47CC"/>
    <w:rsid w:val="00CB5427"/>
    <w:rsid w:val="00CB5778"/>
    <w:rsid w:val="00CB5C0D"/>
    <w:rsid w:val="00CB5DA9"/>
    <w:rsid w:val="00CB610F"/>
    <w:rsid w:val="00CB61BA"/>
    <w:rsid w:val="00CB6269"/>
    <w:rsid w:val="00CB658C"/>
    <w:rsid w:val="00CB66A1"/>
    <w:rsid w:val="00CB6730"/>
    <w:rsid w:val="00CB6C5A"/>
    <w:rsid w:val="00CB6DE7"/>
    <w:rsid w:val="00CB757C"/>
    <w:rsid w:val="00CB76C3"/>
    <w:rsid w:val="00CB78F2"/>
    <w:rsid w:val="00CB7B4F"/>
    <w:rsid w:val="00CC03B9"/>
    <w:rsid w:val="00CC093F"/>
    <w:rsid w:val="00CC098F"/>
    <w:rsid w:val="00CC0C61"/>
    <w:rsid w:val="00CC166F"/>
    <w:rsid w:val="00CC1871"/>
    <w:rsid w:val="00CC1899"/>
    <w:rsid w:val="00CC1AF6"/>
    <w:rsid w:val="00CC1B84"/>
    <w:rsid w:val="00CC1BB6"/>
    <w:rsid w:val="00CC1F58"/>
    <w:rsid w:val="00CC213B"/>
    <w:rsid w:val="00CC25A0"/>
    <w:rsid w:val="00CC2608"/>
    <w:rsid w:val="00CC2618"/>
    <w:rsid w:val="00CC2674"/>
    <w:rsid w:val="00CC2C0F"/>
    <w:rsid w:val="00CC2E7B"/>
    <w:rsid w:val="00CC333C"/>
    <w:rsid w:val="00CC3472"/>
    <w:rsid w:val="00CC391E"/>
    <w:rsid w:val="00CC3B04"/>
    <w:rsid w:val="00CC3CA0"/>
    <w:rsid w:val="00CC3E12"/>
    <w:rsid w:val="00CC41FA"/>
    <w:rsid w:val="00CC46A9"/>
    <w:rsid w:val="00CC46F3"/>
    <w:rsid w:val="00CC4D8D"/>
    <w:rsid w:val="00CC526B"/>
    <w:rsid w:val="00CC5284"/>
    <w:rsid w:val="00CC5382"/>
    <w:rsid w:val="00CC5424"/>
    <w:rsid w:val="00CC5523"/>
    <w:rsid w:val="00CC5856"/>
    <w:rsid w:val="00CC5B76"/>
    <w:rsid w:val="00CC5BB5"/>
    <w:rsid w:val="00CC5C24"/>
    <w:rsid w:val="00CC5D19"/>
    <w:rsid w:val="00CC5DAD"/>
    <w:rsid w:val="00CC65E7"/>
    <w:rsid w:val="00CC6BCB"/>
    <w:rsid w:val="00CC6F6D"/>
    <w:rsid w:val="00CC7499"/>
    <w:rsid w:val="00CC7C9D"/>
    <w:rsid w:val="00CD0086"/>
    <w:rsid w:val="00CD00CB"/>
    <w:rsid w:val="00CD0234"/>
    <w:rsid w:val="00CD0F2B"/>
    <w:rsid w:val="00CD0FC8"/>
    <w:rsid w:val="00CD1421"/>
    <w:rsid w:val="00CD1BC5"/>
    <w:rsid w:val="00CD218D"/>
    <w:rsid w:val="00CD23A3"/>
    <w:rsid w:val="00CD26DF"/>
    <w:rsid w:val="00CD2A36"/>
    <w:rsid w:val="00CD2A71"/>
    <w:rsid w:val="00CD2B57"/>
    <w:rsid w:val="00CD2FD6"/>
    <w:rsid w:val="00CD30B3"/>
    <w:rsid w:val="00CD31B1"/>
    <w:rsid w:val="00CD35A7"/>
    <w:rsid w:val="00CD3B78"/>
    <w:rsid w:val="00CD4104"/>
    <w:rsid w:val="00CD42E5"/>
    <w:rsid w:val="00CD43B0"/>
    <w:rsid w:val="00CD4478"/>
    <w:rsid w:val="00CD4625"/>
    <w:rsid w:val="00CD48F9"/>
    <w:rsid w:val="00CD49F1"/>
    <w:rsid w:val="00CD4BFA"/>
    <w:rsid w:val="00CD5058"/>
    <w:rsid w:val="00CD50E8"/>
    <w:rsid w:val="00CD5106"/>
    <w:rsid w:val="00CD541C"/>
    <w:rsid w:val="00CD5970"/>
    <w:rsid w:val="00CD5BB4"/>
    <w:rsid w:val="00CD5D58"/>
    <w:rsid w:val="00CD5E19"/>
    <w:rsid w:val="00CD5EDD"/>
    <w:rsid w:val="00CD67C9"/>
    <w:rsid w:val="00CD68F6"/>
    <w:rsid w:val="00CD6A68"/>
    <w:rsid w:val="00CD6B15"/>
    <w:rsid w:val="00CD6B9A"/>
    <w:rsid w:val="00CD6BAC"/>
    <w:rsid w:val="00CD704E"/>
    <w:rsid w:val="00CD70D5"/>
    <w:rsid w:val="00CD71C8"/>
    <w:rsid w:val="00CD77CD"/>
    <w:rsid w:val="00CD78A8"/>
    <w:rsid w:val="00CD7953"/>
    <w:rsid w:val="00CD7BC8"/>
    <w:rsid w:val="00CE05C9"/>
    <w:rsid w:val="00CE061F"/>
    <w:rsid w:val="00CE0A5C"/>
    <w:rsid w:val="00CE0EF5"/>
    <w:rsid w:val="00CE0F80"/>
    <w:rsid w:val="00CE10C3"/>
    <w:rsid w:val="00CE1437"/>
    <w:rsid w:val="00CE26B7"/>
    <w:rsid w:val="00CE27D5"/>
    <w:rsid w:val="00CE28D1"/>
    <w:rsid w:val="00CE2ABC"/>
    <w:rsid w:val="00CE2B2A"/>
    <w:rsid w:val="00CE2C8B"/>
    <w:rsid w:val="00CE2DA4"/>
    <w:rsid w:val="00CE343A"/>
    <w:rsid w:val="00CE3662"/>
    <w:rsid w:val="00CE3DD2"/>
    <w:rsid w:val="00CE3FEE"/>
    <w:rsid w:val="00CE42A7"/>
    <w:rsid w:val="00CE42BF"/>
    <w:rsid w:val="00CE446E"/>
    <w:rsid w:val="00CE44EB"/>
    <w:rsid w:val="00CE4A98"/>
    <w:rsid w:val="00CE4C8C"/>
    <w:rsid w:val="00CE5050"/>
    <w:rsid w:val="00CE5292"/>
    <w:rsid w:val="00CE53C3"/>
    <w:rsid w:val="00CE5994"/>
    <w:rsid w:val="00CE61AE"/>
    <w:rsid w:val="00CE6462"/>
    <w:rsid w:val="00CE65CB"/>
    <w:rsid w:val="00CE65D8"/>
    <w:rsid w:val="00CE6BD7"/>
    <w:rsid w:val="00CE6C61"/>
    <w:rsid w:val="00CE70D9"/>
    <w:rsid w:val="00CE72AF"/>
    <w:rsid w:val="00CE733E"/>
    <w:rsid w:val="00CE7A43"/>
    <w:rsid w:val="00CF03AB"/>
    <w:rsid w:val="00CF0C87"/>
    <w:rsid w:val="00CF0CE1"/>
    <w:rsid w:val="00CF0E79"/>
    <w:rsid w:val="00CF1080"/>
    <w:rsid w:val="00CF114E"/>
    <w:rsid w:val="00CF1566"/>
    <w:rsid w:val="00CF1812"/>
    <w:rsid w:val="00CF18F4"/>
    <w:rsid w:val="00CF1B92"/>
    <w:rsid w:val="00CF1EA4"/>
    <w:rsid w:val="00CF207B"/>
    <w:rsid w:val="00CF211F"/>
    <w:rsid w:val="00CF218E"/>
    <w:rsid w:val="00CF27F5"/>
    <w:rsid w:val="00CF29AB"/>
    <w:rsid w:val="00CF2E13"/>
    <w:rsid w:val="00CF309F"/>
    <w:rsid w:val="00CF3939"/>
    <w:rsid w:val="00CF3BB3"/>
    <w:rsid w:val="00CF3C9E"/>
    <w:rsid w:val="00CF3E2F"/>
    <w:rsid w:val="00CF3F64"/>
    <w:rsid w:val="00CF406C"/>
    <w:rsid w:val="00CF4703"/>
    <w:rsid w:val="00CF47CF"/>
    <w:rsid w:val="00CF49BB"/>
    <w:rsid w:val="00CF4BE1"/>
    <w:rsid w:val="00CF513C"/>
    <w:rsid w:val="00CF55E8"/>
    <w:rsid w:val="00CF5DE8"/>
    <w:rsid w:val="00CF5FA2"/>
    <w:rsid w:val="00CF6480"/>
    <w:rsid w:val="00CF6564"/>
    <w:rsid w:val="00CF6617"/>
    <w:rsid w:val="00CF66D4"/>
    <w:rsid w:val="00CF67C2"/>
    <w:rsid w:val="00CF6A75"/>
    <w:rsid w:val="00CF7C47"/>
    <w:rsid w:val="00D000F5"/>
    <w:rsid w:val="00D00251"/>
    <w:rsid w:val="00D00269"/>
    <w:rsid w:val="00D00449"/>
    <w:rsid w:val="00D005BC"/>
    <w:rsid w:val="00D00E82"/>
    <w:rsid w:val="00D013F8"/>
    <w:rsid w:val="00D0180F"/>
    <w:rsid w:val="00D01ADB"/>
    <w:rsid w:val="00D0227F"/>
    <w:rsid w:val="00D02948"/>
    <w:rsid w:val="00D02BE8"/>
    <w:rsid w:val="00D02D23"/>
    <w:rsid w:val="00D02D4D"/>
    <w:rsid w:val="00D02D7C"/>
    <w:rsid w:val="00D0398C"/>
    <w:rsid w:val="00D039B5"/>
    <w:rsid w:val="00D03B63"/>
    <w:rsid w:val="00D03BF0"/>
    <w:rsid w:val="00D03C6D"/>
    <w:rsid w:val="00D043A6"/>
    <w:rsid w:val="00D04419"/>
    <w:rsid w:val="00D04777"/>
    <w:rsid w:val="00D04DDE"/>
    <w:rsid w:val="00D0512D"/>
    <w:rsid w:val="00D052F6"/>
    <w:rsid w:val="00D05373"/>
    <w:rsid w:val="00D05471"/>
    <w:rsid w:val="00D055A8"/>
    <w:rsid w:val="00D05BF7"/>
    <w:rsid w:val="00D05CAC"/>
    <w:rsid w:val="00D060C6"/>
    <w:rsid w:val="00D06D7D"/>
    <w:rsid w:val="00D0719B"/>
    <w:rsid w:val="00D073B5"/>
    <w:rsid w:val="00D07416"/>
    <w:rsid w:val="00D07C28"/>
    <w:rsid w:val="00D07ECF"/>
    <w:rsid w:val="00D1015E"/>
    <w:rsid w:val="00D10181"/>
    <w:rsid w:val="00D1019E"/>
    <w:rsid w:val="00D101DC"/>
    <w:rsid w:val="00D102A2"/>
    <w:rsid w:val="00D1031D"/>
    <w:rsid w:val="00D1055F"/>
    <w:rsid w:val="00D10832"/>
    <w:rsid w:val="00D1083D"/>
    <w:rsid w:val="00D10B27"/>
    <w:rsid w:val="00D112E2"/>
    <w:rsid w:val="00D1130A"/>
    <w:rsid w:val="00D1165F"/>
    <w:rsid w:val="00D118CC"/>
    <w:rsid w:val="00D11A0E"/>
    <w:rsid w:val="00D11AA4"/>
    <w:rsid w:val="00D11E05"/>
    <w:rsid w:val="00D11EB6"/>
    <w:rsid w:val="00D12368"/>
    <w:rsid w:val="00D12418"/>
    <w:rsid w:val="00D12604"/>
    <w:rsid w:val="00D1263A"/>
    <w:rsid w:val="00D12877"/>
    <w:rsid w:val="00D132AA"/>
    <w:rsid w:val="00D133C9"/>
    <w:rsid w:val="00D13521"/>
    <w:rsid w:val="00D13F8A"/>
    <w:rsid w:val="00D1424C"/>
    <w:rsid w:val="00D142F3"/>
    <w:rsid w:val="00D14728"/>
    <w:rsid w:val="00D14C14"/>
    <w:rsid w:val="00D14E21"/>
    <w:rsid w:val="00D15021"/>
    <w:rsid w:val="00D1517E"/>
    <w:rsid w:val="00D15871"/>
    <w:rsid w:val="00D15A5A"/>
    <w:rsid w:val="00D15A5D"/>
    <w:rsid w:val="00D15CA7"/>
    <w:rsid w:val="00D15D32"/>
    <w:rsid w:val="00D15D60"/>
    <w:rsid w:val="00D16195"/>
    <w:rsid w:val="00D16224"/>
    <w:rsid w:val="00D163E2"/>
    <w:rsid w:val="00D16444"/>
    <w:rsid w:val="00D165D1"/>
    <w:rsid w:val="00D16626"/>
    <w:rsid w:val="00D16837"/>
    <w:rsid w:val="00D16872"/>
    <w:rsid w:val="00D16A03"/>
    <w:rsid w:val="00D16CF5"/>
    <w:rsid w:val="00D1754C"/>
    <w:rsid w:val="00D17717"/>
    <w:rsid w:val="00D17CE3"/>
    <w:rsid w:val="00D200AD"/>
    <w:rsid w:val="00D202C9"/>
    <w:rsid w:val="00D20367"/>
    <w:rsid w:val="00D203E2"/>
    <w:rsid w:val="00D203F8"/>
    <w:rsid w:val="00D20476"/>
    <w:rsid w:val="00D2057A"/>
    <w:rsid w:val="00D2094A"/>
    <w:rsid w:val="00D209BC"/>
    <w:rsid w:val="00D20E43"/>
    <w:rsid w:val="00D20E5F"/>
    <w:rsid w:val="00D20E6E"/>
    <w:rsid w:val="00D20F46"/>
    <w:rsid w:val="00D2114E"/>
    <w:rsid w:val="00D2140D"/>
    <w:rsid w:val="00D21CB7"/>
    <w:rsid w:val="00D222D0"/>
    <w:rsid w:val="00D22413"/>
    <w:rsid w:val="00D22467"/>
    <w:rsid w:val="00D22482"/>
    <w:rsid w:val="00D2316B"/>
    <w:rsid w:val="00D23AE3"/>
    <w:rsid w:val="00D23EE1"/>
    <w:rsid w:val="00D2410F"/>
    <w:rsid w:val="00D246D0"/>
    <w:rsid w:val="00D24889"/>
    <w:rsid w:val="00D24BD6"/>
    <w:rsid w:val="00D25164"/>
    <w:rsid w:val="00D251C0"/>
    <w:rsid w:val="00D257E6"/>
    <w:rsid w:val="00D25B80"/>
    <w:rsid w:val="00D25C75"/>
    <w:rsid w:val="00D26826"/>
    <w:rsid w:val="00D268BB"/>
    <w:rsid w:val="00D26A87"/>
    <w:rsid w:val="00D26BCF"/>
    <w:rsid w:val="00D26BFA"/>
    <w:rsid w:val="00D26E11"/>
    <w:rsid w:val="00D273B9"/>
    <w:rsid w:val="00D27451"/>
    <w:rsid w:val="00D27505"/>
    <w:rsid w:val="00D276C3"/>
    <w:rsid w:val="00D279B6"/>
    <w:rsid w:val="00D279FC"/>
    <w:rsid w:val="00D27E2C"/>
    <w:rsid w:val="00D27F34"/>
    <w:rsid w:val="00D27F9E"/>
    <w:rsid w:val="00D302D0"/>
    <w:rsid w:val="00D30689"/>
    <w:rsid w:val="00D30CBF"/>
    <w:rsid w:val="00D30E67"/>
    <w:rsid w:val="00D30ED4"/>
    <w:rsid w:val="00D31070"/>
    <w:rsid w:val="00D31B4F"/>
    <w:rsid w:val="00D31DD5"/>
    <w:rsid w:val="00D322CB"/>
    <w:rsid w:val="00D32373"/>
    <w:rsid w:val="00D323D7"/>
    <w:rsid w:val="00D325E6"/>
    <w:rsid w:val="00D32657"/>
    <w:rsid w:val="00D327AB"/>
    <w:rsid w:val="00D327AF"/>
    <w:rsid w:val="00D3296E"/>
    <w:rsid w:val="00D32C7E"/>
    <w:rsid w:val="00D3327C"/>
    <w:rsid w:val="00D33BEB"/>
    <w:rsid w:val="00D342EA"/>
    <w:rsid w:val="00D34A31"/>
    <w:rsid w:val="00D34AF3"/>
    <w:rsid w:val="00D356BD"/>
    <w:rsid w:val="00D35A1A"/>
    <w:rsid w:val="00D35B62"/>
    <w:rsid w:val="00D35C0D"/>
    <w:rsid w:val="00D35D63"/>
    <w:rsid w:val="00D35FB4"/>
    <w:rsid w:val="00D3628E"/>
    <w:rsid w:val="00D363B8"/>
    <w:rsid w:val="00D3659E"/>
    <w:rsid w:val="00D368F2"/>
    <w:rsid w:val="00D371D8"/>
    <w:rsid w:val="00D3739B"/>
    <w:rsid w:val="00D3755D"/>
    <w:rsid w:val="00D3772E"/>
    <w:rsid w:val="00D37988"/>
    <w:rsid w:val="00D407B2"/>
    <w:rsid w:val="00D40B4D"/>
    <w:rsid w:val="00D4114F"/>
    <w:rsid w:val="00D412DD"/>
    <w:rsid w:val="00D41395"/>
    <w:rsid w:val="00D41455"/>
    <w:rsid w:val="00D41828"/>
    <w:rsid w:val="00D419E3"/>
    <w:rsid w:val="00D41DCA"/>
    <w:rsid w:val="00D421A7"/>
    <w:rsid w:val="00D423A3"/>
    <w:rsid w:val="00D42FA0"/>
    <w:rsid w:val="00D43109"/>
    <w:rsid w:val="00D435E1"/>
    <w:rsid w:val="00D439AF"/>
    <w:rsid w:val="00D44281"/>
    <w:rsid w:val="00D445C8"/>
    <w:rsid w:val="00D446F5"/>
    <w:rsid w:val="00D4487A"/>
    <w:rsid w:val="00D45039"/>
    <w:rsid w:val="00D4532E"/>
    <w:rsid w:val="00D45437"/>
    <w:rsid w:val="00D45847"/>
    <w:rsid w:val="00D458E9"/>
    <w:rsid w:val="00D45F52"/>
    <w:rsid w:val="00D4639A"/>
    <w:rsid w:val="00D4639D"/>
    <w:rsid w:val="00D46775"/>
    <w:rsid w:val="00D468F5"/>
    <w:rsid w:val="00D4693C"/>
    <w:rsid w:val="00D46B77"/>
    <w:rsid w:val="00D46EB2"/>
    <w:rsid w:val="00D46EF9"/>
    <w:rsid w:val="00D46FFC"/>
    <w:rsid w:val="00D470C8"/>
    <w:rsid w:val="00D47142"/>
    <w:rsid w:val="00D47330"/>
    <w:rsid w:val="00D4762D"/>
    <w:rsid w:val="00D479FC"/>
    <w:rsid w:val="00D47CF2"/>
    <w:rsid w:val="00D47EB9"/>
    <w:rsid w:val="00D50070"/>
    <w:rsid w:val="00D50442"/>
    <w:rsid w:val="00D50631"/>
    <w:rsid w:val="00D50A4D"/>
    <w:rsid w:val="00D51441"/>
    <w:rsid w:val="00D515CB"/>
    <w:rsid w:val="00D518C6"/>
    <w:rsid w:val="00D5197A"/>
    <w:rsid w:val="00D51CE4"/>
    <w:rsid w:val="00D52273"/>
    <w:rsid w:val="00D52894"/>
    <w:rsid w:val="00D52ABE"/>
    <w:rsid w:val="00D52DCA"/>
    <w:rsid w:val="00D5330D"/>
    <w:rsid w:val="00D5367C"/>
    <w:rsid w:val="00D5394E"/>
    <w:rsid w:val="00D54A66"/>
    <w:rsid w:val="00D54F89"/>
    <w:rsid w:val="00D5519E"/>
    <w:rsid w:val="00D5524A"/>
    <w:rsid w:val="00D56432"/>
    <w:rsid w:val="00D570DA"/>
    <w:rsid w:val="00D577BC"/>
    <w:rsid w:val="00D57C2C"/>
    <w:rsid w:val="00D57EBF"/>
    <w:rsid w:val="00D6028F"/>
    <w:rsid w:val="00D60344"/>
    <w:rsid w:val="00D603C0"/>
    <w:rsid w:val="00D60ABD"/>
    <w:rsid w:val="00D60FC7"/>
    <w:rsid w:val="00D6127B"/>
    <w:rsid w:val="00D613F5"/>
    <w:rsid w:val="00D61538"/>
    <w:rsid w:val="00D61580"/>
    <w:rsid w:val="00D6177C"/>
    <w:rsid w:val="00D61AAF"/>
    <w:rsid w:val="00D61CCE"/>
    <w:rsid w:val="00D61F69"/>
    <w:rsid w:val="00D6262B"/>
    <w:rsid w:val="00D6275A"/>
    <w:rsid w:val="00D627FD"/>
    <w:rsid w:val="00D62C4B"/>
    <w:rsid w:val="00D62E66"/>
    <w:rsid w:val="00D62EA2"/>
    <w:rsid w:val="00D6326B"/>
    <w:rsid w:val="00D63363"/>
    <w:rsid w:val="00D63493"/>
    <w:rsid w:val="00D634A7"/>
    <w:rsid w:val="00D63B66"/>
    <w:rsid w:val="00D63C28"/>
    <w:rsid w:val="00D63FBC"/>
    <w:rsid w:val="00D6420E"/>
    <w:rsid w:val="00D643AF"/>
    <w:rsid w:val="00D646EC"/>
    <w:rsid w:val="00D64B8B"/>
    <w:rsid w:val="00D64CB4"/>
    <w:rsid w:val="00D64D26"/>
    <w:rsid w:val="00D65A1C"/>
    <w:rsid w:val="00D660AA"/>
    <w:rsid w:val="00D668FF"/>
    <w:rsid w:val="00D66AF9"/>
    <w:rsid w:val="00D6711D"/>
    <w:rsid w:val="00D67507"/>
    <w:rsid w:val="00D6778B"/>
    <w:rsid w:val="00D67995"/>
    <w:rsid w:val="00D67FA6"/>
    <w:rsid w:val="00D7031C"/>
    <w:rsid w:val="00D70525"/>
    <w:rsid w:val="00D70A08"/>
    <w:rsid w:val="00D70B69"/>
    <w:rsid w:val="00D70B8A"/>
    <w:rsid w:val="00D70CC2"/>
    <w:rsid w:val="00D70D53"/>
    <w:rsid w:val="00D70D6C"/>
    <w:rsid w:val="00D70DD5"/>
    <w:rsid w:val="00D70DD7"/>
    <w:rsid w:val="00D70EE1"/>
    <w:rsid w:val="00D71153"/>
    <w:rsid w:val="00D7137B"/>
    <w:rsid w:val="00D71811"/>
    <w:rsid w:val="00D71CA9"/>
    <w:rsid w:val="00D7204F"/>
    <w:rsid w:val="00D7227F"/>
    <w:rsid w:val="00D729E5"/>
    <w:rsid w:val="00D732AC"/>
    <w:rsid w:val="00D7330D"/>
    <w:rsid w:val="00D733F2"/>
    <w:rsid w:val="00D735BC"/>
    <w:rsid w:val="00D738CE"/>
    <w:rsid w:val="00D73BE0"/>
    <w:rsid w:val="00D73CCB"/>
    <w:rsid w:val="00D74881"/>
    <w:rsid w:val="00D74988"/>
    <w:rsid w:val="00D749C6"/>
    <w:rsid w:val="00D7505E"/>
    <w:rsid w:val="00D75614"/>
    <w:rsid w:val="00D75678"/>
    <w:rsid w:val="00D75A0B"/>
    <w:rsid w:val="00D75A35"/>
    <w:rsid w:val="00D75B2A"/>
    <w:rsid w:val="00D76049"/>
    <w:rsid w:val="00D76312"/>
    <w:rsid w:val="00D763FF"/>
    <w:rsid w:val="00D769E0"/>
    <w:rsid w:val="00D76CF8"/>
    <w:rsid w:val="00D76D31"/>
    <w:rsid w:val="00D77061"/>
    <w:rsid w:val="00D7736E"/>
    <w:rsid w:val="00D77A1F"/>
    <w:rsid w:val="00D77A22"/>
    <w:rsid w:val="00D77E22"/>
    <w:rsid w:val="00D80050"/>
    <w:rsid w:val="00D800CF"/>
    <w:rsid w:val="00D8037A"/>
    <w:rsid w:val="00D80D17"/>
    <w:rsid w:val="00D80D51"/>
    <w:rsid w:val="00D80DB3"/>
    <w:rsid w:val="00D80E68"/>
    <w:rsid w:val="00D80FF7"/>
    <w:rsid w:val="00D81188"/>
    <w:rsid w:val="00D811CC"/>
    <w:rsid w:val="00D815D8"/>
    <w:rsid w:val="00D81776"/>
    <w:rsid w:val="00D82338"/>
    <w:rsid w:val="00D8264F"/>
    <w:rsid w:val="00D8293E"/>
    <w:rsid w:val="00D82B12"/>
    <w:rsid w:val="00D82BFD"/>
    <w:rsid w:val="00D82C56"/>
    <w:rsid w:val="00D82F4B"/>
    <w:rsid w:val="00D82FF6"/>
    <w:rsid w:val="00D83D28"/>
    <w:rsid w:val="00D83D62"/>
    <w:rsid w:val="00D83E3A"/>
    <w:rsid w:val="00D84125"/>
    <w:rsid w:val="00D8496E"/>
    <w:rsid w:val="00D84F96"/>
    <w:rsid w:val="00D852FC"/>
    <w:rsid w:val="00D8567B"/>
    <w:rsid w:val="00D85752"/>
    <w:rsid w:val="00D8600E"/>
    <w:rsid w:val="00D860F2"/>
    <w:rsid w:val="00D861CF"/>
    <w:rsid w:val="00D863B0"/>
    <w:rsid w:val="00D8689C"/>
    <w:rsid w:val="00D86959"/>
    <w:rsid w:val="00D86DB3"/>
    <w:rsid w:val="00D86DC7"/>
    <w:rsid w:val="00D86DE7"/>
    <w:rsid w:val="00D87138"/>
    <w:rsid w:val="00D8719D"/>
    <w:rsid w:val="00D874D9"/>
    <w:rsid w:val="00D877B5"/>
    <w:rsid w:val="00D87998"/>
    <w:rsid w:val="00D87C0C"/>
    <w:rsid w:val="00D901D0"/>
    <w:rsid w:val="00D906E7"/>
    <w:rsid w:val="00D9083C"/>
    <w:rsid w:val="00D909AF"/>
    <w:rsid w:val="00D90B66"/>
    <w:rsid w:val="00D90DD1"/>
    <w:rsid w:val="00D90F71"/>
    <w:rsid w:val="00D9137D"/>
    <w:rsid w:val="00D91A81"/>
    <w:rsid w:val="00D91ACD"/>
    <w:rsid w:val="00D91D4C"/>
    <w:rsid w:val="00D91F12"/>
    <w:rsid w:val="00D91FDF"/>
    <w:rsid w:val="00D9206C"/>
    <w:rsid w:val="00D922DD"/>
    <w:rsid w:val="00D9237E"/>
    <w:rsid w:val="00D92388"/>
    <w:rsid w:val="00D9259A"/>
    <w:rsid w:val="00D92A32"/>
    <w:rsid w:val="00D92C2A"/>
    <w:rsid w:val="00D92CC7"/>
    <w:rsid w:val="00D92D3D"/>
    <w:rsid w:val="00D930A7"/>
    <w:rsid w:val="00D93686"/>
    <w:rsid w:val="00D93F02"/>
    <w:rsid w:val="00D93F64"/>
    <w:rsid w:val="00D94469"/>
    <w:rsid w:val="00D9472A"/>
    <w:rsid w:val="00D94A89"/>
    <w:rsid w:val="00D95155"/>
    <w:rsid w:val="00D954F9"/>
    <w:rsid w:val="00D957A3"/>
    <w:rsid w:val="00D95D3A"/>
    <w:rsid w:val="00D95F33"/>
    <w:rsid w:val="00D95F78"/>
    <w:rsid w:val="00D96027"/>
    <w:rsid w:val="00D96A59"/>
    <w:rsid w:val="00D96B74"/>
    <w:rsid w:val="00D971C9"/>
    <w:rsid w:val="00D9747C"/>
    <w:rsid w:val="00D974A4"/>
    <w:rsid w:val="00D97508"/>
    <w:rsid w:val="00DA0373"/>
    <w:rsid w:val="00DA092C"/>
    <w:rsid w:val="00DA0B7D"/>
    <w:rsid w:val="00DA17F0"/>
    <w:rsid w:val="00DA1800"/>
    <w:rsid w:val="00DA194F"/>
    <w:rsid w:val="00DA1E4E"/>
    <w:rsid w:val="00DA21C5"/>
    <w:rsid w:val="00DA24B6"/>
    <w:rsid w:val="00DA24F6"/>
    <w:rsid w:val="00DA2894"/>
    <w:rsid w:val="00DA2EB1"/>
    <w:rsid w:val="00DA2EF7"/>
    <w:rsid w:val="00DA326F"/>
    <w:rsid w:val="00DA352F"/>
    <w:rsid w:val="00DA3679"/>
    <w:rsid w:val="00DA3CDA"/>
    <w:rsid w:val="00DA4059"/>
    <w:rsid w:val="00DA414A"/>
    <w:rsid w:val="00DA4EBE"/>
    <w:rsid w:val="00DA4F48"/>
    <w:rsid w:val="00DA4F53"/>
    <w:rsid w:val="00DA50F1"/>
    <w:rsid w:val="00DA5234"/>
    <w:rsid w:val="00DA53B0"/>
    <w:rsid w:val="00DA5748"/>
    <w:rsid w:val="00DA584A"/>
    <w:rsid w:val="00DA5868"/>
    <w:rsid w:val="00DA595C"/>
    <w:rsid w:val="00DA5B9A"/>
    <w:rsid w:val="00DA605E"/>
    <w:rsid w:val="00DA6115"/>
    <w:rsid w:val="00DA6321"/>
    <w:rsid w:val="00DA6733"/>
    <w:rsid w:val="00DA6962"/>
    <w:rsid w:val="00DA6C71"/>
    <w:rsid w:val="00DA6EE6"/>
    <w:rsid w:val="00DA6FB5"/>
    <w:rsid w:val="00DA71A4"/>
    <w:rsid w:val="00DA734F"/>
    <w:rsid w:val="00DA73D6"/>
    <w:rsid w:val="00DA76B5"/>
    <w:rsid w:val="00DA7A91"/>
    <w:rsid w:val="00DA7BA7"/>
    <w:rsid w:val="00DA7FD6"/>
    <w:rsid w:val="00DB0033"/>
    <w:rsid w:val="00DB0B16"/>
    <w:rsid w:val="00DB0CA7"/>
    <w:rsid w:val="00DB1157"/>
    <w:rsid w:val="00DB11B8"/>
    <w:rsid w:val="00DB11F4"/>
    <w:rsid w:val="00DB123E"/>
    <w:rsid w:val="00DB1265"/>
    <w:rsid w:val="00DB13A9"/>
    <w:rsid w:val="00DB13EC"/>
    <w:rsid w:val="00DB1968"/>
    <w:rsid w:val="00DB1BAB"/>
    <w:rsid w:val="00DB200B"/>
    <w:rsid w:val="00DB2077"/>
    <w:rsid w:val="00DB20A1"/>
    <w:rsid w:val="00DB2137"/>
    <w:rsid w:val="00DB28DA"/>
    <w:rsid w:val="00DB2B30"/>
    <w:rsid w:val="00DB3588"/>
    <w:rsid w:val="00DB3BB4"/>
    <w:rsid w:val="00DB3D7C"/>
    <w:rsid w:val="00DB3E47"/>
    <w:rsid w:val="00DB3F57"/>
    <w:rsid w:val="00DB3FE8"/>
    <w:rsid w:val="00DB451B"/>
    <w:rsid w:val="00DB46D6"/>
    <w:rsid w:val="00DB4714"/>
    <w:rsid w:val="00DB4DC9"/>
    <w:rsid w:val="00DB5022"/>
    <w:rsid w:val="00DB52E5"/>
    <w:rsid w:val="00DB5331"/>
    <w:rsid w:val="00DB544D"/>
    <w:rsid w:val="00DB55AD"/>
    <w:rsid w:val="00DB58A1"/>
    <w:rsid w:val="00DB6B69"/>
    <w:rsid w:val="00DB6BB5"/>
    <w:rsid w:val="00DB6C4B"/>
    <w:rsid w:val="00DB6D38"/>
    <w:rsid w:val="00DB6F5C"/>
    <w:rsid w:val="00DB710E"/>
    <w:rsid w:val="00DB748B"/>
    <w:rsid w:val="00DB7548"/>
    <w:rsid w:val="00DB7612"/>
    <w:rsid w:val="00DB79EA"/>
    <w:rsid w:val="00DB7E99"/>
    <w:rsid w:val="00DC09A9"/>
    <w:rsid w:val="00DC0FAF"/>
    <w:rsid w:val="00DC1339"/>
    <w:rsid w:val="00DC1B0A"/>
    <w:rsid w:val="00DC1C6C"/>
    <w:rsid w:val="00DC24C0"/>
    <w:rsid w:val="00DC25CF"/>
    <w:rsid w:val="00DC25D0"/>
    <w:rsid w:val="00DC369A"/>
    <w:rsid w:val="00DC3FF2"/>
    <w:rsid w:val="00DC431D"/>
    <w:rsid w:val="00DC431E"/>
    <w:rsid w:val="00DC43A3"/>
    <w:rsid w:val="00DC44DE"/>
    <w:rsid w:val="00DC46B1"/>
    <w:rsid w:val="00DC46CD"/>
    <w:rsid w:val="00DC4BC7"/>
    <w:rsid w:val="00DC5551"/>
    <w:rsid w:val="00DC55A3"/>
    <w:rsid w:val="00DC55F4"/>
    <w:rsid w:val="00DC56BC"/>
    <w:rsid w:val="00DC58FD"/>
    <w:rsid w:val="00DC604E"/>
    <w:rsid w:val="00DC6123"/>
    <w:rsid w:val="00DC6403"/>
    <w:rsid w:val="00DC6471"/>
    <w:rsid w:val="00DC6558"/>
    <w:rsid w:val="00DC6E6E"/>
    <w:rsid w:val="00DC7597"/>
    <w:rsid w:val="00DC7DBA"/>
    <w:rsid w:val="00DD069E"/>
    <w:rsid w:val="00DD08B7"/>
    <w:rsid w:val="00DD0953"/>
    <w:rsid w:val="00DD0B14"/>
    <w:rsid w:val="00DD0B1B"/>
    <w:rsid w:val="00DD0FE4"/>
    <w:rsid w:val="00DD1254"/>
    <w:rsid w:val="00DD1330"/>
    <w:rsid w:val="00DD1555"/>
    <w:rsid w:val="00DD16FC"/>
    <w:rsid w:val="00DD194E"/>
    <w:rsid w:val="00DD1994"/>
    <w:rsid w:val="00DD1BD5"/>
    <w:rsid w:val="00DD2031"/>
    <w:rsid w:val="00DD22EA"/>
    <w:rsid w:val="00DD24E8"/>
    <w:rsid w:val="00DD26C7"/>
    <w:rsid w:val="00DD2CF6"/>
    <w:rsid w:val="00DD2E78"/>
    <w:rsid w:val="00DD2F8F"/>
    <w:rsid w:val="00DD333D"/>
    <w:rsid w:val="00DD3CC0"/>
    <w:rsid w:val="00DD3CD5"/>
    <w:rsid w:val="00DD4062"/>
    <w:rsid w:val="00DD420E"/>
    <w:rsid w:val="00DD4295"/>
    <w:rsid w:val="00DD42B8"/>
    <w:rsid w:val="00DD446D"/>
    <w:rsid w:val="00DD4A01"/>
    <w:rsid w:val="00DD4E63"/>
    <w:rsid w:val="00DD4FE7"/>
    <w:rsid w:val="00DD541B"/>
    <w:rsid w:val="00DD58D9"/>
    <w:rsid w:val="00DD63E3"/>
    <w:rsid w:val="00DD64E2"/>
    <w:rsid w:val="00DD6786"/>
    <w:rsid w:val="00DD6792"/>
    <w:rsid w:val="00DD6870"/>
    <w:rsid w:val="00DD6D9A"/>
    <w:rsid w:val="00DD6DA2"/>
    <w:rsid w:val="00DD6DD6"/>
    <w:rsid w:val="00DD6F4C"/>
    <w:rsid w:val="00DD70F2"/>
    <w:rsid w:val="00DD73A4"/>
    <w:rsid w:val="00DD79AB"/>
    <w:rsid w:val="00DD7AA8"/>
    <w:rsid w:val="00DD7BC7"/>
    <w:rsid w:val="00DD7F23"/>
    <w:rsid w:val="00DE09AE"/>
    <w:rsid w:val="00DE09FA"/>
    <w:rsid w:val="00DE0A16"/>
    <w:rsid w:val="00DE0C0F"/>
    <w:rsid w:val="00DE0D1A"/>
    <w:rsid w:val="00DE0DD2"/>
    <w:rsid w:val="00DE0ECB"/>
    <w:rsid w:val="00DE1111"/>
    <w:rsid w:val="00DE1755"/>
    <w:rsid w:val="00DE1842"/>
    <w:rsid w:val="00DE1A37"/>
    <w:rsid w:val="00DE2202"/>
    <w:rsid w:val="00DE246E"/>
    <w:rsid w:val="00DE2F46"/>
    <w:rsid w:val="00DE31A2"/>
    <w:rsid w:val="00DE3814"/>
    <w:rsid w:val="00DE3FF2"/>
    <w:rsid w:val="00DE4158"/>
    <w:rsid w:val="00DE4199"/>
    <w:rsid w:val="00DE4505"/>
    <w:rsid w:val="00DE45DF"/>
    <w:rsid w:val="00DE492A"/>
    <w:rsid w:val="00DE4B7C"/>
    <w:rsid w:val="00DE4DA8"/>
    <w:rsid w:val="00DE4E47"/>
    <w:rsid w:val="00DE50E0"/>
    <w:rsid w:val="00DE53BE"/>
    <w:rsid w:val="00DE53C1"/>
    <w:rsid w:val="00DE6106"/>
    <w:rsid w:val="00DE61C0"/>
    <w:rsid w:val="00DE6594"/>
    <w:rsid w:val="00DE66B1"/>
    <w:rsid w:val="00DE68E7"/>
    <w:rsid w:val="00DE6CDD"/>
    <w:rsid w:val="00DE7531"/>
    <w:rsid w:val="00DE756B"/>
    <w:rsid w:val="00DE7985"/>
    <w:rsid w:val="00DE7B67"/>
    <w:rsid w:val="00DE7DCC"/>
    <w:rsid w:val="00DE7EDE"/>
    <w:rsid w:val="00DF04F0"/>
    <w:rsid w:val="00DF080A"/>
    <w:rsid w:val="00DF0BFF"/>
    <w:rsid w:val="00DF12B5"/>
    <w:rsid w:val="00DF1581"/>
    <w:rsid w:val="00DF1740"/>
    <w:rsid w:val="00DF17C0"/>
    <w:rsid w:val="00DF18BF"/>
    <w:rsid w:val="00DF1B44"/>
    <w:rsid w:val="00DF1D12"/>
    <w:rsid w:val="00DF1D50"/>
    <w:rsid w:val="00DF1E4B"/>
    <w:rsid w:val="00DF1F82"/>
    <w:rsid w:val="00DF1FC7"/>
    <w:rsid w:val="00DF1FD1"/>
    <w:rsid w:val="00DF2362"/>
    <w:rsid w:val="00DF24C2"/>
    <w:rsid w:val="00DF27C2"/>
    <w:rsid w:val="00DF2CFF"/>
    <w:rsid w:val="00DF2D2E"/>
    <w:rsid w:val="00DF2F9B"/>
    <w:rsid w:val="00DF36AA"/>
    <w:rsid w:val="00DF4314"/>
    <w:rsid w:val="00DF45D0"/>
    <w:rsid w:val="00DF45E7"/>
    <w:rsid w:val="00DF473A"/>
    <w:rsid w:val="00DF4A97"/>
    <w:rsid w:val="00DF5080"/>
    <w:rsid w:val="00DF58B5"/>
    <w:rsid w:val="00DF5B07"/>
    <w:rsid w:val="00DF5B5A"/>
    <w:rsid w:val="00DF5C11"/>
    <w:rsid w:val="00DF6239"/>
    <w:rsid w:val="00DF6339"/>
    <w:rsid w:val="00DF6BF2"/>
    <w:rsid w:val="00DF6FE6"/>
    <w:rsid w:val="00DF70C8"/>
    <w:rsid w:val="00DF70DB"/>
    <w:rsid w:val="00DF73C4"/>
    <w:rsid w:val="00DF758D"/>
    <w:rsid w:val="00DF76C3"/>
    <w:rsid w:val="00DF77CB"/>
    <w:rsid w:val="00DF7BDC"/>
    <w:rsid w:val="00DF7C3B"/>
    <w:rsid w:val="00E003C2"/>
    <w:rsid w:val="00E00601"/>
    <w:rsid w:val="00E00631"/>
    <w:rsid w:val="00E008A1"/>
    <w:rsid w:val="00E00AF5"/>
    <w:rsid w:val="00E00B65"/>
    <w:rsid w:val="00E011E0"/>
    <w:rsid w:val="00E0121D"/>
    <w:rsid w:val="00E01290"/>
    <w:rsid w:val="00E0186B"/>
    <w:rsid w:val="00E018C4"/>
    <w:rsid w:val="00E01998"/>
    <w:rsid w:val="00E01B08"/>
    <w:rsid w:val="00E01C62"/>
    <w:rsid w:val="00E01FA9"/>
    <w:rsid w:val="00E022E5"/>
    <w:rsid w:val="00E02830"/>
    <w:rsid w:val="00E028CA"/>
    <w:rsid w:val="00E02BC5"/>
    <w:rsid w:val="00E02BF5"/>
    <w:rsid w:val="00E03025"/>
    <w:rsid w:val="00E03115"/>
    <w:rsid w:val="00E03430"/>
    <w:rsid w:val="00E03C6B"/>
    <w:rsid w:val="00E043FE"/>
    <w:rsid w:val="00E0459E"/>
    <w:rsid w:val="00E047A1"/>
    <w:rsid w:val="00E0480E"/>
    <w:rsid w:val="00E04EB8"/>
    <w:rsid w:val="00E05992"/>
    <w:rsid w:val="00E05B87"/>
    <w:rsid w:val="00E05BD7"/>
    <w:rsid w:val="00E05BEF"/>
    <w:rsid w:val="00E05EB0"/>
    <w:rsid w:val="00E06619"/>
    <w:rsid w:val="00E07013"/>
    <w:rsid w:val="00E072B1"/>
    <w:rsid w:val="00E07EBA"/>
    <w:rsid w:val="00E07FD4"/>
    <w:rsid w:val="00E104F0"/>
    <w:rsid w:val="00E1075B"/>
    <w:rsid w:val="00E10B57"/>
    <w:rsid w:val="00E10F37"/>
    <w:rsid w:val="00E10F5A"/>
    <w:rsid w:val="00E10FDD"/>
    <w:rsid w:val="00E112C6"/>
    <w:rsid w:val="00E1136F"/>
    <w:rsid w:val="00E114D8"/>
    <w:rsid w:val="00E119E4"/>
    <w:rsid w:val="00E11B5B"/>
    <w:rsid w:val="00E11F48"/>
    <w:rsid w:val="00E11FAF"/>
    <w:rsid w:val="00E11FE2"/>
    <w:rsid w:val="00E11FE9"/>
    <w:rsid w:val="00E124CD"/>
    <w:rsid w:val="00E12700"/>
    <w:rsid w:val="00E12880"/>
    <w:rsid w:val="00E12987"/>
    <w:rsid w:val="00E12E8C"/>
    <w:rsid w:val="00E130FE"/>
    <w:rsid w:val="00E13101"/>
    <w:rsid w:val="00E135DA"/>
    <w:rsid w:val="00E136B0"/>
    <w:rsid w:val="00E1371B"/>
    <w:rsid w:val="00E139A6"/>
    <w:rsid w:val="00E1416F"/>
    <w:rsid w:val="00E143AB"/>
    <w:rsid w:val="00E14C86"/>
    <w:rsid w:val="00E15119"/>
    <w:rsid w:val="00E1551A"/>
    <w:rsid w:val="00E157E8"/>
    <w:rsid w:val="00E15844"/>
    <w:rsid w:val="00E15DBC"/>
    <w:rsid w:val="00E15EBC"/>
    <w:rsid w:val="00E15F41"/>
    <w:rsid w:val="00E1653C"/>
    <w:rsid w:val="00E1749B"/>
    <w:rsid w:val="00E176D4"/>
    <w:rsid w:val="00E1785A"/>
    <w:rsid w:val="00E178CD"/>
    <w:rsid w:val="00E17913"/>
    <w:rsid w:val="00E17A9D"/>
    <w:rsid w:val="00E17E76"/>
    <w:rsid w:val="00E2003F"/>
    <w:rsid w:val="00E2020B"/>
    <w:rsid w:val="00E204BF"/>
    <w:rsid w:val="00E205A4"/>
    <w:rsid w:val="00E205B6"/>
    <w:rsid w:val="00E206D3"/>
    <w:rsid w:val="00E208FC"/>
    <w:rsid w:val="00E20D4E"/>
    <w:rsid w:val="00E20E8A"/>
    <w:rsid w:val="00E21045"/>
    <w:rsid w:val="00E21344"/>
    <w:rsid w:val="00E21440"/>
    <w:rsid w:val="00E21E26"/>
    <w:rsid w:val="00E22357"/>
    <w:rsid w:val="00E22872"/>
    <w:rsid w:val="00E22D85"/>
    <w:rsid w:val="00E22ECD"/>
    <w:rsid w:val="00E230E7"/>
    <w:rsid w:val="00E2368C"/>
    <w:rsid w:val="00E236D0"/>
    <w:rsid w:val="00E236FD"/>
    <w:rsid w:val="00E238CC"/>
    <w:rsid w:val="00E241DA"/>
    <w:rsid w:val="00E242EE"/>
    <w:rsid w:val="00E243FB"/>
    <w:rsid w:val="00E24828"/>
    <w:rsid w:val="00E24CBF"/>
    <w:rsid w:val="00E25299"/>
    <w:rsid w:val="00E2594F"/>
    <w:rsid w:val="00E26110"/>
    <w:rsid w:val="00E262B0"/>
    <w:rsid w:val="00E264D1"/>
    <w:rsid w:val="00E267B5"/>
    <w:rsid w:val="00E267BA"/>
    <w:rsid w:val="00E26B2E"/>
    <w:rsid w:val="00E26C2D"/>
    <w:rsid w:val="00E26C3A"/>
    <w:rsid w:val="00E26E00"/>
    <w:rsid w:val="00E26F3E"/>
    <w:rsid w:val="00E27CC2"/>
    <w:rsid w:val="00E27F90"/>
    <w:rsid w:val="00E30274"/>
    <w:rsid w:val="00E303A7"/>
    <w:rsid w:val="00E30641"/>
    <w:rsid w:val="00E30760"/>
    <w:rsid w:val="00E308F8"/>
    <w:rsid w:val="00E30A0E"/>
    <w:rsid w:val="00E30F64"/>
    <w:rsid w:val="00E31036"/>
    <w:rsid w:val="00E3145B"/>
    <w:rsid w:val="00E316CB"/>
    <w:rsid w:val="00E32FC5"/>
    <w:rsid w:val="00E33531"/>
    <w:rsid w:val="00E33EE1"/>
    <w:rsid w:val="00E34BBA"/>
    <w:rsid w:val="00E34EDE"/>
    <w:rsid w:val="00E35001"/>
    <w:rsid w:val="00E35178"/>
    <w:rsid w:val="00E35D17"/>
    <w:rsid w:val="00E36255"/>
    <w:rsid w:val="00E36523"/>
    <w:rsid w:val="00E3673A"/>
    <w:rsid w:val="00E3698A"/>
    <w:rsid w:val="00E369EE"/>
    <w:rsid w:val="00E36E52"/>
    <w:rsid w:val="00E370D0"/>
    <w:rsid w:val="00E371E7"/>
    <w:rsid w:val="00E375BA"/>
    <w:rsid w:val="00E3767E"/>
    <w:rsid w:val="00E376C4"/>
    <w:rsid w:val="00E37EDB"/>
    <w:rsid w:val="00E402C1"/>
    <w:rsid w:val="00E403B1"/>
    <w:rsid w:val="00E405CC"/>
    <w:rsid w:val="00E405FE"/>
    <w:rsid w:val="00E40F8E"/>
    <w:rsid w:val="00E41228"/>
    <w:rsid w:val="00E4144B"/>
    <w:rsid w:val="00E416E4"/>
    <w:rsid w:val="00E41758"/>
    <w:rsid w:val="00E41932"/>
    <w:rsid w:val="00E41B27"/>
    <w:rsid w:val="00E422B8"/>
    <w:rsid w:val="00E42A92"/>
    <w:rsid w:val="00E42C11"/>
    <w:rsid w:val="00E42F2F"/>
    <w:rsid w:val="00E4318B"/>
    <w:rsid w:val="00E436D3"/>
    <w:rsid w:val="00E43E3B"/>
    <w:rsid w:val="00E43F2D"/>
    <w:rsid w:val="00E4408B"/>
    <w:rsid w:val="00E440D3"/>
    <w:rsid w:val="00E44274"/>
    <w:rsid w:val="00E444F6"/>
    <w:rsid w:val="00E44621"/>
    <w:rsid w:val="00E448E2"/>
    <w:rsid w:val="00E44C49"/>
    <w:rsid w:val="00E4555A"/>
    <w:rsid w:val="00E4589A"/>
    <w:rsid w:val="00E4662F"/>
    <w:rsid w:val="00E46631"/>
    <w:rsid w:val="00E4679B"/>
    <w:rsid w:val="00E467D7"/>
    <w:rsid w:val="00E46947"/>
    <w:rsid w:val="00E46A85"/>
    <w:rsid w:val="00E46B7B"/>
    <w:rsid w:val="00E46F34"/>
    <w:rsid w:val="00E470E9"/>
    <w:rsid w:val="00E474CA"/>
    <w:rsid w:val="00E475C5"/>
    <w:rsid w:val="00E475FD"/>
    <w:rsid w:val="00E47724"/>
    <w:rsid w:val="00E47858"/>
    <w:rsid w:val="00E5123F"/>
    <w:rsid w:val="00E51465"/>
    <w:rsid w:val="00E51557"/>
    <w:rsid w:val="00E516BA"/>
    <w:rsid w:val="00E519E9"/>
    <w:rsid w:val="00E519F6"/>
    <w:rsid w:val="00E51C15"/>
    <w:rsid w:val="00E51FA5"/>
    <w:rsid w:val="00E5247D"/>
    <w:rsid w:val="00E5293A"/>
    <w:rsid w:val="00E52D99"/>
    <w:rsid w:val="00E52E1E"/>
    <w:rsid w:val="00E52E30"/>
    <w:rsid w:val="00E52E8D"/>
    <w:rsid w:val="00E53065"/>
    <w:rsid w:val="00E530E0"/>
    <w:rsid w:val="00E5326C"/>
    <w:rsid w:val="00E53ADD"/>
    <w:rsid w:val="00E53BB9"/>
    <w:rsid w:val="00E540E0"/>
    <w:rsid w:val="00E543C5"/>
    <w:rsid w:val="00E54401"/>
    <w:rsid w:val="00E5447F"/>
    <w:rsid w:val="00E54BA9"/>
    <w:rsid w:val="00E5510A"/>
    <w:rsid w:val="00E55360"/>
    <w:rsid w:val="00E55656"/>
    <w:rsid w:val="00E55825"/>
    <w:rsid w:val="00E55C58"/>
    <w:rsid w:val="00E55CB1"/>
    <w:rsid w:val="00E55DAB"/>
    <w:rsid w:val="00E55E5E"/>
    <w:rsid w:val="00E5613D"/>
    <w:rsid w:val="00E57358"/>
    <w:rsid w:val="00E5758B"/>
    <w:rsid w:val="00E57A64"/>
    <w:rsid w:val="00E57D9B"/>
    <w:rsid w:val="00E57F36"/>
    <w:rsid w:val="00E602B9"/>
    <w:rsid w:val="00E602E0"/>
    <w:rsid w:val="00E6095B"/>
    <w:rsid w:val="00E60BC2"/>
    <w:rsid w:val="00E611C7"/>
    <w:rsid w:val="00E61423"/>
    <w:rsid w:val="00E61AD9"/>
    <w:rsid w:val="00E61E4E"/>
    <w:rsid w:val="00E623F9"/>
    <w:rsid w:val="00E629C0"/>
    <w:rsid w:val="00E62A8E"/>
    <w:rsid w:val="00E63471"/>
    <w:rsid w:val="00E635B5"/>
    <w:rsid w:val="00E63DFD"/>
    <w:rsid w:val="00E6413D"/>
    <w:rsid w:val="00E641AF"/>
    <w:rsid w:val="00E6464B"/>
    <w:rsid w:val="00E64D37"/>
    <w:rsid w:val="00E64E91"/>
    <w:rsid w:val="00E6526E"/>
    <w:rsid w:val="00E65361"/>
    <w:rsid w:val="00E659B7"/>
    <w:rsid w:val="00E659E2"/>
    <w:rsid w:val="00E65A11"/>
    <w:rsid w:val="00E65C3D"/>
    <w:rsid w:val="00E65E22"/>
    <w:rsid w:val="00E662F5"/>
    <w:rsid w:val="00E665D7"/>
    <w:rsid w:val="00E6690E"/>
    <w:rsid w:val="00E66E06"/>
    <w:rsid w:val="00E67791"/>
    <w:rsid w:val="00E67C3A"/>
    <w:rsid w:val="00E7045C"/>
    <w:rsid w:val="00E70829"/>
    <w:rsid w:val="00E70897"/>
    <w:rsid w:val="00E70EC0"/>
    <w:rsid w:val="00E70F8A"/>
    <w:rsid w:val="00E7110B"/>
    <w:rsid w:val="00E711FB"/>
    <w:rsid w:val="00E716CE"/>
    <w:rsid w:val="00E71B10"/>
    <w:rsid w:val="00E71B2F"/>
    <w:rsid w:val="00E71CD7"/>
    <w:rsid w:val="00E71DCF"/>
    <w:rsid w:val="00E71E59"/>
    <w:rsid w:val="00E71FFB"/>
    <w:rsid w:val="00E7220F"/>
    <w:rsid w:val="00E72306"/>
    <w:rsid w:val="00E72442"/>
    <w:rsid w:val="00E72B8F"/>
    <w:rsid w:val="00E72E5A"/>
    <w:rsid w:val="00E73AF5"/>
    <w:rsid w:val="00E73FF3"/>
    <w:rsid w:val="00E742AA"/>
    <w:rsid w:val="00E743D7"/>
    <w:rsid w:val="00E74B7C"/>
    <w:rsid w:val="00E74D58"/>
    <w:rsid w:val="00E74DB7"/>
    <w:rsid w:val="00E74F70"/>
    <w:rsid w:val="00E751D7"/>
    <w:rsid w:val="00E757FD"/>
    <w:rsid w:val="00E75EA4"/>
    <w:rsid w:val="00E7618D"/>
    <w:rsid w:val="00E763EB"/>
    <w:rsid w:val="00E76D59"/>
    <w:rsid w:val="00E76D66"/>
    <w:rsid w:val="00E76D84"/>
    <w:rsid w:val="00E774DA"/>
    <w:rsid w:val="00E77752"/>
    <w:rsid w:val="00E77790"/>
    <w:rsid w:val="00E77A29"/>
    <w:rsid w:val="00E77B7D"/>
    <w:rsid w:val="00E77BEA"/>
    <w:rsid w:val="00E77F06"/>
    <w:rsid w:val="00E802C4"/>
    <w:rsid w:val="00E802CC"/>
    <w:rsid w:val="00E80543"/>
    <w:rsid w:val="00E80570"/>
    <w:rsid w:val="00E8087E"/>
    <w:rsid w:val="00E80A56"/>
    <w:rsid w:val="00E8122B"/>
    <w:rsid w:val="00E81EB1"/>
    <w:rsid w:val="00E81F57"/>
    <w:rsid w:val="00E82255"/>
    <w:rsid w:val="00E827F7"/>
    <w:rsid w:val="00E82A8E"/>
    <w:rsid w:val="00E82DC6"/>
    <w:rsid w:val="00E82FAD"/>
    <w:rsid w:val="00E830C7"/>
    <w:rsid w:val="00E83C16"/>
    <w:rsid w:val="00E83D35"/>
    <w:rsid w:val="00E83F38"/>
    <w:rsid w:val="00E8412D"/>
    <w:rsid w:val="00E844B7"/>
    <w:rsid w:val="00E84683"/>
    <w:rsid w:val="00E84EEA"/>
    <w:rsid w:val="00E84F68"/>
    <w:rsid w:val="00E84FE7"/>
    <w:rsid w:val="00E85048"/>
    <w:rsid w:val="00E852B1"/>
    <w:rsid w:val="00E854C1"/>
    <w:rsid w:val="00E8589E"/>
    <w:rsid w:val="00E859C2"/>
    <w:rsid w:val="00E85A13"/>
    <w:rsid w:val="00E85EBF"/>
    <w:rsid w:val="00E86009"/>
    <w:rsid w:val="00E86387"/>
    <w:rsid w:val="00E86453"/>
    <w:rsid w:val="00E865AD"/>
    <w:rsid w:val="00E86858"/>
    <w:rsid w:val="00E86E97"/>
    <w:rsid w:val="00E86EB9"/>
    <w:rsid w:val="00E877CA"/>
    <w:rsid w:val="00E878E6"/>
    <w:rsid w:val="00E87A2B"/>
    <w:rsid w:val="00E87D38"/>
    <w:rsid w:val="00E87F30"/>
    <w:rsid w:val="00E9011E"/>
    <w:rsid w:val="00E90464"/>
    <w:rsid w:val="00E904EB"/>
    <w:rsid w:val="00E9071B"/>
    <w:rsid w:val="00E90746"/>
    <w:rsid w:val="00E9078D"/>
    <w:rsid w:val="00E90D26"/>
    <w:rsid w:val="00E915BD"/>
    <w:rsid w:val="00E91704"/>
    <w:rsid w:val="00E91879"/>
    <w:rsid w:val="00E91FC5"/>
    <w:rsid w:val="00E9215E"/>
    <w:rsid w:val="00E9232B"/>
    <w:rsid w:val="00E9261A"/>
    <w:rsid w:val="00E92B55"/>
    <w:rsid w:val="00E92C4C"/>
    <w:rsid w:val="00E92C83"/>
    <w:rsid w:val="00E931DA"/>
    <w:rsid w:val="00E93513"/>
    <w:rsid w:val="00E93547"/>
    <w:rsid w:val="00E93602"/>
    <w:rsid w:val="00E93BCF"/>
    <w:rsid w:val="00E93E2E"/>
    <w:rsid w:val="00E9411F"/>
    <w:rsid w:val="00E942B5"/>
    <w:rsid w:val="00E94F8D"/>
    <w:rsid w:val="00E952C5"/>
    <w:rsid w:val="00E95540"/>
    <w:rsid w:val="00E955EE"/>
    <w:rsid w:val="00E95ABE"/>
    <w:rsid w:val="00E95E7B"/>
    <w:rsid w:val="00E9638C"/>
    <w:rsid w:val="00E966ED"/>
    <w:rsid w:val="00E96769"/>
    <w:rsid w:val="00E968D9"/>
    <w:rsid w:val="00E96ADC"/>
    <w:rsid w:val="00E96C74"/>
    <w:rsid w:val="00E96F4E"/>
    <w:rsid w:val="00E977B0"/>
    <w:rsid w:val="00E978C5"/>
    <w:rsid w:val="00E97925"/>
    <w:rsid w:val="00E979A1"/>
    <w:rsid w:val="00E979B3"/>
    <w:rsid w:val="00E97E35"/>
    <w:rsid w:val="00EA019D"/>
    <w:rsid w:val="00EA0252"/>
    <w:rsid w:val="00EA0478"/>
    <w:rsid w:val="00EA0B22"/>
    <w:rsid w:val="00EA11D2"/>
    <w:rsid w:val="00EA1479"/>
    <w:rsid w:val="00EA1707"/>
    <w:rsid w:val="00EA174D"/>
    <w:rsid w:val="00EA1C6A"/>
    <w:rsid w:val="00EA213A"/>
    <w:rsid w:val="00EA230C"/>
    <w:rsid w:val="00EA2449"/>
    <w:rsid w:val="00EA25E5"/>
    <w:rsid w:val="00EA2D93"/>
    <w:rsid w:val="00EA2DCC"/>
    <w:rsid w:val="00EA2F7B"/>
    <w:rsid w:val="00EA2FCC"/>
    <w:rsid w:val="00EA3410"/>
    <w:rsid w:val="00EA34CE"/>
    <w:rsid w:val="00EA3918"/>
    <w:rsid w:val="00EA3EA0"/>
    <w:rsid w:val="00EA40B8"/>
    <w:rsid w:val="00EA4404"/>
    <w:rsid w:val="00EA4922"/>
    <w:rsid w:val="00EA4BC4"/>
    <w:rsid w:val="00EA5043"/>
    <w:rsid w:val="00EA50EC"/>
    <w:rsid w:val="00EA563D"/>
    <w:rsid w:val="00EA567D"/>
    <w:rsid w:val="00EA5A7C"/>
    <w:rsid w:val="00EA5C4D"/>
    <w:rsid w:val="00EA6B01"/>
    <w:rsid w:val="00EA713A"/>
    <w:rsid w:val="00EA73FF"/>
    <w:rsid w:val="00EA740D"/>
    <w:rsid w:val="00EA75E6"/>
    <w:rsid w:val="00EA7C10"/>
    <w:rsid w:val="00EA7C59"/>
    <w:rsid w:val="00EA7CFE"/>
    <w:rsid w:val="00EB008F"/>
    <w:rsid w:val="00EB0271"/>
    <w:rsid w:val="00EB0775"/>
    <w:rsid w:val="00EB0CB8"/>
    <w:rsid w:val="00EB0D08"/>
    <w:rsid w:val="00EB0DF0"/>
    <w:rsid w:val="00EB0F36"/>
    <w:rsid w:val="00EB113A"/>
    <w:rsid w:val="00EB12F1"/>
    <w:rsid w:val="00EB14B8"/>
    <w:rsid w:val="00EB1F0C"/>
    <w:rsid w:val="00EB1FAB"/>
    <w:rsid w:val="00EB2475"/>
    <w:rsid w:val="00EB24C3"/>
    <w:rsid w:val="00EB2535"/>
    <w:rsid w:val="00EB2577"/>
    <w:rsid w:val="00EB2A75"/>
    <w:rsid w:val="00EB2ACF"/>
    <w:rsid w:val="00EB2C7D"/>
    <w:rsid w:val="00EB3C1D"/>
    <w:rsid w:val="00EB3C22"/>
    <w:rsid w:val="00EB3D2F"/>
    <w:rsid w:val="00EB3D95"/>
    <w:rsid w:val="00EB3F53"/>
    <w:rsid w:val="00EB414A"/>
    <w:rsid w:val="00EB44D5"/>
    <w:rsid w:val="00EB486D"/>
    <w:rsid w:val="00EB4927"/>
    <w:rsid w:val="00EB4A8A"/>
    <w:rsid w:val="00EB4C19"/>
    <w:rsid w:val="00EB4D78"/>
    <w:rsid w:val="00EB4E82"/>
    <w:rsid w:val="00EB4F2B"/>
    <w:rsid w:val="00EB55C2"/>
    <w:rsid w:val="00EB56B7"/>
    <w:rsid w:val="00EB5BFE"/>
    <w:rsid w:val="00EB5DB9"/>
    <w:rsid w:val="00EB61D9"/>
    <w:rsid w:val="00EB62AD"/>
    <w:rsid w:val="00EB6BF8"/>
    <w:rsid w:val="00EB6F13"/>
    <w:rsid w:val="00EB76B9"/>
    <w:rsid w:val="00EB776D"/>
    <w:rsid w:val="00EB7E43"/>
    <w:rsid w:val="00EC01C0"/>
    <w:rsid w:val="00EC0838"/>
    <w:rsid w:val="00EC0AB3"/>
    <w:rsid w:val="00EC0D1E"/>
    <w:rsid w:val="00EC105D"/>
    <w:rsid w:val="00EC16AA"/>
    <w:rsid w:val="00EC1DF3"/>
    <w:rsid w:val="00EC282E"/>
    <w:rsid w:val="00EC29D8"/>
    <w:rsid w:val="00EC2F42"/>
    <w:rsid w:val="00EC3252"/>
    <w:rsid w:val="00EC3271"/>
    <w:rsid w:val="00EC32A5"/>
    <w:rsid w:val="00EC35AA"/>
    <w:rsid w:val="00EC367C"/>
    <w:rsid w:val="00EC368D"/>
    <w:rsid w:val="00EC3D78"/>
    <w:rsid w:val="00EC3F07"/>
    <w:rsid w:val="00EC48F8"/>
    <w:rsid w:val="00EC4AD7"/>
    <w:rsid w:val="00EC4E2A"/>
    <w:rsid w:val="00EC4E7C"/>
    <w:rsid w:val="00EC4F97"/>
    <w:rsid w:val="00EC51DB"/>
    <w:rsid w:val="00EC5745"/>
    <w:rsid w:val="00EC5779"/>
    <w:rsid w:val="00EC589E"/>
    <w:rsid w:val="00EC5B60"/>
    <w:rsid w:val="00EC5C08"/>
    <w:rsid w:val="00EC6A62"/>
    <w:rsid w:val="00EC71DA"/>
    <w:rsid w:val="00EC71EB"/>
    <w:rsid w:val="00EC78FD"/>
    <w:rsid w:val="00EC7AE8"/>
    <w:rsid w:val="00ED0219"/>
    <w:rsid w:val="00ED028B"/>
    <w:rsid w:val="00ED0718"/>
    <w:rsid w:val="00ED0732"/>
    <w:rsid w:val="00ED089C"/>
    <w:rsid w:val="00ED08BE"/>
    <w:rsid w:val="00ED13A3"/>
    <w:rsid w:val="00ED18D3"/>
    <w:rsid w:val="00ED1A0F"/>
    <w:rsid w:val="00ED2130"/>
    <w:rsid w:val="00ED2874"/>
    <w:rsid w:val="00ED2FB0"/>
    <w:rsid w:val="00ED3389"/>
    <w:rsid w:val="00ED3674"/>
    <w:rsid w:val="00ED386A"/>
    <w:rsid w:val="00ED3F6A"/>
    <w:rsid w:val="00ED4419"/>
    <w:rsid w:val="00ED447C"/>
    <w:rsid w:val="00ED4626"/>
    <w:rsid w:val="00ED48C9"/>
    <w:rsid w:val="00ED4B57"/>
    <w:rsid w:val="00ED4B6E"/>
    <w:rsid w:val="00ED4BD2"/>
    <w:rsid w:val="00ED4D3F"/>
    <w:rsid w:val="00ED4E44"/>
    <w:rsid w:val="00ED527E"/>
    <w:rsid w:val="00ED572F"/>
    <w:rsid w:val="00ED587B"/>
    <w:rsid w:val="00ED5C06"/>
    <w:rsid w:val="00ED5F93"/>
    <w:rsid w:val="00ED62A4"/>
    <w:rsid w:val="00ED6890"/>
    <w:rsid w:val="00ED6E61"/>
    <w:rsid w:val="00ED6F28"/>
    <w:rsid w:val="00ED753E"/>
    <w:rsid w:val="00ED7596"/>
    <w:rsid w:val="00ED75DF"/>
    <w:rsid w:val="00ED7F14"/>
    <w:rsid w:val="00EE0248"/>
    <w:rsid w:val="00EE03FD"/>
    <w:rsid w:val="00EE0FF2"/>
    <w:rsid w:val="00EE115B"/>
    <w:rsid w:val="00EE1211"/>
    <w:rsid w:val="00EE124B"/>
    <w:rsid w:val="00EE1693"/>
    <w:rsid w:val="00EE1AEC"/>
    <w:rsid w:val="00EE1C9F"/>
    <w:rsid w:val="00EE1E36"/>
    <w:rsid w:val="00EE2478"/>
    <w:rsid w:val="00EE24C5"/>
    <w:rsid w:val="00EE278E"/>
    <w:rsid w:val="00EE2A03"/>
    <w:rsid w:val="00EE2B49"/>
    <w:rsid w:val="00EE2DCC"/>
    <w:rsid w:val="00EE2DE9"/>
    <w:rsid w:val="00EE2EBD"/>
    <w:rsid w:val="00EE2ECA"/>
    <w:rsid w:val="00EE35BE"/>
    <w:rsid w:val="00EE38D7"/>
    <w:rsid w:val="00EE40FE"/>
    <w:rsid w:val="00EE44B6"/>
    <w:rsid w:val="00EE4686"/>
    <w:rsid w:val="00EE4983"/>
    <w:rsid w:val="00EE5003"/>
    <w:rsid w:val="00EE515A"/>
    <w:rsid w:val="00EE52D5"/>
    <w:rsid w:val="00EE549A"/>
    <w:rsid w:val="00EE55B1"/>
    <w:rsid w:val="00EE5836"/>
    <w:rsid w:val="00EE5F56"/>
    <w:rsid w:val="00EE61F1"/>
    <w:rsid w:val="00EE6B26"/>
    <w:rsid w:val="00EE6C76"/>
    <w:rsid w:val="00EE6DFD"/>
    <w:rsid w:val="00EE7040"/>
    <w:rsid w:val="00EE7073"/>
    <w:rsid w:val="00EE7686"/>
    <w:rsid w:val="00EE7782"/>
    <w:rsid w:val="00EE7B49"/>
    <w:rsid w:val="00EF003C"/>
    <w:rsid w:val="00EF0075"/>
    <w:rsid w:val="00EF0162"/>
    <w:rsid w:val="00EF033E"/>
    <w:rsid w:val="00EF05A1"/>
    <w:rsid w:val="00EF05F8"/>
    <w:rsid w:val="00EF16FE"/>
    <w:rsid w:val="00EF1975"/>
    <w:rsid w:val="00EF197B"/>
    <w:rsid w:val="00EF19A3"/>
    <w:rsid w:val="00EF1FAA"/>
    <w:rsid w:val="00EF2400"/>
    <w:rsid w:val="00EF2734"/>
    <w:rsid w:val="00EF2820"/>
    <w:rsid w:val="00EF2DF3"/>
    <w:rsid w:val="00EF3312"/>
    <w:rsid w:val="00EF37FE"/>
    <w:rsid w:val="00EF3E43"/>
    <w:rsid w:val="00EF424F"/>
    <w:rsid w:val="00EF4502"/>
    <w:rsid w:val="00EF4684"/>
    <w:rsid w:val="00EF47D7"/>
    <w:rsid w:val="00EF5379"/>
    <w:rsid w:val="00EF5995"/>
    <w:rsid w:val="00EF5F4D"/>
    <w:rsid w:val="00EF6099"/>
    <w:rsid w:val="00EF6304"/>
    <w:rsid w:val="00EF639F"/>
    <w:rsid w:val="00EF69CA"/>
    <w:rsid w:val="00EF6BE8"/>
    <w:rsid w:val="00EF6CE6"/>
    <w:rsid w:val="00EF6D08"/>
    <w:rsid w:val="00EF6DB5"/>
    <w:rsid w:val="00EF6FC5"/>
    <w:rsid w:val="00EF733D"/>
    <w:rsid w:val="00EF7381"/>
    <w:rsid w:val="00EF7398"/>
    <w:rsid w:val="00EF7668"/>
    <w:rsid w:val="00EF78A4"/>
    <w:rsid w:val="00EF78FC"/>
    <w:rsid w:val="00EF7910"/>
    <w:rsid w:val="00EF7E8B"/>
    <w:rsid w:val="00F000F7"/>
    <w:rsid w:val="00F00A33"/>
    <w:rsid w:val="00F00A62"/>
    <w:rsid w:val="00F00D75"/>
    <w:rsid w:val="00F00F00"/>
    <w:rsid w:val="00F00FFB"/>
    <w:rsid w:val="00F014A6"/>
    <w:rsid w:val="00F01647"/>
    <w:rsid w:val="00F01E66"/>
    <w:rsid w:val="00F0204C"/>
    <w:rsid w:val="00F021DA"/>
    <w:rsid w:val="00F02271"/>
    <w:rsid w:val="00F0242B"/>
    <w:rsid w:val="00F0299B"/>
    <w:rsid w:val="00F03023"/>
    <w:rsid w:val="00F0341D"/>
    <w:rsid w:val="00F03463"/>
    <w:rsid w:val="00F03559"/>
    <w:rsid w:val="00F037A2"/>
    <w:rsid w:val="00F03B32"/>
    <w:rsid w:val="00F03B5B"/>
    <w:rsid w:val="00F03B9A"/>
    <w:rsid w:val="00F03DD7"/>
    <w:rsid w:val="00F048BF"/>
    <w:rsid w:val="00F0494C"/>
    <w:rsid w:val="00F04DEE"/>
    <w:rsid w:val="00F05078"/>
    <w:rsid w:val="00F05900"/>
    <w:rsid w:val="00F05BF8"/>
    <w:rsid w:val="00F05E4D"/>
    <w:rsid w:val="00F05F83"/>
    <w:rsid w:val="00F06083"/>
    <w:rsid w:val="00F06239"/>
    <w:rsid w:val="00F06253"/>
    <w:rsid w:val="00F06600"/>
    <w:rsid w:val="00F06AE2"/>
    <w:rsid w:val="00F06BB0"/>
    <w:rsid w:val="00F06C37"/>
    <w:rsid w:val="00F078B9"/>
    <w:rsid w:val="00F07BDE"/>
    <w:rsid w:val="00F07EE4"/>
    <w:rsid w:val="00F1003D"/>
    <w:rsid w:val="00F1068B"/>
    <w:rsid w:val="00F1089E"/>
    <w:rsid w:val="00F10AFC"/>
    <w:rsid w:val="00F10B48"/>
    <w:rsid w:val="00F10D2E"/>
    <w:rsid w:val="00F10FF4"/>
    <w:rsid w:val="00F118D3"/>
    <w:rsid w:val="00F11D15"/>
    <w:rsid w:val="00F1212F"/>
    <w:rsid w:val="00F12377"/>
    <w:rsid w:val="00F1251A"/>
    <w:rsid w:val="00F1253C"/>
    <w:rsid w:val="00F12A64"/>
    <w:rsid w:val="00F12B18"/>
    <w:rsid w:val="00F12BDC"/>
    <w:rsid w:val="00F12C92"/>
    <w:rsid w:val="00F12CAA"/>
    <w:rsid w:val="00F12D05"/>
    <w:rsid w:val="00F12E0C"/>
    <w:rsid w:val="00F131B1"/>
    <w:rsid w:val="00F13789"/>
    <w:rsid w:val="00F13D11"/>
    <w:rsid w:val="00F13FAB"/>
    <w:rsid w:val="00F143D8"/>
    <w:rsid w:val="00F14430"/>
    <w:rsid w:val="00F14515"/>
    <w:rsid w:val="00F145E2"/>
    <w:rsid w:val="00F147FE"/>
    <w:rsid w:val="00F14A6F"/>
    <w:rsid w:val="00F14B60"/>
    <w:rsid w:val="00F14BA2"/>
    <w:rsid w:val="00F14EE8"/>
    <w:rsid w:val="00F15188"/>
    <w:rsid w:val="00F152FA"/>
    <w:rsid w:val="00F15305"/>
    <w:rsid w:val="00F156B6"/>
    <w:rsid w:val="00F158F1"/>
    <w:rsid w:val="00F15DEC"/>
    <w:rsid w:val="00F1680C"/>
    <w:rsid w:val="00F16912"/>
    <w:rsid w:val="00F169EC"/>
    <w:rsid w:val="00F16B57"/>
    <w:rsid w:val="00F17468"/>
    <w:rsid w:val="00F174F1"/>
    <w:rsid w:val="00F1772A"/>
    <w:rsid w:val="00F179CD"/>
    <w:rsid w:val="00F17BFD"/>
    <w:rsid w:val="00F20925"/>
    <w:rsid w:val="00F20DCB"/>
    <w:rsid w:val="00F2108A"/>
    <w:rsid w:val="00F2120F"/>
    <w:rsid w:val="00F214DA"/>
    <w:rsid w:val="00F219A5"/>
    <w:rsid w:val="00F21BB3"/>
    <w:rsid w:val="00F21C21"/>
    <w:rsid w:val="00F22306"/>
    <w:rsid w:val="00F22678"/>
    <w:rsid w:val="00F22A2D"/>
    <w:rsid w:val="00F22A38"/>
    <w:rsid w:val="00F22A9F"/>
    <w:rsid w:val="00F22C12"/>
    <w:rsid w:val="00F22E78"/>
    <w:rsid w:val="00F22EA1"/>
    <w:rsid w:val="00F22FF9"/>
    <w:rsid w:val="00F231BB"/>
    <w:rsid w:val="00F23650"/>
    <w:rsid w:val="00F23795"/>
    <w:rsid w:val="00F23798"/>
    <w:rsid w:val="00F237FB"/>
    <w:rsid w:val="00F23DAA"/>
    <w:rsid w:val="00F23F76"/>
    <w:rsid w:val="00F240C8"/>
    <w:rsid w:val="00F2459C"/>
    <w:rsid w:val="00F24874"/>
    <w:rsid w:val="00F249C1"/>
    <w:rsid w:val="00F24A20"/>
    <w:rsid w:val="00F24E4A"/>
    <w:rsid w:val="00F24EAB"/>
    <w:rsid w:val="00F250A3"/>
    <w:rsid w:val="00F254C0"/>
    <w:rsid w:val="00F25889"/>
    <w:rsid w:val="00F2599A"/>
    <w:rsid w:val="00F25B2B"/>
    <w:rsid w:val="00F26017"/>
    <w:rsid w:val="00F265DD"/>
    <w:rsid w:val="00F2666C"/>
    <w:rsid w:val="00F26691"/>
    <w:rsid w:val="00F26A2F"/>
    <w:rsid w:val="00F26FFF"/>
    <w:rsid w:val="00F27050"/>
    <w:rsid w:val="00F27382"/>
    <w:rsid w:val="00F27461"/>
    <w:rsid w:val="00F2794B"/>
    <w:rsid w:val="00F27C63"/>
    <w:rsid w:val="00F27FF2"/>
    <w:rsid w:val="00F30339"/>
    <w:rsid w:val="00F305AC"/>
    <w:rsid w:val="00F30CA7"/>
    <w:rsid w:val="00F3109B"/>
    <w:rsid w:val="00F31399"/>
    <w:rsid w:val="00F319A2"/>
    <w:rsid w:val="00F32011"/>
    <w:rsid w:val="00F3227D"/>
    <w:rsid w:val="00F32A13"/>
    <w:rsid w:val="00F32DEE"/>
    <w:rsid w:val="00F32E32"/>
    <w:rsid w:val="00F332A2"/>
    <w:rsid w:val="00F332BE"/>
    <w:rsid w:val="00F33513"/>
    <w:rsid w:val="00F335F7"/>
    <w:rsid w:val="00F33AF3"/>
    <w:rsid w:val="00F33F06"/>
    <w:rsid w:val="00F341FC"/>
    <w:rsid w:val="00F34438"/>
    <w:rsid w:val="00F34522"/>
    <w:rsid w:val="00F34C8D"/>
    <w:rsid w:val="00F34F81"/>
    <w:rsid w:val="00F35422"/>
    <w:rsid w:val="00F3561C"/>
    <w:rsid w:val="00F35844"/>
    <w:rsid w:val="00F35B2F"/>
    <w:rsid w:val="00F35B36"/>
    <w:rsid w:val="00F361E8"/>
    <w:rsid w:val="00F364D3"/>
    <w:rsid w:val="00F36CAF"/>
    <w:rsid w:val="00F36E04"/>
    <w:rsid w:val="00F36F56"/>
    <w:rsid w:val="00F372FC"/>
    <w:rsid w:val="00F3759A"/>
    <w:rsid w:val="00F37A3D"/>
    <w:rsid w:val="00F37D61"/>
    <w:rsid w:val="00F37E6C"/>
    <w:rsid w:val="00F37E8C"/>
    <w:rsid w:val="00F37FD8"/>
    <w:rsid w:val="00F401E1"/>
    <w:rsid w:val="00F4032E"/>
    <w:rsid w:val="00F4087B"/>
    <w:rsid w:val="00F40EBC"/>
    <w:rsid w:val="00F40FC7"/>
    <w:rsid w:val="00F4102D"/>
    <w:rsid w:val="00F4109B"/>
    <w:rsid w:val="00F41269"/>
    <w:rsid w:val="00F413A1"/>
    <w:rsid w:val="00F414D7"/>
    <w:rsid w:val="00F41640"/>
    <w:rsid w:val="00F4189B"/>
    <w:rsid w:val="00F419EC"/>
    <w:rsid w:val="00F41C16"/>
    <w:rsid w:val="00F420E1"/>
    <w:rsid w:val="00F42202"/>
    <w:rsid w:val="00F42220"/>
    <w:rsid w:val="00F425D4"/>
    <w:rsid w:val="00F4260A"/>
    <w:rsid w:val="00F42B6D"/>
    <w:rsid w:val="00F43384"/>
    <w:rsid w:val="00F43576"/>
    <w:rsid w:val="00F43A8B"/>
    <w:rsid w:val="00F43DC4"/>
    <w:rsid w:val="00F44175"/>
    <w:rsid w:val="00F44475"/>
    <w:rsid w:val="00F444AF"/>
    <w:rsid w:val="00F44726"/>
    <w:rsid w:val="00F44ACB"/>
    <w:rsid w:val="00F44CDE"/>
    <w:rsid w:val="00F450CF"/>
    <w:rsid w:val="00F45250"/>
    <w:rsid w:val="00F4558E"/>
    <w:rsid w:val="00F4581E"/>
    <w:rsid w:val="00F45878"/>
    <w:rsid w:val="00F459E8"/>
    <w:rsid w:val="00F45F26"/>
    <w:rsid w:val="00F46627"/>
    <w:rsid w:val="00F467D1"/>
    <w:rsid w:val="00F46CAB"/>
    <w:rsid w:val="00F46E8E"/>
    <w:rsid w:val="00F475E4"/>
    <w:rsid w:val="00F47CB0"/>
    <w:rsid w:val="00F47D3E"/>
    <w:rsid w:val="00F50771"/>
    <w:rsid w:val="00F50AD6"/>
    <w:rsid w:val="00F50B52"/>
    <w:rsid w:val="00F50CF8"/>
    <w:rsid w:val="00F50DDE"/>
    <w:rsid w:val="00F5136B"/>
    <w:rsid w:val="00F51A1E"/>
    <w:rsid w:val="00F528CA"/>
    <w:rsid w:val="00F52A10"/>
    <w:rsid w:val="00F52B02"/>
    <w:rsid w:val="00F52BAA"/>
    <w:rsid w:val="00F52C4C"/>
    <w:rsid w:val="00F52CCF"/>
    <w:rsid w:val="00F530C1"/>
    <w:rsid w:val="00F53835"/>
    <w:rsid w:val="00F53988"/>
    <w:rsid w:val="00F53DFD"/>
    <w:rsid w:val="00F53EEB"/>
    <w:rsid w:val="00F544C8"/>
    <w:rsid w:val="00F54571"/>
    <w:rsid w:val="00F54CB9"/>
    <w:rsid w:val="00F54D73"/>
    <w:rsid w:val="00F55661"/>
    <w:rsid w:val="00F558D7"/>
    <w:rsid w:val="00F55A30"/>
    <w:rsid w:val="00F5600D"/>
    <w:rsid w:val="00F56085"/>
    <w:rsid w:val="00F56177"/>
    <w:rsid w:val="00F5628C"/>
    <w:rsid w:val="00F5670C"/>
    <w:rsid w:val="00F56B4B"/>
    <w:rsid w:val="00F574C8"/>
    <w:rsid w:val="00F5757D"/>
    <w:rsid w:val="00F5785F"/>
    <w:rsid w:val="00F578FB"/>
    <w:rsid w:val="00F579F6"/>
    <w:rsid w:val="00F57A51"/>
    <w:rsid w:val="00F57A62"/>
    <w:rsid w:val="00F57F06"/>
    <w:rsid w:val="00F6049F"/>
    <w:rsid w:val="00F60524"/>
    <w:rsid w:val="00F60806"/>
    <w:rsid w:val="00F60CB3"/>
    <w:rsid w:val="00F60FC9"/>
    <w:rsid w:val="00F613E9"/>
    <w:rsid w:val="00F6157A"/>
    <w:rsid w:val="00F61751"/>
    <w:rsid w:val="00F61885"/>
    <w:rsid w:val="00F6279B"/>
    <w:rsid w:val="00F62E76"/>
    <w:rsid w:val="00F6342F"/>
    <w:rsid w:val="00F636D9"/>
    <w:rsid w:val="00F63D0A"/>
    <w:rsid w:val="00F63EF6"/>
    <w:rsid w:val="00F63F53"/>
    <w:rsid w:val="00F63FB6"/>
    <w:rsid w:val="00F63FE1"/>
    <w:rsid w:val="00F64038"/>
    <w:rsid w:val="00F640EE"/>
    <w:rsid w:val="00F64547"/>
    <w:rsid w:val="00F64A54"/>
    <w:rsid w:val="00F65141"/>
    <w:rsid w:val="00F65247"/>
    <w:rsid w:val="00F652FD"/>
    <w:rsid w:val="00F6533D"/>
    <w:rsid w:val="00F654CD"/>
    <w:rsid w:val="00F65CB1"/>
    <w:rsid w:val="00F65D90"/>
    <w:rsid w:val="00F66133"/>
    <w:rsid w:val="00F66194"/>
    <w:rsid w:val="00F661BE"/>
    <w:rsid w:val="00F66915"/>
    <w:rsid w:val="00F66AE4"/>
    <w:rsid w:val="00F66C59"/>
    <w:rsid w:val="00F66C69"/>
    <w:rsid w:val="00F66CB8"/>
    <w:rsid w:val="00F66F7A"/>
    <w:rsid w:val="00F67125"/>
    <w:rsid w:val="00F674A9"/>
    <w:rsid w:val="00F674CA"/>
    <w:rsid w:val="00F675AF"/>
    <w:rsid w:val="00F677B4"/>
    <w:rsid w:val="00F677DE"/>
    <w:rsid w:val="00F67D2F"/>
    <w:rsid w:val="00F70019"/>
    <w:rsid w:val="00F70941"/>
    <w:rsid w:val="00F70B15"/>
    <w:rsid w:val="00F70EED"/>
    <w:rsid w:val="00F711C9"/>
    <w:rsid w:val="00F712C9"/>
    <w:rsid w:val="00F71634"/>
    <w:rsid w:val="00F71F9D"/>
    <w:rsid w:val="00F7202D"/>
    <w:rsid w:val="00F720FC"/>
    <w:rsid w:val="00F723DF"/>
    <w:rsid w:val="00F723F8"/>
    <w:rsid w:val="00F72A4D"/>
    <w:rsid w:val="00F72B61"/>
    <w:rsid w:val="00F72C47"/>
    <w:rsid w:val="00F7343F"/>
    <w:rsid w:val="00F73744"/>
    <w:rsid w:val="00F73C30"/>
    <w:rsid w:val="00F73D36"/>
    <w:rsid w:val="00F74131"/>
    <w:rsid w:val="00F74144"/>
    <w:rsid w:val="00F74473"/>
    <w:rsid w:val="00F74AA9"/>
    <w:rsid w:val="00F74BE7"/>
    <w:rsid w:val="00F74E19"/>
    <w:rsid w:val="00F759D4"/>
    <w:rsid w:val="00F75CF9"/>
    <w:rsid w:val="00F76151"/>
    <w:rsid w:val="00F7635D"/>
    <w:rsid w:val="00F76524"/>
    <w:rsid w:val="00F769A4"/>
    <w:rsid w:val="00F76BCF"/>
    <w:rsid w:val="00F76C9A"/>
    <w:rsid w:val="00F76CA2"/>
    <w:rsid w:val="00F76CD0"/>
    <w:rsid w:val="00F76E72"/>
    <w:rsid w:val="00F76FD1"/>
    <w:rsid w:val="00F7706D"/>
    <w:rsid w:val="00F77130"/>
    <w:rsid w:val="00F773BC"/>
    <w:rsid w:val="00F77F46"/>
    <w:rsid w:val="00F8051F"/>
    <w:rsid w:val="00F8076D"/>
    <w:rsid w:val="00F8087E"/>
    <w:rsid w:val="00F80C67"/>
    <w:rsid w:val="00F80D4E"/>
    <w:rsid w:val="00F80EDE"/>
    <w:rsid w:val="00F80F56"/>
    <w:rsid w:val="00F812B6"/>
    <w:rsid w:val="00F813B4"/>
    <w:rsid w:val="00F813D2"/>
    <w:rsid w:val="00F81714"/>
    <w:rsid w:val="00F817CC"/>
    <w:rsid w:val="00F81A43"/>
    <w:rsid w:val="00F81C0A"/>
    <w:rsid w:val="00F81C29"/>
    <w:rsid w:val="00F81F5E"/>
    <w:rsid w:val="00F820DD"/>
    <w:rsid w:val="00F82613"/>
    <w:rsid w:val="00F8281F"/>
    <w:rsid w:val="00F82885"/>
    <w:rsid w:val="00F82ACE"/>
    <w:rsid w:val="00F82BC3"/>
    <w:rsid w:val="00F82D27"/>
    <w:rsid w:val="00F830A0"/>
    <w:rsid w:val="00F837FE"/>
    <w:rsid w:val="00F84682"/>
    <w:rsid w:val="00F8495E"/>
    <w:rsid w:val="00F84BBA"/>
    <w:rsid w:val="00F84C7F"/>
    <w:rsid w:val="00F84CDC"/>
    <w:rsid w:val="00F84DA2"/>
    <w:rsid w:val="00F84DC2"/>
    <w:rsid w:val="00F84E7C"/>
    <w:rsid w:val="00F84EF1"/>
    <w:rsid w:val="00F85075"/>
    <w:rsid w:val="00F8525A"/>
    <w:rsid w:val="00F8527D"/>
    <w:rsid w:val="00F8528B"/>
    <w:rsid w:val="00F853DE"/>
    <w:rsid w:val="00F85453"/>
    <w:rsid w:val="00F85593"/>
    <w:rsid w:val="00F85632"/>
    <w:rsid w:val="00F85853"/>
    <w:rsid w:val="00F8589E"/>
    <w:rsid w:val="00F859B4"/>
    <w:rsid w:val="00F85C09"/>
    <w:rsid w:val="00F85DF3"/>
    <w:rsid w:val="00F85F79"/>
    <w:rsid w:val="00F86013"/>
    <w:rsid w:val="00F86293"/>
    <w:rsid w:val="00F86675"/>
    <w:rsid w:val="00F86991"/>
    <w:rsid w:val="00F86A16"/>
    <w:rsid w:val="00F87253"/>
    <w:rsid w:val="00F872EA"/>
    <w:rsid w:val="00F87685"/>
    <w:rsid w:val="00F8768F"/>
    <w:rsid w:val="00F87C55"/>
    <w:rsid w:val="00F9012B"/>
    <w:rsid w:val="00F901DA"/>
    <w:rsid w:val="00F904CE"/>
    <w:rsid w:val="00F904D9"/>
    <w:rsid w:val="00F905BA"/>
    <w:rsid w:val="00F90DB1"/>
    <w:rsid w:val="00F90E32"/>
    <w:rsid w:val="00F91423"/>
    <w:rsid w:val="00F915D3"/>
    <w:rsid w:val="00F91793"/>
    <w:rsid w:val="00F91AC3"/>
    <w:rsid w:val="00F91D7B"/>
    <w:rsid w:val="00F91D97"/>
    <w:rsid w:val="00F9233F"/>
    <w:rsid w:val="00F92EC3"/>
    <w:rsid w:val="00F936B1"/>
    <w:rsid w:val="00F93938"/>
    <w:rsid w:val="00F9393C"/>
    <w:rsid w:val="00F9398C"/>
    <w:rsid w:val="00F93CF1"/>
    <w:rsid w:val="00F9481F"/>
    <w:rsid w:val="00F94BBA"/>
    <w:rsid w:val="00F94C29"/>
    <w:rsid w:val="00F94D61"/>
    <w:rsid w:val="00F95B59"/>
    <w:rsid w:val="00F95CA6"/>
    <w:rsid w:val="00F95D20"/>
    <w:rsid w:val="00F963CC"/>
    <w:rsid w:val="00F96601"/>
    <w:rsid w:val="00F96FE8"/>
    <w:rsid w:val="00F971B7"/>
    <w:rsid w:val="00F97281"/>
    <w:rsid w:val="00F97420"/>
    <w:rsid w:val="00F97804"/>
    <w:rsid w:val="00F97C37"/>
    <w:rsid w:val="00FA00A9"/>
    <w:rsid w:val="00FA0623"/>
    <w:rsid w:val="00FA0972"/>
    <w:rsid w:val="00FA0ECB"/>
    <w:rsid w:val="00FA108D"/>
    <w:rsid w:val="00FA1314"/>
    <w:rsid w:val="00FA13A8"/>
    <w:rsid w:val="00FA180B"/>
    <w:rsid w:val="00FA1B36"/>
    <w:rsid w:val="00FA231A"/>
    <w:rsid w:val="00FA2680"/>
    <w:rsid w:val="00FA2877"/>
    <w:rsid w:val="00FA28F7"/>
    <w:rsid w:val="00FA2DF6"/>
    <w:rsid w:val="00FA2E2C"/>
    <w:rsid w:val="00FA2E39"/>
    <w:rsid w:val="00FA31F6"/>
    <w:rsid w:val="00FA3352"/>
    <w:rsid w:val="00FA3400"/>
    <w:rsid w:val="00FA342C"/>
    <w:rsid w:val="00FA3587"/>
    <w:rsid w:val="00FA398B"/>
    <w:rsid w:val="00FA3B2D"/>
    <w:rsid w:val="00FA3B64"/>
    <w:rsid w:val="00FA3BD6"/>
    <w:rsid w:val="00FA444A"/>
    <w:rsid w:val="00FA45C4"/>
    <w:rsid w:val="00FA4841"/>
    <w:rsid w:val="00FA498E"/>
    <w:rsid w:val="00FA5066"/>
    <w:rsid w:val="00FA51EB"/>
    <w:rsid w:val="00FA5500"/>
    <w:rsid w:val="00FA5680"/>
    <w:rsid w:val="00FA5EBD"/>
    <w:rsid w:val="00FA676B"/>
    <w:rsid w:val="00FA6D73"/>
    <w:rsid w:val="00FA6FEB"/>
    <w:rsid w:val="00FA781C"/>
    <w:rsid w:val="00FA7B08"/>
    <w:rsid w:val="00FB0247"/>
    <w:rsid w:val="00FB029C"/>
    <w:rsid w:val="00FB0986"/>
    <w:rsid w:val="00FB105E"/>
    <w:rsid w:val="00FB152A"/>
    <w:rsid w:val="00FB1899"/>
    <w:rsid w:val="00FB1D88"/>
    <w:rsid w:val="00FB1EC4"/>
    <w:rsid w:val="00FB1F09"/>
    <w:rsid w:val="00FB20CC"/>
    <w:rsid w:val="00FB23B6"/>
    <w:rsid w:val="00FB2687"/>
    <w:rsid w:val="00FB2E34"/>
    <w:rsid w:val="00FB306B"/>
    <w:rsid w:val="00FB3253"/>
    <w:rsid w:val="00FB39B6"/>
    <w:rsid w:val="00FB3EE2"/>
    <w:rsid w:val="00FB4113"/>
    <w:rsid w:val="00FB4397"/>
    <w:rsid w:val="00FB4B87"/>
    <w:rsid w:val="00FB4EC2"/>
    <w:rsid w:val="00FB508C"/>
    <w:rsid w:val="00FB59DC"/>
    <w:rsid w:val="00FB5B7A"/>
    <w:rsid w:val="00FB5BF3"/>
    <w:rsid w:val="00FB5C1C"/>
    <w:rsid w:val="00FB5DD2"/>
    <w:rsid w:val="00FB6143"/>
    <w:rsid w:val="00FB686D"/>
    <w:rsid w:val="00FB6982"/>
    <w:rsid w:val="00FB6A73"/>
    <w:rsid w:val="00FB7BFD"/>
    <w:rsid w:val="00FB7FC0"/>
    <w:rsid w:val="00FC0369"/>
    <w:rsid w:val="00FC0988"/>
    <w:rsid w:val="00FC0E73"/>
    <w:rsid w:val="00FC13B5"/>
    <w:rsid w:val="00FC13BE"/>
    <w:rsid w:val="00FC1664"/>
    <w:rsid w:val="00FC1690"/>
    <w:rsid w:val="00FC16FF"/>
    <w:rsid w:val="00FC22E7"/>
    <w:rsid w:val="00FC25E5"/>
    <w:rsid w:val="00FC29BE"/>
    <w:rsid w:val="00FC2B67"/>
    <w:rsid w:val="00FC3199"/>
    <w:rsid w:val="00FC31BC"/>
    <w:rsid w:val="00FC348B"/>
    <w:rsid w:val="00FC35DD"/>
    <w:rsid w:val="00FC366C"/>
    <w:rsid w:val="00FC37AF"/>
    <w:rsid w:val="00FC3ADB"/>
    <w:rsid w:val="00FC3CB8"/>
    <w:rsid w:val="00FC3E7C"/>
    <w:rsid w:val="00FC3FE3"/>
    <w:rsid w:val="00FC40FC"/>
    <w:rsid w:val="00FC41FB"/>
    <w:rsid w:val="00FC4259"/>
    <w:rsid w:val="00FC44C9"/>
    <w:rsid w:val="00FC44ED"/>
    <w:rsid w:val="00FC4AB4"/>
    <w:rsid w:val="00FC4F8C"/>
    <w:rsid w:val="00FC4FC5"/>
    <w:rsid w:val="00FC501C"/>
    <w:rsid w:val="00FC5025"/>
    <w:rsid w:val="00FC52EF"/>
    <w:rsid w:val="00FC55C5"/>
    <w:rsid w:val="00FC5C0D"/>
    <w:rsid w:val="00FC6356"/>
    <w:rsid w:val="00FC668E"/>
    <w:rsid w:val="00FC6FC7"/>
    <w:rsid w:val="00FC7118"/>
    <w:rsid w:val="00FC74C5"/>
    <w:rsid w:val="00FC773B"/>
    <w:rsid w:val="00FC77BB"/>
    <w:rsid w:val="00FC782C"/>
    <w:rsid w:val="00FC7986"/>
    <w:rsid w:val="00FC7EB7"/>
    <w:rsid w:val="00FC7FD9"/>
    <w:rsid w:val="00FD012D"/>
    <w:rsid w:val="00FD0808"/>
    <w:rsid w:val="00FD09C1"/>
    <w:rsid w:val="00FD09D6"/>
    <w:rsid w:val="00FD0C36"/>
    <w:rsid w:val="00FD151A"/>
    <w:rsid w:val="00FD1DAB"/>
    <w:rsid w:val="00FD1E1F"/>
    <w:rsid w:val="00FD1F90"/>
    <w:rsid w:val="00FD25EE"/>
    <w:rsid w:val="00FD2B04"/>
    <w:rsid w:val="00FD2BAB"/>
    <w:rsid w:val="00FD2CAB"/>
    <w:rsid w:val="00FD2D05"/>
    <w:rsid w:val="00FD3139"/>
    <w:rsid w:val="00FD379D"/>
    <w:rsid w:val="00FD3808"/>
    <w:rsid w:val="00FD38E8"/>
    <w:rsid w:val="00FD4731"/>
    <w:rsid w:val="00FD480B"/>
    <w:rsid w:val="00FD4E27"/>
    <w:rsid w:val="00FD4EFD"/>
    <w:rsid w:val="00FD56EF"/>
    <w:rsid w:val="00FD5D2F"/>
    <w:rsid w:val="00FD5D70"/>
    <w:rsid w:val="00FD6278"/>
    <w:rsid w:val="00FD65C5"/>
    <w:rsid w:val="00FD662D"/>
    <w:rsid w:val="00FD6A19"/>
    <w:rsid w:val="00FD6D84"/>
    <w:rsid w:val="00FD6F05"/>
    <w:rsid w:val="00FD6F4A"/>
    <w:rsid w:val="00FD70B8"/>
    <w:rsid w:val="00FD71AB"/>
    <w:rsid w:val="00FD7526"/>
    <w:rsid w:val="00FD79CE"/>
    <w:rsid w:val="00FD7EEF"/>
    <w:rsid w:val="00FD7F8C"/>
    <w:rsid w:val="00FE04FD"/>
    <w:rsid w:val="00FE0705"/>
    <w:rsid w:val="00FE07FD"/>
    <w:rsid w:val="00FE080F"/>
    <w:rsid w:val="00FE0A13"/>
    <w:rsid w:val="00FE114E"/>
    <w:rsid w:val="00FE1AE4"/>
    <w:rsid w:val="00FE1C88"/>
    <w:rsid w:val="00FE1D99"/>
    <w:rsid w:val="00FE2237"/>
    <w:rsid w:val="00FE226A"/>
    <w:rsid w:val="00FE248C"/>
    <w:rsid w:val="00FE27C5"/>
    <w:rsid w:val="00FE2943"/>
    <w:rsid w:val="00FE2981"/>
    <w:rsid w:val="00FE2B14"/>
    <w:rsid w:val="00FE2DA3"/>
    <w:rsid w:val="00FE2F76"/>
    <w:rsid w:val="00FE2FEC"/>
    <w:rsid w:val="00FE3329"/>
    <w:rsid w:val="00FE33C1"/>
    <w:rsid w:val="00FE3549"/>
    <w:rsid w:val="00FE372F"/>
    <w:rsid w:val="00FE3D60"/>
    <w:rsid w:val="00FE4227"/>
    <w:rsid w:val="00FE46B9"/>
    <w:rsid w:val="00FE47A1"/>
    <w:rsid w:val="00FE4D20"/>
    <w:rsid w:val="00FE51FC"/>
    <w:rsid w:val="00FE5232"/>
    <w:rsid w:val="00FE53FE"/>
    <w:rsid w:val="00FE5768"/>
    <w:rsid w:val="00FE5B4F"/>
    <w:rsid w:val="00FE5C61"/>
    <w:rsid w:val="00FE63A6"/>
    <w:rsid w:val="00FE657C"/>
    <w:rsid w:val="00FE6ACE"/>
    <w:rsid w:val="00FE6C86"/>
    <w:rsid w:val="00FE6CE1"/>
    <w:rsid w:val="00FE7450"/>
    <w:rsid w:val="00FE74C9"/>
    <w:rsid w:val="00FE76C2"/>
    <w:rsid w:val="00FE77E7"/>
    <w:rsid w:val="00FE7E63"/>
    <w:rsid w:val="00FF055B"/>
    <w:rsid w:val="00FF0E7A"/>
    <w:rsid w:val="00FF0FC1"/>
    <w:rsid w:val="00FF10A8"/>
    <w:rsid w:val="00FF1285"/>
    <w:rsid w:val="00FF1462"/>
    <w:rsid w:val="00FF1651"/>
    <w:rsid w:val="00FF23B7"/>
    <w:rsid w:val="00FF275B"/>
    <w:rsid w:val="00FF2A85"/>
    <w:rsid w:val="00FF2AAA"/>
    <w:rsid w:val="00FF2BFA"/>
    <w:rsid w:val="00FF2E5E"/>
    <w:rsid w:val="00FF3116"/>
    <w:rsid w:val="00FF3A4E"/>
    <w:rsid w:val="00FF417F"/>
    <w:rsid w:val="00FF4C70"/>
    <w:rsid w:val="00FF4F89"/>
    <w:rsid w:val="00FF58BE"/>
    <w:rsid w:val="00FF5B2A"/>
    <w:rsid w:val="00FF5DA4"/>
    <w:rsid w:val="00FF62B2"/>
    <w:rsid w:val="00FF6513"/>
    <w:rsid w:val="00FF6748"/>
    <w:rsid w:val="00FF69A8"/>
    <w:rsid w:val="00FF6EAD"/>
    <w:rsid w:val="00FF7069"/>
    <w:rsid w:val="00FF71FA"/>
    <w:rsid w:val="00FF77D5"/>
    <w:rsid w:val="00FF780F"/>
    <w:rsid w:val="00FF7893"/>
    <w:rsid w:val="00FF7A30"/>
    <w:rsid w:val="00FF7B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1B4ED3"/>
  <w15:docId w15:val="{B5DF58FD-6BA5-4CB5-9E67-989A576CB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17BF3"/>
    <w:rPr>
      <w:sz w:val="24"/>
      <w:szCs w:val="24"/>
    </w:rPr>
  </w:style>
  <w:style w:type="paragraph" w:styleId="Titolo1">
    <w:name w:val="heading 1"/>
    <w:basedOn w:val="Normale"/>
    <w:next w:val="Normale"/>
    <w:link w:val="Titolo1Carattere"/>
    <w:uiPriority w:val="99"/>
    <w:qFormat/>
    <w:rsid w:val="006918A4"/>
    <w:pPr>
      <w:keepNext/>
      <w:jc w:val="both"/>
      <w:outlineLvl w:val="0"/>
    </w:pPr>
    <w:rPr>
      <w:rFonts w:ascii="Cambria" w:hAnsi="Cambria"/>
      <w:b/>
      <w:kern w:val="32"/>
      <w:sz w:val="32"/>
      <w:szCs w:val="20"/>
    </w:rPr>
  </w:style>
  <w:style w:type="paragraph" w:styleId="Titolo2">
    <w:name w:val="heading 2"/>
    <w:basedOn w:val="Normale"/>
    <w:next w:val="Normale"/>
    <w:link w:val="Titolo2Carattere"/>
    <w:uiPriority w:val="99"/>
    <w:qFormat/>
    <w:locked/>
    <w:rsid w:val="00765CD7"/>
    <w:pPr>
      <w:keepNext/>
      <w:spacing w:before="240" w:after="60"/>
      <w:outlineLvl w:val="1"/>
    </w:pPr>
    <w:rPr>
      <w:rFonts w:ascii="Cambria" w:hAnsi="Cambria"/>
      <w:b/>
      <w:i/>
      <w:sz w:val="28"/>
      <w:szCs w:val="20"/>
    </w:rPr>
  </w:style>
  <w:style w:type="paragraph" w:styleId="Titolo3">
    <w:name w:val="heading 3"/>
    <w:basedOn w:val="Normale"/>
    <w:next w:val="Normale"/>
    <w:link w:val="Titolo3Carattere"/>
    <w:uiPriority w:val="99"/>
    <w:qFormat/>
    <w:rsid w:val="00BC7426"/>
    <w:pPr>
      <w:keepNext/>
      <w:spacing w:before="240" w:after="60"/>
      <w:outlineLvl w:val="2"/>
    </w:pPr>
    <w:rPr>
      <w:rFonts w:ascii="Cambria" w:hAnsi="Cambria"/>
      <w:b/>
      <w:sz w:val="26"/>
      <w:szCs w:val="20"/>
    </w:rPr>
  </w:style>
  <w:style w:type="paragraph" w:styleId="Titolo4">
    <w:name w:val="heading 4"/>
    <w:basedOn w:val="Normale"/>
    <w:next w:val="Normale"/>
    <w:link w:val="Titolo4Carattere"/>
    <w:uiPriority w:val="99"/>
    <w:qFormat/>
    <w:locked/>
    <w:rsid w:val="007751D9"/>
    <w:pPr>
      <w:keepNext/>
      <w:overflowPunct w:val="0"/>
      <w:autoSpaceDE w:val="0"/>
      <w:autoSpaceDN w:val="0"/>
      <w:adjustRightInd w:val="0"/>
      <w:spacing w:before="240" w:after="60"/>
      <w:textAlignment w:val="baseline"/>
      <w:outlineLvl w:val="3"/>
    </w:pPr>
    <w:rPr>
      <w:rFonts w:ascii="Calibri" w:hAnsi="Calibri"/>
      <w:b/>
      <w:sz w:val="28"/>
      <w:szCs w:val="20"/>
    </w:rPr>
  </w:style>
  <w:style w:type="paragraph" w:styleId="Titolo5">
    <w:name w:val="heading 5"/>
    <w:basedOn w:val="Normale"/>
    <w:next w:val="Normale"/>
    <w:link w:val="Titolo5Carattere"/>
    <w:uiPriority w:val="99"/>
    <w:qFormat/>
    <w:locked/>
    <w:rsid w:val="001A7F13"/>
    <w:pPr>
      <w:spacing w:before="240" w:after="60"/>
      <w:outlineLvl w:val="4"/>
    </w:pPr>
    <w:rPr>
      <w:rFonts w:ascii="Calibri" w:hAnsi="Calibri"/>
      <w:b/>
      <w:i/>
      <w:sz w:val="26"/>
      <w:szCs w:val="20"/>
    </w:rPr>
  </w:style>
  <w:style w:type="paragraph" w:styleId="Titolo7">
    <w:name w:val="heading 7"/>
    <w:basedOn w:val="Normale"/>
    <w:next w:val="Normale"/>
    <w:link w:val="Titolo7Carattere"/>
    <w:uiPriority w:val="99"/>
    <w:qFormat/>
    <w:locked/>
    <w:rsid w:val="008F557E"/>
    <w:pPr>
      <w:spacing w:before="240" w:after="60"/>
      <w:outlineLvl w:val="6"/>
    </w:pPr>
    <w:rPr>
      <w:rFonts w:ascii="Calibri" w:hAnsi="Calibr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BE5C65"/>
    <w:rPr>
      <w:rFonts w:ascii="Cambria" w:hAnsi="Cambria" w:cs="Times New Roman"/>
      <w:b/>
      <w:kern w:val="32"/>
      <w:sz w:val="32"/>
    </w:rPr>
  </w:style>
  <w:style w:type="character" w:customStyle="1" w:styleId="Titolo2Carattere">
    <w:name w:val="Titolo 2 Carattere"/>
    <w:link w:val="Titolo2"/>
    <w:uiPriority w:val="99"/>
    <w:semiHidden/>
    <w:locked/>
    <w:rsid w:val="003424F4"/>
    <w:rPr>
      <w:rFonts w:ascii="Cambria" w:hAnsi="Cambria" w:cs="Times New Roman"/>
      <w:b/>
      <w:i/>
      <w:sz w:val="28"/>
    </w:rPr>
  </w:style>
  <w:style w:type="character" w:customStyle="1" w:styleId="Titolo3Carattere">
    <w:name w:val="Titolo 3 Carattere"/>
    <w:link w:val="Titolo3"/>
    <w:uiPriority w:val="99"/>
    <w:semiHidden/>
    <w:locked/>
    <w:rsid w:val="00BE5C65"/>
    <w:rPr>
      <w:rFonts w:ascii="Cambria" w:hAnsi="Cambria" w:cs="Times New Roman"/>
      <w:b/>
      <w:sz w:val="26"/>
    </w:rPr>
  </w:style>
  <w:style w:type="character" w:customStyle="1" w:styleId="Titolo4Carattere">
    <w:name w:val="Titolo 4 Carattere"/>
    <w:link w:val="Titolo4"/>
    <w:uiPriority w:val="99"/>
    <w:semiHidden/>
    <w:locked/>
    <w:rsid w:val="00E26E00"/>
    <w:rPr>
      <w:rFonts w:ascii="Calibri" w:hAnsi="Calibri" w:cs="Times New Roman"/>
      <w:b/>
      <w:sz w:val="28"/>
    </w:rPr>
  </w:style>
  <w:style w:type="character" w:customStyle="1" w:styleId="Titolo5Carattere">
    <w:name w:val="Titolo 5 Carattere"/>
    <w:link w:val="Titolo5"/>
    <w:uiPriority w:val="99"/>
    <w:semiHidden/>
    <w:locked/>
    <w:rsid w:val="001A03C8"/>
    <w:rPr>
      <w:rFonts w:ascii="Calibri" w:hAnsi="Calibri" w:cs="Times New Roman"/>
      <w:b/>
      <w:i/>
      <w:sz w:val="26"/>
    </w:rPr>
  </w:style>
  <w:style w:type="character" w:customStyle="1" w:styleId="Titolo7Carattere">
    <w:name w:val="Titolo 7 Carattere"/>
    <w:link w:val="Titolo7"/>
    <w:uiPriority w:val="99"/>
    <w:semiHidden/>
    <w:locked/>
    <w:rsid w:val="00972592"/>
    <w:rPr>
      <w:rFonts w:ascii="Calibri" w:hAnsi="Calibri" w:cs="Times New Roman"/>
      <w:sz w:val="24"/>
    </w:rPr>
  </w:style>
  <w:style w:type="paragraph" w:styleId="Intestazione">
    <w:name w:val="header"/>
    <w:basedOn w:val="Normale"/>
    <w:link w:val="IntestazioneCarattere"/>
    <w:uiPriority w:val="99"/>
    <w:rsid w:val="00C8232D"/>
    <w:pPr>
      <w:tabs>
        <w:tab w:val="center" w:pos="4819"/>
        <w:tab w:val="right" w:pos="9638"/>
      </w:tabs>
    </w:pPr>
    <w:rPr>
      <w:szCs w:val="20"/>
    </w:rPr>
  </w:style>
  <w:style w:type="character" w:customStyle="1" w:styleId="IntestazioneCarattere">
    <w:name w:val="Intestazione Carattere"/>
    <w:link w:val="Intestazione"/>
    <w:uiPriority w:val="99"/>
    <w:semiHidden/>
    <w:locked/>
    <w:rsid w:val="00BE5C65"/>
    <w:rPr>
      <w:rFonts w:cs="Times New Roman"/>
      <w:sz w:val="24"/>
    </w:rPr>
  </w:style>
  <w:style w:type="paragraph" w:styleId="Pidipagina">
    <w:name w:val="footer"/>
    <w:basedOn w:val="Normale"/>
    <w:link w:val="PidipaginaCarattere"/>
    <w:uiPriority w:val="99"/>
    <w:rsid w:val="00C8232D"/>
    <w:pPr>
      <w:tabs>
        <w:tab w:val="center" w:pos="4819"/>
        <w:tab w:val="right" w:pos="9638"/>
      </w:tabs>
    </w:pPr>
    <w:rPr>
      <w:szCs w:val="20"/>
    </w:rPr>
  </w:style>
  <w:style w:type="character" w:customStyle="1" w:styleId="PidipaginaCarattere">
    <w:name w:val="Piè di pagina Carattere"/>
    <w:link w:val="Pidipagina"/>
    <w:uiPriority w:val="99"/>
    <w:semiHidden/>
    <w:locked/>
    <w:rsid w:val="00BE5C65"/>
    <w:rPr>
      <w:rFonts w:cs="Times New Roman"/>
      <w:sz w:val="24"/>
    </w:rPr>
  </w:style>
  <w:style w:type="table" w:styleId="Grigliatabella">
    <w:name w:val="Table Grid"/>
    <w:basedOn w:val="Tabellanormale"/>
    <w:uiPriority w:val="99"/>
    <w:rsid w:val="00C823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F82ACE"/>
    <w:rPr>
      <w:rFonts w:cs="Times New Roman"/>
    </w:rPr>
  </w:style>
  <w:style w:type="paragraph" w:styleId="Didascalia">
    <w:name w:val="caption"/>
    <w:basedOn w:val="Normale"/>
    <w:next w:val="Normale"/>
    <w:uiPriority w:val="99"/>
    <w:qFormat/>
    <w:rsid w:val="00B77F0E"/>
    <w:rPr>
      <w:b/>
      <w:bCs/>
      <w:sz w:val="20"/>
      <w:szCs w:val="20"/>
    </w:rPr>
  </w:style>
  <w:style w:type="paragraph" w:styleId="Rientrocorpodeltesto">
    <w:name w:val="Body Text Indent"/>
    <w:basedOn w:val="Normale"/>
    <w:link w:val="RientrocorpodeltestoCarattere"/>
    <w:uiPriority w:val="99"/>
    <w:rsid w:val="008021C7"/>
    <w:pPr>
      <w:ind w:left="1080"/>
      <w:jc w:val="both"/>
    </w:pPr>
    <w:rPr>
      <w:szCs w:val="20"/>
    </w:rPr>
  </w:style>
  <w:style w:type="character" w:customStyle="1" w:styleId="RientrocorpodeltestoCarattere">
    <w:name w:val="Rientro corpo del testo Carattere"/>
    <w:link w:val="Rientrocorpodeltesto"/>
    <w:uiPriority w:val="99"/>
    <w:semiHidden/>
    <w:locked/>
    <w:rsid w:val="00BE5C65"/>
    <w:rPr>
      <w:rFonts w:cs="Times New Roman"/>
      <w:sz w:val="24"/>
    </w:rPr>
  </w:style>
  <w:style w:type="character" w:customStyle="1" w:styleId="apple-style-span">
    <w:name w:val="apple-style-span"/>
    <w:uiPriority w:val="99"/>
    <w:rsid w:val="00F80D4E"/>
  </w:style>
  <w:style w:type="paragraph" w:styleId="Corpotesto">
    <w:name w:val="Body Text"/>
    <w:basedOn w:val="Normale"/>
    <w:link w:val="CorpotestoCarattere"/>
    <w:uiPriority w:val="99"/>
    <w:rsid w:val="00094210"/>
    <w:pPr>
      <w:jc w:val="both"/>
    </w:pPr>
    <w:rPr>
      <w:szCs w:val="20"/>
    </w:rPr>
  </w:style>
  <w:style w:type="character" w:customStyle="1" w:styleId="CorpotestoCarattere">
    <w:name w:val="Corpo testo Carattere"/>
    <w:link w:val="Corpotesto"/>
    <w:uiPriority w:val="99"/>
    <w:semiHidden/>
    <w:locked/>
    <w:rsid w:val="00BE5C65"/>
    <w:rPr>
      <w:rFonts w:cs="Times New Roman"/>
      <w:sz w:val="24"/>
    </w:rPr>
  </w:style>
  <w:style w:type="paragraph" w:customStyle="1" w:styleId="Nomesociet">
    <w:name w:val="Nome società"/>
    <w:basedOn w:val="Normale"/>
    <w:uiPriority w:val="99"/>
    <w:rsid w:val="00094210"/>
    <w:rPr>
      <w:sz w:val="20"/>
      <w:szCs w:val="20"/>
    </w:rPr>
  </w:style>
  <w:style w:type="character" w:customStyle="1" w:styleId="text">
    <w:name w:val="text"/>
    <w:uiPriority w:val="99"/>
    <w:rsid w:val="00804010"/>
  </w:style>
  <w:style w:type="paragraph" w:styleId="Corpodeltesto2">
    <w:name w:val="Body Text 2"/>
    <w:basedOn w:val="Normale"/>
    <w:link w:val="Corpodeltesto2Carattere"/>
    <w:uiPriority w:val="99"/>
    <w:rsid w:val="00BC7426"/>
    <w:pPr>
      <w:spacing w:after="120" w:line="480" w:lineRule="auto"/>
    </w:pPr>
    <w:rPr>
      <w:szCs w:val="20"/>
    </w:rPr>
  </w:style>
  <w:style w:type="character" w:customStyle="1" w:styleId="Corpodeltesto2Carattere">
    <w:name w:val="Corpo del testo 2 Carattere"/>
    <w:link w:val="Corpodeltesto2"/>
    <w:uiPriority w:val="99"/>
    <w:semiHidden/>
    <w:locked/>
    <w:rsid w:val="00BE5C65"/>
    <w:rPr>
      <w:rFonts w:cs="Times New Roman"/>
      <w:sz w:val="24"/>
    </w:rPr>
  </w:style>
  <w:style w:type="paragraph" w:styleId="Testofumetto">
    <w:name w:val="Balloon Text"/>
    <w:basedOn w:val="Normale"/>
    <w:link w:val="TestofumettoCarattere"/>
    <w:uiPriority w:val="99"/>
    <w:semiHidden/>
    <w:rsid w:val="004666C2"/>
    <w:rPr>
      <w:sz w:val="2"/>
      <w:szCs w:val="20"/>
    </w:rPr>
  </w:style>
  <w:style w:type="character" w:customStyle="1" w:styleId="TestofumettoCarattere">
    <w:name w:val="Testo fumetto Carattere"/>
    <w:link w:val="Testofumetto"/>
    <w:uiPriority w:val="99"/>
    <w:semiHidden/>
    <w:locked/>
    <w:rsid w:val="00BE5C65"/>
    <w:rPr>
      <w:rFonts w:cs="Times New Roman"/>
      <w:sz w:val="2"/>
    </w:rPr>
  </w:style>
  <w:style w:type="character" w:styleId="Collegamentoipertestuale">
    <w:name w:val="Hyperlink"/>
    <w:uiPriority w:val="99"/>
    <w:rsid w:val="00F22FF9"/>
    <w:rPr>
      <w:rFonts w:cs="Times New Roman"/>
      <w:color w:val="0000FF"/>
      <w:u w:val="single"/>
    </w:rPr>
  </w:style>
  <w:style w:type="character" w:customStyle="1" w:styleId="Titolo10">
    <w:name w:val="Titolo1"/>
    <w:uiPriority w:val="99"/>
    <w:rsid w:val="00F22FF9"/>
  </w:style>
  <w:style w:type="paragraph" w:styleId="Paragrafoelenco">
    <w:name w:val="List Paragraph"/>
    <w:basedOn w:val="Normale"/>
    <w:uiPriority w:val="99"/>
    <w:qFormat/>
    <w:rsid w:val="00F22FF9"/>
    <w:pPr>
      <w:spacing w:after="200" w:line="276" w:lineRule="auto"/>
      <w:ind w:left="720"/>
      <w:contextualSpacing/>
    </w:pPr>
    <w:rPr>
      <w:rFonts w:ascii="Calibri" w:hAnsi="Calibri"/>
      <w:sz w:val="22"/>
      <w:szCs w:val="22"/>
      <w:lang w:eastAsia="en-US"/>
    </w:rPr>
  </w:style>
  <w:style w:type="paragraph" w:styleId="PreformattatoHTML">
    <w:name w:val="HTML Preformatted"/>
    <w:basedOn w:val="Normale"/>
    <w:link w:val="PreformattatoHTMLCarattere"/>
    <w:uiPriority w:val="99"/>
    <w:rsid w:val="006E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link w:val="PreformattatoHTML"/>
    <w:uiPriority w:val="99"/>
    <w:semiHidden/>
    <w:locked/>
    <w:rsid w:val="00BE5C65"/>
    <w:rPr>
      <w:rFonts w:ascii="Courier New" w:hAnsi="Courier New" w:cs="Times New Roman"/>
      <w:sz w:val="20"/>
    </w:rPr>
  </w:style>
  <w:style w:type="paragraph" w:styleId="Mappadocumento">
    <w:name w:val="Document Map"/>
    <w:basedOn w:val="Normale"/>
    <w:link w:val="MappadocumentoCarattere"/>
    <w:uiPriority w:val="99"/>
    <w:semiHidden/>
    <w:rsid w:val="00C5451C"/>
    <w:pPr>
      <w:shd w:val="clear" w:color="auto" w:fill="000080"/>
    </w:pPr>
    <w:rPr>
      <w:sz w:val="2"/>
      <w:szCs w:val="20"/>
    </w:rPr>
  </w:style>
  <w:style w:type="character" w:customStyle="1" w:styleId="MappadocumentoCarattere">
    <w:name w:val="Mappa documento Carattere"/>
    <w:link w:val="Mappadocumento"/>
    <w:uiPriority w:val="99"/>
    <w:semiHidden/>
    <w:locked/>
    <w:rsid w:val="00BE5C65"/>
    <w:rPr>
      <w:rFonts w:cs="Times New Roman"/>
      <w:sz w:val="2"/>
    </w:rPr>
  </w:style>
  <w:style w:type="paragraph" w:customStyle="1" w:styleId="Stile">
    <w:name w:val="Stile"/>
    <w:uiPriority w:val="99"/>
    <w:rsid w:val="002B6738"/>
    <w:pPr>
      <w:spacing w:after="120"/>
    </w:pPr>
    <w:rPr>
      <w:sz w:val="24"/>
      <w:szCs w:val="24"/>
      <w:lang w:eastAsia="en-US"/>
    </w:rPr>
  </w:style>
  <w:style w:type="paragraph" w:styleId="Corpodeltesto3">
    <w:name w:val="Body Text 3"/>
    <w:basedOn w:val="Normale"/>
    <w:link w:val="Corpodeltesto3Carattere"/>
    <w:uiPriority w:val="99"/>
    <w:rsid w:val="007751D9"/>
    <w:pPr>
      <w:spacing w:after="120"/>
    </w:pPr>
    <w:rPr>
      <w:sz w:val="16"/>
      <w:szCs w:val="20"/>
    </w:rPr>
  </w:style>
  <w:style w:type="character" w:customStyle="1" w:styleId="Corpodeltesto3Carattere">
    <w:name w:val="Corpo del testo 3 Carattere"/>
    <w:link w:val="Corpodeltesto3"/>
    <w:uiPriority w:val="99"/>
    <w:semiHidden/>
    <w:locked/>
    <w:rsid w:val="00E26E00"/>
    <w:rPr>
      <w:rFonts w:cs="Times New Roman"/>
      <w:sz w:val="16"/>
    </w:rPr>
  </w:style>
  <w:style w:type="character" w:customStyle="1" w:styleId="CarattereCarattere11">
    <w:name w:val="Carattere Carattere11"/>
    <w:uiPriority w:val="99"/>
    <w:semiHidden/>
    <w:locked/>
    <w:rsid w:val="00BE50FC"/>
    <w:rPr>
      <w:rFonts w:ascii="New York" w:hAnsi="New York"/>
      <w:sz w:val="20"/>
      <w:lang w:eastAsia="zh-CN"/>
    </w:rPr>
  </w:style>
  <w:style w:type="character" w:customStyle="1" w:styleId="apple-converted-space">
    <w:name w:val="apple-converted-space"/>
    <w:uiPriority w:val="99"/>
    <w:rsid w:val="00C83A1D"/>
  </w:style>
  <w:style w:type="paragraph" w:customStyle="1" w:styleId="Default">
    <w:name w:val="Default"/>
    <w:uiPriority w:val="99"/>
    <w:rsid w:val="006A5380"/>
    <w:pPr>
      <w:autoSpaceDE w:val="0"/>
      <w:autoSpaceDN w:val="0"/>
      <w:adjustRightInd w:val="0"/>
    </w:pPr>
    <w:rPr>
      <w:rFonts w:ascii="Calibri" w:hAnsi="Calibri" w:cs="Calibri"/>
      <w:color w:val="000000"/>
      <w:sz w:val="24"/>
      <w:szCs w:val="24"/>
      <w:lang w:eastAsia="en-US"/>
    </w:rPr>
  </w:style>
  <w:style w:type="character" w:customStyle="1" w:styleId="zmsearchresult">
    <w:name w:val="zmsearchresult"/>
    <w:uiPriority w:val="99"/>
    <w:rsid w:val="00E440D3"/>
  </w:style>
  <w:style w:type="character" w:customStyle="1" w:styleId="object">
    <w:name w:val="object"/>
    <w:uiPriority w:val="99"/>
    <w:rsid w:val="00E440D3"/>
  </w:style>
  <w:style w:type="paragraph" w:customStyle="1" w:styleId="Paragrafoelenco1">
    <w:name w:val="Paragrafo elenco1"/>
    <w:basedOn w:val="Normale"/>
    <w:uiPriority w:val="99"/>
    <w:rsid w:val="0084632F"/>
    <w:pPr>
      <w:spacing w:after="160" w:line="259" w:lineRule="auto"/>
      <w:ind w:left="720"/>
      <w:contextualSpacing/>
    </w:pPr>
    <w:rPr>
      <w:rFonts w:ascii="Calibri" w:hAnsi="Calibri"/>
      <w:sz w:val="22"/>
      <w:szCs w:val="22"/>
      <w:lang w:eastAsia="en-US"/>
    </w:rPr>
  </w:style>
  <w:style w:type="paragraph" w:styleId="NormaleWeb">
    <w:name w:val="Normal (Web)"/>
    <w:basedOn w:val="Normale"/>
    <w:uiPriority w:val="99"/>
    <w:rsid w:val="00D07C28"/>
    <w:pPr>
      <w:spacing w:before="100" w:beforeAutospacing="1" w:after="100" w:afterAutospacing="1"/>
    </w:pPr>
  </w:style>
  <w:style w:type="paragraph" w:customStyle="1" w:styleId="Paragrafoelenco2">
    <w:name w:val="Paragrafo elenco2"/>
    <w:basedOn w:val="Normale"/>
    <w:uiPriority w:val="99"/>
    <w:rsid w:val="00B303B7"/>
    <w:pPr>
      <w:ind w:left="708"/>
    </w:pPr>
  </w:style>
  <w:style w:type="paragraph" w:customStyle="1" w:styleId="Paragrafoelenco3">
    <w:name w:val="Paragrafo elenco3"/>
    <w:basedOn w:val="Normale"/>
    <w:uiPriority w:val="99"/>
    <w:rsid w:val="002C2A7E"/>
    <w:pPr>
      <w:ind w:left="708"/>
    </w:pPr>
  </w:style>
  <w:style w:type="paragraph" w:customStyle="1" w:styleId="Paragrafoelenco4">
    <w:name w:val="Paragrafo elenco4"/>
    <w:basedOn w:val="Normale"/>
    <w:uiPriority w:val="99"/>
    <w:rsid w:val="002B3CFC"/>
    <w:pPr>
      <w:ind w:left="708"/>
    </w:pPr>
  </w:style>
  <w:style w:type="paragraph" w:customStyle="1" w:styleId="Paragrafoelenco5">
    <w:name w:val="Paragrafo elenco5"/>
    <w:basedOn w:val="Normale"/>
    <w:uiPriority w:val="99"/>
    <w:rsid w:val="00F91793"/>
    <w:pPr>
      <w:ind w:left="708"/>
    </w:pPr>
  </w:style>
  <w:style w:type="character" w:styleId="Rimandocommento">
    <w:name w:val="annotation reference"/>
    <w:basedOn w:val="Carpredefinitoparagrafo"/>
    <w:uiPriority w:val="99"/>
    <w:semiHidden/>
    <w:unhideWhenUsed/>
    <w:rsid w:val="00A01273"/>
    <w:rPr>
      <w:sz w:val="16"/>
      <w:szCs w:val="16"/>
    </w:rPr>
  </w:style>
  <w:style w:type="paragraph" w:styleId="Testocommento">
    <w:name w:val="annotation text"/>
    <w:basedOn w:val="Normale"/>
    <w:link w:val="TestocommentoCarattere"/>
    <w:uiPriority w:val="99"/>
    <w:semiHidden/>
    <w:unhideWhenUsed/>
    <w:rsid w:val="00A01273"/>
    <w:rPr>
      <w:sz w:val="20"/>
      <w:szCs w:val="20"/>
    </w:rPr>
  </w:style>
  <w:style w:type="character" w:customStyle="1" w:styleId="TestocommentoCarattere">
    <w:name w:val="Testo commento Carattere"/>
    <w:basedOn w:val="Carpredefinitoparagrafo"/>
    <w:link w:val="Testocommento"/>
    <w:uiPriority w:val="99"/>
    <w:semiHidden/>
    <w:rsid w:val="00A01273"/>
  </w:style>
  <w:style w:type="paragraph" w:styleId="Soggettocommento">
    <w:name w:val="annotation subject"/>
    <w:basedOn w:val="Testocommento"/>
    <w:next w:val="Testocommento"/>
    <w:link w:val="SoggettocommentoCarattere"/>
    <w:uiPriority w:val="99"/>
    <w:semiHidden/>
    <w:unhideWhenUsed/>
    <w:rsid w:val="00A01273"/>
    <w:rPr>
      <w:b/>
      <w:bCs/>
    </w:rPr>
  </w:style>
  <w:style w:type="character" w:customStyle="1" w:styleId="SoggettocommentoCarattere">
    <w:name w:val="Soggetto commento Carattere"/>
    <w:basedOn w:val="TestocommentoCarattere"/>
    <w:link w:val="Soggettocommento"/>
    <w:uiPriority w:val="99"/>
    <w:semiHidden/>
    <w:rsid w:val="00A01273"/>
    <w:rPr>
      <w:b/>
      <w:bCs/>
    </w:rPr>
  </w:style>
  <w:style w:type="paragraph" w:customStyle="1" w:styleId="xxmsonormal">
    <w:name w:val="x_x_msonormal"/>
    <w:basedOn w:val="Normale"/>
    <w:rsid w:val="006614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8753">
      <w:bodyDiv w:val="1"/>
      <w:marLeft w:val="0"/>
      <w:marRight w:val="0"/>
      <w:marTop w:val="0"/>
      <w:marBottom w:val="0"/>
      <w:divBdr>
        <w:top w:val="none" w:sz="0" w:space="0" w:color="auto"/>
        <w:left w:val="none" w:sz="0" w:space="0" w:color="auto"/>
        <w:bottom w:val="none" w:sz="0" w:space="0" w:color="auto"/>
        <w:right w:val="none" w:sz="0" w:space="0" w:color="auto"/>
      </w:divBdr>
    </w:div>
    <w:div w:id="31196931">
      <w:bodyDiv w:val="1"/>
      <w:marLeft w:val="0"/>
      <w:marRight w:val="0"/>
      <w:marTop w:val="0"/>
      <w:marBottom w:val="0"/>
      <w:divBdr>
        <w:top w:val="none" w:sz="0" w:space="0" w:color="auto"/>
        <w:left w:val="none" w:sz="0" w:space="0" w:color="auto"/>
        <w:bottom w:val="none" w:sz="0" w:space="0" w:color="auto"/>
        <w:right w:val="none" w:sz="0" w:space="0" w:color="auto"/>
      </w:divBdr>
    </w:div>
    <w:div w:id="41908260">
      <w:bodyDiv w:val="1"/>
      <w:marLeft w:val="0"/>
      <w:marRight w:val="0"/>
      <w:marTop w:val="0"/>
      <w:marBottom w:val="0"/>
      <w:divBdr>
        <w:top w:val="none" w:sz="0" w:space="0" w:color="auto"/>
        <w:left w:val="none" w:sz="0" w:space="0" w:color="auto"/>
        <w:bottom w:val="none" w:sz="0" w:space="0" w:color="auto"/>
        <w:right w:val="none" w:sz="0" w:space="0" w:color="auto"/>
      </w:divBdr>
    </w:div>
    <w:div w:id="61297598">
      <w:bodyDiv w:val="1"/>
      <w:marLeft w:val="0"/>
      <w:marRight w:val="0"/>
      <w:marTop w:val="0"/>
      <w:marBottom w:val="0"/>
      <w:divBdr>
        <w:top w:val="none" w:sz="0" w:space="0" w:color="auto"/>
        <w:left w:val="none" w:sz="0" w:space="0" w:color="auto"/>
        <w:bottom w:val="none" w:sz="0" w:space="0" w:color="auto"/>
        <w:right w:val="none" w:sz="0" w:space="0" w:color="auto"/>
      </w:divBdr>
      <w:divsChild>
        <w:div w:id="990526795">
          <w:marLeft w:val="0"/>
          <w:marRight w:val="0"/>
          <w:marTop w:val="0"/>
          <w:marBottom w:val="0"/>
          <w:divBdr>
            <w:top w:val="none" w:sz="0" w:space="0" w:color="auto"/>
            <w:left w:val="none" w:sz="0" w:space="0" w:color="auto"/>
            <w:bottom w:val="none" w:sz="0" w:space="0" w:color="auto"/>
            <w:right w:val="none" w:sz="0" w:space="0" w:color="auto"/>
          </w:divBdr>
        </w:div>
        <w:div w:id="2023318752">
          <w:marLeft w:val="0"/>
          <w:marRight w:val="0"/>
          <w:marTop w:val="0"/>
          <w:marBottom w:val="0"/>
          <w:divBdr>
            <w:top w:val="none" w:sz="0" w:space="0" w:color="auto"/>
            <w:left w:val="none" w:sz="0" w:space="0" w:color="auto"/>
            <w:bottom w:val="none" w:sz="0" w:space="0" w:color="auto"/>
            <w:right w:val="none" w:sz="0" w:space="0" w:color="auto"/>
          </w:divBdr>
        </w:div>
      </w:divsChild>
    </w:div>
    <w:div w:id="131599930">
      <w:bodyDiv w:val="1"/>
      <w:marLeft w:val="0"/>
      <w:marRight w:val="0"/>
      <w:marTop w:val="0"/>
      <w:marBottom w:val="0"/>
      <w:divBdr>
        <w:top w:val="none" w:sz="0" w:space="0" w:color="auto"/>
        <w:left w:val="none" w:sz="0" w:space="0" w:color="auto"/>
        <w:bottom w:val="none" w:sz="0" w:space="0" w:color="auto"/>
        <w:right w:val="none" w:sz="0" w:space="0" w:color="auto"/>
      </w:divBdr>
    </w:div>
    <w:div w:id="151065747">
      <w:bodyDiv w:val="1"/>
      <w:marLeft w:val="0"/>
      <w:marRight w:val="0"/>
      <w:marTop w:val="0"/>
      <w:marBottom w:val="0"/>
      <w:divBdr>
        <w:top w:val="none" w:sz="0" w:space="0" w:color="auto"/>
        <w:left w:val="none" w:sz="0" w:space="0" w:color="auto"/>
        <w:bottom w:val="none" w:sz="0" w:space="0" w:color="auto"/>
        <w:right w:val="none" w:sz="0" w:space="0" w:color="auto"/>
      </w:divBdr>
    </w:div>
    <w:div w:id="154611262">
      <w:bodyDiv w:val="1"/>
      <w:marLeft w:val="0"/>
      <w:marRight w:val="0"/>
      <w:marTop w:val="0"/>
      <w:marBottom w:val="0"/>
      <w:divBdr>
        <w:top w:val="none" w:sz="0" w:space="0" w:color="auto"/>
        <w:left w:val="none" w:sz="0" w:space="0" w:color="auto"/>
        <w:bottom w:val="none" w:sz="0" w:space="0" w:color="auto"/>
        <w:right w:val="none" w:sz="0" w:space="0" w:color="auto"/>
      </w:divBdr>
    </w:div>
    <w:div w:id="156773558">
      <w:bodyDiv w:val="1"/>
      <w:marLeft w:val="0"/>
      <w:marRight w:val="0"/>
      <w:marTop w:val="0"/>
      <w:marBottom w:val="0"/>
      <w:divBdr>
        <w:top w:val="none" w:sz="0" w:space="0" w:color="auto"/>
        <w:left w:val="none" w:sz="0" w:space="0" w:color="auto"/>
        <w:bottom w:val="none" w:sz="0" w:space="0" w:color="auto"/>
        <w:right w:val="none" w:sz="0" w:space="0" w:color="auto"/>
      </w:divBdr>
    </w:div>
    <w:div w:id="182138778">
      <w:bodyDiv w:val="1"/>
      <w:marLeft w:val="0"/>
      <w:marRight w:val="0"/>
      <w:marTop w:val="0"/>
      <w:marBottom w:val="0"/>
      <w:divBdr>
        <w:top w:val="none" w:sz="0" w:space="0" w:color="auto"/>
        <w:left w:val="none" w:sz="0" w:space="0" w:color="auto"/>
        <w:bottom w:val="none" w:sz="0" w:space="0" w:color="auto"/>
        <w:right w:val="none" w:sz="0" w:space="0" w:color="auto"/>
      </w:divBdr>
    </w:div>
    <w:div w:id="218903341">
      <w:bodyDiv w:val="1"/>
      <w:marLeft w:val="0"/>
      <w:marRight w:val="0"/>
      <w:marTop w:val="0"/>
      <w:marBottom w:val="0"/>
      <w:divBdr>
        <w:top w:val="none" w:sz="0" w:space="0" w:color="auto"/>
        <w:left w:val="none" w:sz="0" w:space="0" w:color="auto"/>
        <w:bottom w:val="none" w:sz="0" w:space="0" w:color="auto"/>
        <w:right w:val="none" w:sz="0" w:space="0" w:color="auto"/>
      </w:divBdr>
    </w:div>
    <w:div w:id="303241691">
      <w:bodyDiv w:val="1"/>
      <w:marLeft w:val="0"/>
      <w:marRight w:val="0"/>
      <w:marTop w:val="0"/>
      <w:marBottom w:val="0"/>
      <w:divBdr>
        <w:top w:val="none" w:sz="0" w:space="0" w:color="auto"/>
        <w:left w:val="none" w:sz="0" w:space="0" w:color="auto"/>
        <w:bottom w:val="none" w:sz="0" w:space="0" w:color="auto"/>
        <w:right w:val="none" w:sz="0" w:space="0" w:color="auto"/>
      </w:divBdr>
    </w:div>
    <w:div w:id="305360034">
      <w:bodyDiv w:val="1"/>
      <w:marLeft w:val="0"/>
      <w:marRight w:val="0"/>
      <w:marTop w:val="0"/>
      <w:marBottom w:val="0"/>
      <w:divBdr>
        <w:top w:val="none" w:sz="0" w:space="0" w:color="auto"/>
        <w:left w:val="none" w:sz="0" w:space="0" w:color="auto"/>
        <w:bottom w:val="none" w:sz="0" w:space="0" w:color="auto"/>
        <w:right w:val="none" w:sz="0" w:space="0" w:color="auto"/>
      </w:divBdr>
    </w:div>
    <w:div w:id="437410229">
      <w:bodyDiv w:val="1"/>
      <w:marLeft w:val="0"/>
      <w:marRight w:val="0"/>
      <w:marTop w:val="0"/>
      <w:marBottom w:val="0"/>
      <w:divBdr>
        <w:top w:val="none" w:sz="0" w:space="0" w:color="auto"/>
        <w:left w:val="none" w:sz="0" w:space="0" w:color="auto"/>
        <w:bottom w:val="none" w:sz="0" w:space="0" w:color="auto"/>
        <w:right w:val="none" w:sz="0" w:space="0" w:color="auto"/>
      </w:divBdr>
    </w:div>
    <w:div w:id="505094551">
      <w:bodyDiv w:val="1"/>
      <w:marLeft w:val="0"/>
      <w:marRight w:val="0"/>
      <w:marTop w:val="0"/>
      <w:marBottom w:val="0"/>
      <w:divBdr>
        <w:top w:val="none" w:sz="0" w:space="0" w:color="auto"/>
        <w:left w:val="none" w:sz="0" w:space="0" w:color="auto"/>
        <w:bottom w:val="none" w:sz="0" w:space="0" w:color="auto"/>
        <w:right w:val="none" w:sz="0" w:space="0" w:color="auto"/>
      </w:divBdr>
    </w:div>
    <w:div w:id="526871378">
      <w:bodyDiv w:val="1"/>
      <w:marLeft w:val="0"/>
      <w:marRight w:val="0"/>
      <w:marTop w:val="0"/>
      <w:marBottom w:val="0"/>
      <w:divBdr>
        <w:top w:val="none" w:sz="0" w:space="0" w:color="auto"/>
        <w:left w:val="none" w:sz="0" w:space="0" w:color="auto"/>
        <w:bottom w:val="none" w:sz="0" w:space="0" w:color="auto"/>
        <w:right w:val="none" w:sz="0" w:space="0" w:color="auto"/>
      </w:divBdr>
      <w:divsChild>
        <w:div w:id="1957831550">
          <w:marLeft w:val="0"/>
          <w:marRight w:val="0"/>
          <w:marTop w:val="0"/>
          <w:marBottom w:val="0"/>
          <w:divBdr>
            <w:top w:val="none" w:sz="0" w:space="0" w:color="auto"/>
            <w:left w:val="none" w:sz="0" w:space="0" w:color="auto"/>
            <w:bottom w:val="none" w:sz="0" w:space="0" w:color="auto"/>
            <w:right w:val="none" w:sz="0" w:space="0" w:color="auto"/>
          </w:divBdr>
        </w:div>
        <w:div w:id="710880950">
          <w:marLeft w:val="0"/>
          <w:marRight w:val="0"/>
          <w:marTop w:val="0"/>
          <w:marBottom w:val="0"/>
          <w:divBdr>
            <w:top w:val="none" w:sz="0" w:space="0" w:color="auto"/>
            <w:left w:val="none" w:sz="0" w:space="0" w:color="auto"/>
            <w:bottom w:val="none" w:sz="0" w:space="0" w:color="auto"/>
            <w:right w:val="none" w:sz="0" w:space="0" w:color="auto"/>
          </w:divBdr>
        </w:div>
        <w:div w:id="433718430">
          <w:marLeft w:val="0"/>
          <w:marRight w:val="0"/>
          <w:marTop w:val="0"/>
          <w:marBottom w:val="0"/>
          <w:divBdr>
            <w:top w:val="none" w:sz="0" w:space="0" w:color="auto"/>
            <w:left w:val="none" w:sz="0" w:space="0" w:color="auto"/>
            <w:bottom w:val="none" w:sz="0" w:space="0" w:color="auto"/>
            <w:right w:val="none" w:sz="0" w:space="0" w:color="auto"/>
          </w:divBdr>
        </w:div>
      </w:divsChild>
    </w:div>
    <w:div w:id="557783092">
      <w:bodyDiv w:val="1"/>
      <w:marLeft w:val="0"/>
      <w:marRight w:val="0"/>
      <w:marTop w:val="0"/>
      <w:marBottom w:val="0"/>
      <w:divBdr>
        <w:top w:val="none" w:sz="0" w:space="0" w:color="auto"/>
        <w:left w:val="none" w:sz="0" w:space="0" w:color="auto"/>
        <w:bottom w:val="none" w:sz="0" w:space="0" w:color="auto"/>
        <w:right w:val="none" w:sz="0" w:space="0" w:color="auto"/>
      </w:divBdr>
    </w:div>
    <w:div w:id="634677223">
      <w:bodyDiv w:val="1"/>
      <w:marLeft w:val="0"/>
      <w:marRight w:val="0"/>
      <w:marTop w:val="0"/>
      <w:marBottom w:val="0"/>
      <w:divBdr>
        <w:top w:val="none" w:sz="0" w:space="0" w:color="auto"/>
        <w:left w:val="none" w:sz="0" w:space="0" w:color="auto"/>
        <w:bottom w:val="none" w:sz="0" w:space="0" w:color="auto"/>
        <w:right w:val="none" w:sz="0" w:space="0" w:color="auto"/>
      </w:divBdr>
    </w:div>
    <w:div w:id="644892987">
      <w:bodyDiv w:val="1"/>
      <w:marLeft w:val="0"/>
      <w:marRight w:val="0"/>
      <w:marTop w:val="0"/>
      <w:marBottom w:val="0"/>
      <w:divBdr>
        <w:top w:val="none" w:sz="0" w:space="0" w:color="auto"/>
        <w:left w:val="none" w:sz="0" w:space="0" w:color="auto"/>
        <w:bottom w:val="none" w:sz="0" w:space="0" w:color="auto"/>
        <w:right w:val="none" w:sz="0" w:space="0" w:color="auto"/>
      </w:divBdr>
    </w:div>
    <w:div w:id="648830230">
      <w:bodyDiv w:val="1"/>
      <w:marLeft w:val="0"/>
      <w:marRight w:val="0"/>
      <w:marTop w:val="0"/>
      <w:marBottom w:val="0"/>
      <w:divBdr>
        <w:top w:val="none" w:sz="0" w:space="0" w:color="auto"/>
        <w:left w:val="none" w:sz="0" w:space="0" w:color="auto"/>
        <w:bottom w:val="none" w:sz="0" w:space="0" w:color="auto"/>
        <w:right w:val="none" w:sz="0" w:space="0" w:color="auto"/>
      </w:divBdr>
    </w:div>
    <w:div w:id="679703626">
      <w:bodyDiv w:val="1"/>
      <w:marLeft w:val="0"/>
      <w:marRight w:val="0"/>
      <w:marTop w:val="0"/>
      <w:marBottom w:val="0"/>
      <w:divBdr>
        <w:top w:val="none" w:sz="0" w:space="0" w:color="auto"/>
        <w:left w:val="none" w:sz="0" w:space="0" w:color="auto"/>
        <w:bottom w:val="none" w:sz="0" w:space="0" w:color="auto"/>
        <w:right w:val="none" w:sz="0" w:space="0" w:color="auto"/>
      </w:divBdr>
    </w:div>
    <w:div w:id="739138443">
      <w:bodyDiv w:val="1"/>
      <w:marLeft w:val="0"/>
      <w:marRight w:val="0"/>
      <w:marTop w:val="0"/>
      <w:marBottom w:val="0"/>
      <w:divBdr>
        <w:top w:val="none" w:sz="0" w:space="0" w:color="auto"/>
        <w:left w:val="none" w:sz="0" w:space="0" w:color="auto"/>
        <w:bottom w:val="none" w:sz="0" w:space="0" w:color="auto"/>
        <w:right w:val="none" w:sz="0" w:space="0" w:color="auto"/>
      </w:divBdr>
    </w:div>
    <w:div w:id="774055621">
      <w:bodyDiv w:val="1"/>
      <w:marLeft w:val="0"/>
      <w:marRight w:val="0"/>
      <w:marTop w:val="0"/>
      <w:marBottom w:val="0"/>
      <w:divBdr>
        <w:top w:val="none" w:sz="0" w:space="0" w:color="auto"/>
        <w:left w:val="none" w:sz="0" w:space="0" w:color="auto"/>
        <w:bottom w:val="none" w:sz="0" w:space="0" w:color="auto"/>
        <w:right w:val="none" w:sz="0" w:space="0" w:color="auto"/>
      </w:divBdr>
    </w:div>
    <w:div w:id="774247050">
      <w:marLeft w:val="0"/>
      <w:marRight w:val="0"/>
      <w:marTop w:val="0"/>
      <w:marBottom w:val="0"/>
      <w:divBdr>
        <w:top w:val="none" w:sz="0" w:space="0" w:color="auto"/>
        <w:left w:val="none" w:sz="0" w:space="0" w:color="auto"/>
        <w:bottom w:val="none" w:sz="0" w:space="0" w:color="auto"/>
        <w:right w:val="none" w:sz="0" w:space="0" w:color="auto"/>
      </w:divBdr>
    </w:div>
    <w:div w:id="774247051">
      <w:marLeft w:val="0"/>
      <w:marRight w:val="0"/>
      <w:marTop w:val="0"/>
      <w:marBottom w:val="0"/>
      <w:divBdr>
        <w:top w:val="none" w:sz="0" w:space="0" w:color="auto"/>
        <w:left w:val="none" w:sz="0" w:space="0" w:color="auto"/>
        <w:bottom w:val="none" w:sz="0" w:space="0" w:color="auto"/>
        <w:right w:val="none" w:sz="0" w:space="0" w:color="auto"/>
      </w:divBdr>
    </w:div>
    <w:div w:id="774247052">
      <w:marLeft w:val="0"/>
      <w:marRight w:val="0"/>
      <w:marTop w:val="0"/>
      <w:marBottom w:val="0"/>
      <w:divBdr>
        <w:top w:val="none" w:sz="0" w:space="0" w:color="auto"/>
        <w:left w:val="none" w:sz="0" w:space="0" w:color="auto"/>
        <w:bottom w:val="none" w:sz="0" w:space="0" w:color="auto"/>
        <w:right w:val="none" w:sz="0" w:space="0" w:color="auto"/>
      </w:divBdr>
    </w:div>
    <w:div w:id="774247053">
      <w:marLeft w:val="0"/>
      <w:marRight w:val="0"/>
      <w:marTop w:val="0"/>
      <w:marBottom w:val="0"/>
      <w:divBdr>
        <w:top w:val="none" w:sz="0" w:space="0" w:color="auto"/>
        <w:left w:val="none" w:sz="0" w:space="0" w:color="auto"/>
        <w:bottom w:val="none" w:sz="0" w:space="0" w:color="auto"/>
        <w:right w:val="none" w:sz="0" w:space="0" w:color="auto"/>
      </w:divBdr>
    </w:div>
    <w:div w:id="774247055">
      <w:marLeft w:val="0"/>
      <w:marRight w:val="0"/>
      <w:marTop w:val="0"/>
      <w:marBottom w:val="0"/>
      <w:divBdr>
        <w:top w:val="none" w:sz="0" w:space="0" w:color="auto"/>
        <w:left w:val="none" w:sz="0" w:space="0" w:color="auto"/>
        <w:bottom w:val="none" w:sz="0" w:space="0" w:color="auto"/>
        <w:right w:val="none" w:sz="0" w:space="0" w:color="auto"/>
      </w:divBdr>
      <w:divsChild>
        <w:div w:id="774247054">
          <w:marLeft w:val="0"/>
          <w:marRight w:val="0"/>
          <w:marTop w:val="0"/>
          <w:marBottom w:val="0"/>
          <w:divBdr>
            <w:top w:val="none" w:sz="0" w:space="0" w:color="auto"/>
            <w:left w:val="none" w:sz="0" w:space="0" w:color="auto"/>
            <w:bottom w:val="none" w:sz="0" w:space="0" w:color="auto"/>
            <w:right w:val="none" w:sz="0" w:space="0" w:color="auto"/>
          </w:divBdr>
          <w:divsChild>
            <w:div w:id="7742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247059">
      <w:marLeft w:val="0"/>
      <w:marRight w:val="0"/>
      <w:marTop w:val="0"/>
      <w:marBottom w:val="0"/>
      <w:divBdr>
        <w:top w:val="none" w:sz="0" w:space="0" w:color="auto"/>
        <w:left w:val="none" w:sz="0" w:space="0" w:color="auto"/>
        <w:bottom w:val="none" w:sz="0" w:space="0" w:color="auto"/>
        <w:right w:val="none" w:sz="0" w:space="0" w:color="auto"/>
      </w:divBdr>
      <w:divsChild>
        <w:div w:id="774247058">
          <w:marLeft w:val="0"/>
          <w:marRight w:val="0"/>
          <w:marTop w:val="0"/>
          <w:marBottom w:val="0"/>
          <w:divBdr>
            <w:top w:val="none" w:sz="0" w:space="0" w:color="auto"/>
            <w:left w:val="none" w:sz="0" w:space="0" w:color="auto"/>
            <w:bottom w:val="none" w:sz="0" w:space="0" w:color="auto"/>
            <w:right w:val="none" w:sz="0" w:space="0" w:color="auto"/>
          </w:divBdr>
          <w:divsChild>
            <w:div w:id="77424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247060">
      <w:marLeft w:val="0"/>
      <w:marRight w:val="0"/>
      <w:marTop w:val="0"/>
      <w:marBottom w:val="0"/>
      <w:divBdr>
        <w:top w:val="none" w:sz="0" w:space="0" w:color="auto"/>
        <w:left w:val="none" w:sz="0" w:space="0" w:color="auto"/>
        <w:bottom w:val="none" w:sz="0" w:space="0" w:color="auto"/>
        <w:right w:val="none" w:sz="0" w:space="0" w:color="auto"/>
      </w:divBdr>
    </w:div>
    <w:div w:id="774247061">
      <w:marLeft w:val="0"/>
      <w:marRight w:val="0"/>
      <w:marTop w:val="0"/>
      <w:marBottom w:val="0"/>
      <w:divBdr>
        <w:top w:val="none" w:sz="0" w:space="0" w:color="auto"/>
        <w:left w:val="none" w:sz="0" w:space="0" w:color="auto"/>
        <w:bottom w:val="none" w:sz="0" w:space="0" w:color="auto"/>
        <w:right w:val="none" w:sz="0" w:space="0" w:color="auto"/>
      </w:divBdr>
    </w:div>
    <w:div w:id="774247062">
      <w:marLeft w:val="0"/>
      <w:marRight w:val="0"/>
      <w:marTop w:val="0"/>
      <w:marBottom w:val="0"/>
      <w:divBdr>
        <w:top w:val="none" w:sz="0" w:space="0" w:color="auto"/>
        <w:left w:val="none" w:sz="0" w:space="0" w:color="auto"/>
        <w:bottom w:val="none" w:sz="0" w:space="0" w:color="auto"/>
        <w:right w:val="none" w:sz="0" w:space="0" w:color="auto"/>
      </w:divBdr>
    </w:div>
    <w:div w:id="774247063">
      <w:marLeft w:val="0"/>
      <w:marRight w:val="0"/>
      <w:marTop w:val="0"/>
      <w:marBottom w:val="0"/>
      <w:divBdr>
        <w:top w:val="none" w:sz="0" w:space="0" w:color="auto"/>
        <w:left w:val="none" w:sz="0" w:space="0" w:color="auto"/>
        <w:bottom w:val="none" w:sz="0" w:space="0" w:color="auto"/>
        <w:right w:val="none" w:sz="0" w:space="0" w:color="auto"/>
      </w:divBdr>
    </w:div>
    <w:div w:id="774247087">
      <w:marLeft w:val="0"/>
      <w:marRight w:val="0"/>
      <w:marTop w:val="0"/>
      <w:marBottom w:val="0"/>
      <w:divBdr>
        <w:top w:val="none" w:sz="0" w:space="0" w:color="auto"/>
        <w:left w:val="none" w:sz="0" w:space="0" w:color="auto"/>
        <w:bottom w:val="none" w:sz="0" w:space="0" w:color="auto"/>
        <w:right w:val="none" w:sz="0" w:space="0" w:color="auto"/>
      </w:divBdr>
      <w:divsChild>
        <w:div w:id="774247078">
          <w:marLeft w:val="0"/>
          <w:marRight w:val="0"/>
          <w:marTop w:val="0"/>
          <w:marBottom w:val="0"/>
          <w:divBdr>
            <w:top w:val="none" w:sz="0" w:space="0" w:color="auto"/>
            <w:left w:val="none" w:sz="0" w:space="0" w:color="auto"/>
            <w:bottom w:val="none" w:sz="0" w:space="0" w:color="auto"/>
            <w:right w:val="none" w:sz="0" w:space="0" w:color="auto"/>
          </w:divBdr>
          <w:divsChild>
            <w:div w:id="774247114">
              <w:marLeft w:val="0"/>
              <w:marRight w:val="0"/>
              <w:marTop w:val="0"/>
              <w:marBottom w:val="0"/>
              <w:divBdr>
                <w:top w:val="none" w:sz="0" w:space="0" w:color="auto"/>
                <w:left w:val="none" w:sz="0" w:space="0" w:color="auto"/>
                <w:bottom w:val="none" w:sz="0" w:space="0" w:color="auto"/>
                <w:right w:val="none" w:sz="0" w:space="0" w:color="auto"/>
              </w:divBdr>
              <w:divsChild>
                <w:div w:id="774247064">
                  <w:marLeft w:val="0"/>
                  <w:marRight w:val="0"/>
                  <w:marTop w:val="0"/>
                  <w:marBottom w:val="0"/>
                  <w:divBdr>
                    <w:top w:val="none" w:sz="0" w:space="0" w:color="auto"/>
                    <w:left w:val="none" w:sz="0" w:space="0" w:color="auto"/>
                    <w:bottom w:val="none" w:sz="0" w:space="0" w:color="auto"/>
                    <w:right w:val="none" w:sz="0" w:space="0" w:color="auto"/>
                  </w:divBdr>
                </w:div>
                <w:div w:id="774247065">
                  <w:marLeft w:val="0"/>
                  <w:marRight w:val="0"/>
                  <w:marTop w:val="0"/>
                  <w:marBottom w:val="0"/>
                  <w:divBdr>
                    <w:top w:val="none" w:sz="0" w:space="0" w:color="auto"/>
                    <w:left w:val="none" w:sz="0" w:space="0" w:color="auto"/>
                    <w:bottom w:val="none" w:sz="0" w:space="0" w:color="auto"/>
                    <w:right w:val="none" w:sz="0" w:space="0" w:color="auto"/>
                  </w:divBdr>
                </w:div>
                <w:div w:id="774247066">
                  <w:marLeft w:val="0"/>
                  <w:marRight w:val="0"/>
                  <w:marTop w:val="0"/>
                  <w:marBottom w:val="0"/>
                  <w:divBdr>
                    <w:top w:val="none" w:sz="0" w:space="0" w:color="auto"/>
                    <w:left w:val="none" w:sz="0" w:space="0" w:color="auto"/>
                    <w:bottom w:val="none" w:sz="0" w:space="0" w:color="auto"/>
                    <w:right w:val="none" w:sz="0" w:space="0" w:color="auto"/>
                  </w:divBdr>
                </w:div>
                <w:div w:id="774247067">
                  <w:marLeft w:val="0"/>
                  <w:marRight w:val="0"/>
                  <w:marTop w:val="0"/>
                  <w:marBottom w:val="0"/>
                  <w:divBdr>
                    <w:top w:val="none" w:sz="0" w:space="0" w:color="auto"/>
                    <w:left w:val="none" w:sz="0" w:space="0" w:color="auto"/>
                    <w:bottom w:val="none" w:sz="0" w:space="0" w:color="auto"/>
                    <w:right w:val="none" w:sz="0" w:space="0" w:color="auto"/>
                  </w:divBdr>
                </w:div>
                <w:div w:id="774247068">
                  <w:marLeft w:val="0"/>
                  <w:marRight w:val="0"/>
                  <w:marTop w:val="0"/>
                  <w:marBottom w:val="0"/>
                  <w:divBdr>
                    <w:top w:val="none" w:sz="0" w:space="0" w:color="auto"/>
                    <w:left w:val="none" w:sz="0" w:space="0" w:color="auto"/>
                    <w:bottom w:val="none" w:sz="0" w:space="0" w:color="auto"/>
                    <w:right w:val="none" w:sz="0" w:space="0" w:color="auto"/>
                  </w:divBdr>
                </w:div>
                <w:div w:id="774247069">
                  <w:marLeft w:val="0"/>
                  <w:marRight w:val="0"/>
                  <w:marTop w:val="0"/>
                  <w:marBottom w:val="0"/>
                  <w:divBdr>
                    <w:top w:val="none" w:sz="0" w:space="0" w:color="auto"/>
                    <w:left w:val="none" w:sz="0" w:space="0" w:color="auto"/>
                    <w:bottom w:val="none" w:sz="0" w:space="0" w:color="auto"/>
                    <w:right w:val="none" w:sz="0" w:space="0" w:color="auto"/>
                  </w:divBdr>
                </w:div>
                <w:div w:id="774247070">
                  <w:marLeft w:val="0"/>
                  <w:marRight w:val="0"/>
                  <w:marTop w:val="0"/>
                  <w:marBottom w:val="0"/>
                  <w:divBdr>
                    <w:top w:val="none" w:sz="0" w:space="0" w:color="auto"/>
                    <w:left w:val="none" w:sz="0" w:space="0" w:color="auto"/>
                    <w:bottom w:val="none" w:sz="0" w:space="0" w:color="auto"/>
                    <w:right w:val="none" w:sz="0" w:space="0" w:color="auto"/>
                  </w:divBdr>
                </w:div>
                <w:div w:id="774247071">
                  <w:marLeft w:val="0"/>
                  <w:marRight w:val="0"/>
                  <w:marTop w:val="0"/>
                  <w:marBottom w:val="0"/>
                  <w:divBdr>
                    <w:top w:val="none" w:sz="0" w:space="0" w:color="auto"/>
                    <w:left w:val="none" w:sz="0" w:space="0" w:color="auto"/>
                    <w:bottom w:val="none" w:sz="0" w:space="0" w:color="auto"/>
                    <w:right w:val="none" w:sz="0" w:space="0" w:color="auto"/>
                  </w:divBdr>
                </w:div>
                <w:div w:id="774247072">
                  <w:marLeft w:val="0"/>
                  <w:marRight w:val="0"/>
                  <w:marTop w:val="0"/>
                  <w:marBottom w:val="0"/>
                  <w:divBdr>
                    <w:top w:val="none" w:sz="0" w:space="0" w:color="auto"/>
                    <w:left w:val="none" w:sz="0" w:space="0" w:color="auto"/>
                    <w:bottom w:val="none" w:sz="0" w:space="0" w:color="auto"/>
                    <w:right w:val="none" w:sz="0" w:space="0" w:color="auto"/>
                  </w:divBdr>
                </w:div>
                <w:div w:id="774247073">
                  <w:marLeft w:val="0"/>
                  <w:marRight w:val="0"/>
                  <w:marTop w:val="0"/>
                  <w:marBottom w:val="0"/>
                  <w:divBdr>
                    <w:top w:val="none" w:sz="0" w:space="0" w:color="auto"/>
                    <w:left w:val="none" w:sz="0" w:space="0" w:color="auto"/>
                    <w:bottom w:val="none" w:sz="0" w:space="0" w:color="auto"/>
                    <w:right w:val="none" w:sz="0" w:space="0" w:color="auto"/>
                  </w:divBdr>
                </w:div>
                <w:div w:id="774247074">
                  <w:marLeft w:val="0"/>
                  <w:marRight w:val="0"/>
                  <w:marTop w:val="0"/>
                  <w:marBottom w:val="0"/>
                  <w:divBdr>
                    <w:top w:val="none" w:sz="0" w:space="0" w:color="auto"/>
                    <w:left w:val="none" w:sz="0" w:space="0" w:color="auto"/>
                    <w:bottom w:val="none" w:sz="0" w:space="0" w:color="auto"/>
                    <w:right w:val="none" w:sz="0" w:space="0" w:color="auto"/>
                  </w:divBdr>
                </w:div>
                <w:div w:id="774247075">
                  <w:marLeft w:val="0"/>
                  <w:marRight w:val="0"/>
                  <w:marTop w:val="0"/>
                  <w:marBottom w:val="0"/>
                  <w:divBdr>
                    <w:top w:val="none" w:sz="0" w:space="0" w:color="auto"/>
                    <w:left w:val="none" w:sz="0" w:space="0" w:color="auto"/>
                    <w:bottom w:val="none" w:sz="0" w:space="0" w:color="auto"/>
                    <w:right w:val="none" w:sz="0" w:space="0" w:color="auto"/>
                  </w:divBdr>
                </w:div>
                <w:div w:id="774247076">
                  <w:marLeft w:val="0"/>
                  <w:marRight w:val="0"/>
                  <w:marTop w:val="0"/>
                  <w:marBottom w:val="0"/>
                  <w:divBdr>
                    <w:top w:val="none" w:sz="0" w:space="0" w:color="auto"/>
                    <w:left w:val="none" w:sz="0" w:space="0" w:color="auto"/>
                    <w:bottom w:val="none" w:sz="0" w:space="0" w:color="auto"/>
                    <w:right w:val="none" w:sz="0" w:space="0" w:color="auto"/>
                  </w:divBdr>
                </w:div>
                <w:div w:id="774247077">
                  <w:marLeft w:val="0"/>
                  <w:marRight w:val="0"/>
                  <w:marTop w:val="0"/>
                  <w:marBottom w:val="0"/>
                  <w:divBdr>
                    <w:top w:val="none" w:sz="0" w:space="0" w:color="auto"/>
                    <w:left w:val="none" w:sz="0" w:space="0" w:color="auto"/>
                    <w:bottom w:val="none" w:sz="0" w:space="0" w:color="auto"/>
                    <w:right w:val="none" w:sz="0" w:space="0" w:color="auto"/>
                  </w:divBdr>
                </w:div>
                <w:div w:id="774247079">
                  <w:marLeft w:val="0"/>
                  <w:marRight w:val="0"/>
                  <w:marTop w:val="0"/>
                  <w:marBottom w:val="0"/>
                  <w:divBdr>
                    <w:top w:val="none" w:sz="0" w:space="0" w:color="auto"/>
                    <w:left w:val="none" w:sz="0" w:space="0" w:color="auto"/>
                    <w:bottom w:val="none" w:sz="0" w:space="0" w:color="auto"/>
                    <w:right w:val="none" w:sz="0" w:space="0" w:color="auto"/>
                  </w:divBdr>
                </w:div>
                <w:div w:id="774247080">
                  <w:marLeft w:val="0"/>
                  <w:marRight w:val="0"/>
                  <w:marTop w:val="0"/>
                  <w:marBottom w:val="0"/>
                  <w:divBdr>
                    <w:top w:val="none" w:sz="0" w:space="0" w:color="auto"/>
                    <w:left w:val="none" w:sz="0" w:space="0" w:color="auto"/>
                    <w:bottom w:val="none" w:sz="0" w:space="0" w:color="auto"/>
                    <w:right w:val="none" w:sz="0" w:space="0" w:color="auto"/>
                  </w:divBdr>
                </w:div>
                <w:div w:id="774247081">
                  <w:marLeft w:val="0"/>
                  <w:marRight w:val="0"/>
                  <w:marTop w:val="0"/>
                  <w:marBottom w:val="0"/>
                  <w:divBdr>
                    <w:top w:val="none" w:sz="0" w:space="0" w:color="auto"/>
                    <w:left w:val="none" w:sz="0" w:space="0" w:color="auto"/>
                    <w:bottom w:val="none" w:sz="0" w:space="0" w:color="auto"/>
                    <w:right w:val="none" w:sz="0" w:space="0" w:color="auto"/>
                  </w:divBdr>
                </w:div>
                <w:div w:id="774247082">
                  <w:marLeft w:val="0"/>
                  <w:marRight w:val="0"/>
                  <w:marTop w:val="0"/>
                  <w:marBottom w:val="0"/>
                  <w:divBdr>
                    <w:top w:val="none" w:sz="0" w:space="0" w:color="auto"/>
                    <w:left w:val="none" w:sz="0" w:space="0" w:color="auto"/>
                    <w:bottom w:val="none" w:sz="0" w:space="0" w:color="auto"/>
                    <w:right w:val="none" w:sz="0" w:space="0" w:color="auto"/>
                  </w:divBdr>
                </w:div>
                <w:div w:id="774247083">
                  <w:marLeft w:val="0"/>
                  <w:marRight w:val="0"/>
                  <w:marTop w:val="0"/>
                  <w:marBottom w:val="0"/>
                  <w:divBdr>
                    <w:top w:val="none" w:sz="0" w:space="0" w:color="auto"/>
                    <w:left w:val="none" w:sz="0" w:space="0" w:color="auto"/>
                    <w:bottom w:val="none" w:sz="0" w:space="0" w:color="auto"/>
                    <w:right w:val="none" w:sz="0" w:space="0" w:color="auto"/>
                  </w:divBdr>
                </w:div>
                <w:div w:id="774247084">
                  <w:marLeft w:val="0"/>
                  <w:marRight w:val="0"/>
                  <w:marTop w:val="0"/>
                  <w:marBottom w:val="0"/>
                  <w:divBdr>
                    <w:top w:val="none" w:sz="0" w:space="0" w:color="auto"/>
                    <w:left w:val="none" w:sz="0" w:space="0" w:color="auto"/>
                    <w:bottom w:val="none" w:sz="0" w:space="0" w:color="auto"/>
                    <w:right w:val="none" w:sz="0" w:space="0" w:color="auto"/>
                  </w:divBdr>
                </w:div>
                <w:div w:id="774247085">
                  <w:marLeft w:val="0"/>
                  <w:marRight w:val="0"/>
                  <w:marTop w:val="0"/>
                  <w:marBottom w:val="0"/>
                  <w:divBdr>
                    <w:top w:val="none" w:sz="0" w:space="0" w:color="auto"/>
                    <w:left w:val="none" w:sz="0" w:space="0" w:color="auto"/>
                    <w:bottom w:val="none" w:sz="0" w:space="0" w:color="auto"/>
                    <w:right w:val="none" w:sz="0" w:space="0" w:color="auto"/>
                  </w:divBdr>
                </w:div>
                <w:div w:id="774247086">
                  <w:marLeft w:val="0"/>
                  <w:marRight w:val="0"/>
                  <w:marTop w:val="0"/>
                  <w:marBottom w:val="0"/>
                  <w:divBdr>
                    <w:top w:val="none" w:sz="0" w:space="0" w:color="auto"/>
                    <w:left w:val="none" w:sz="0" w:space="0" w:color="auto"/>
                    <w:bottom w:val="none" w:sz="0" w:space="0" w:color="auto"/>
                    <w:right w:val="none" w:sz="0" w:space="0" w:color="auto"/>
                  </w:divBdr>
                </w:div>
                <w:div w:id="774247088">
                  <w:marLeft w:val="0"/>
                  <w:marRight w:val="0"/>
                  <w:marTop w:val="0"/>
                  <w:marBottom w:val="0"/>
                  <w:divBdr>
                    <w:top w:val="none" w:sz="0" w:space="0" w:color="auto"/>
                    <w:left w:val="none" w:sz="0" w:space="0" w:color="auto"/>
                    <w:bottom w:val="none" w:sz="0" w:space="0" w:color="auto"/>
                    <w:right w:val="none" w:sz="0" w:space="0" w:color="auto"/>
                  </w:divBdr>
                </w:div>
                <w:div w:id="774247089">
                  <w:marLeft w:val="0"/>
                  <w:marRight w:val="0"/>
                  <w:marTop w:val="0"/>
                  <w:marBottom w:val="0"/>
                  <w:divBdr>
                    <w:top w:val="none" w:sz="0" w:space="0" w:color="auto"/>
                    <w:left w:val="none" w:sz="0" w:space="0" w:color="auto"/>
                    <w:bottom w:val="none" w:sz="0" w:space="0" w:color="auto"/>
                    <w:right w:val="none" w:sz="0" w:space="0" w:color="auto"/>
                  </w:divBdr>
                </w:div>
                <w:div w:id="774247090">
                  <w:marLeft w:val="0"/>
                  <w:marRight w:val="0"/>
                  <w:marTop w:val="0"/>
                  <w:marBottom w:val="0"/>
                  <w:divBdr>
                    <w:top w:val="none" w:sz="0" w:space="0" w:color="auto"/>
                    <w:left w:val="none" w:sz="0" w:space="0" w:color="auto"/>
                    <w:bottom w:val="none" w:sz="0" w:space="0" w:color="auto"/>
                    <w:right w:val="none" w:sz="0" w:space="0" w:color="auto"/>
                  </w:divBdr>
                </w:div>
                <w:div w:id="774247091">
                  <w:marLeft w:val="0"/>
                  <w:marRight w:val="0"/>
                  <w:marTop w:val="0"/>
                  <w:marBottom w:val="0"/>
                  <w:divBdr>
                    <w:top w:val="none" w:sz="0" w:space="0" w:color="auto"/>
                    <w:left w:val="none" w:sz="0" w:space="0" w:color="auto"/>
                    <w:bottom w:val="none" w:sz="0" w:space="0" w:color="auto"/>
                    <w:right w:val="none" w:sz="0" w:space="0" w:color="auto"/>
                  </w:divBdr>
                </w:div>
                <w:div w:id="774247092">
                  <w:marLeft w:val="0"/>
                  <w:marRight w:val="0"/>
                  <w:marTop w:val="0"/>
                  <w:marBottom w:val="0"/>
                  <w:divBdr>
                    <w:top w:val="none" w:sz="0" w:space="0" w:color="auto"/>
                    <w:left w:val="none" w:sz="0" w:space="0" w:color="auto"/>
                    <w:bottom w:val="none" w:sz="0" w:space="0" w:color="auto"/>
                    <w:right w:val="none" w:sz="0" w:space="0" w:color="auto"/>
                  </w:divBdr>
                </w:div>
                <w:div w:id="774247093">
                  <w:marLeft w:val="0"/>
                  <w:marRight w:val="0"/>
                  <w:marTop w:val="0"/>
                  <w:marBottom w:val="0"/>
                  <w:divBdr>
                    <w:top w:val="none" w:sz="0" w:space="0" w:color="auto"/>
                    <w:left w:val="none" w:sz="0" w:space="0" w:color="auto"/>
                    <w:bottom w:val="none" w:sz="0" w:space="0" w:color="auto"/>
                    <w:right w:val="none" w:sz="0" w:space="0" w:color="auto"/>
                  </w:divBdr>
                </w:div>
                <w:div w:id="774247094">
                  <w:marLeft w:val="0"/>
                  <w:marRight w:val="0"/>
                  <w:marTop w:val="0"/>
                  <w:marBottom w:val="0"/>
                  <w:divBdr>
                    <w:top w:val="none" w:sz="0" w:space="0" w:color="auto"/>
                    <w:left w:val="none" w:sz="0" w:space="0" w:color="auto"/>
                    <w:bottom w:val="none" w:sz="0" w:space="0" w:color="auto"/>
                    <w:right w:val="none" w:sz="0" w:space="0" w:color="auto"/>
                  </w:divBdr>
                </w:div>
                <w:div w:id="774247095">
                  <w:marLeft w:val="0"/>
                  <w:marRight w:val="0"/>
                  <w:marTop w:val="0"/>
                  <w:marBottom w:val="0"/>
                  <w:divBdr>
                    <w:top w:val="none" w:sz="0" w:space="0" w:color="auto"/>
                    <w:left w:val="none" w:sz="0" w:space="0" w:color="auto"/>
                    <w:bottom w:val="none" w:sz="0" w:space="0" w:color="auto"/>
                    <w:right w:val="none" w:sz="0" w:space="0" w:color="auto"/>
                  </w:divBdr>
                </w:div>
                <w:div w:id="774247096">
                  <w:marLeft w:val="0"/>
                  <w:marRight w:val="0"/>
                  <w:marTop w:val="0"/>
                  <w:marBottom w:val="0"/>
                  <w:divBdr>
                    <w:top w:val="none" w:sz="0" w:space="0" w:color="auto"/>
                    <w:left w:val="none" w:sz="0" w:space="0" w:color="auto"/>
                    <w:bottom w:val="none" w:sz="0" w:space="0" w:color="auto"/>
                    <w:right w:val="none" w:sz="0" w:space="0" w:color="auto"/>
                  </w:divBdr>
                </w:div>
                <w:div w:id="774247097">
                  <w:marLeft w:val="0"/>
                  <w:marRight w:val="0"/>
                  <w:marTop w:val="0"/>
                  <w:marBottom w:val="0"/>
                  <w:divBdr>
                    <w:top w:val="none" w:sz="0" w:space="0" w:color="auto"/>
                    <w:left w:val="none" w:sz="0" w:space="0" w:color="auto"/>
                    <w:bottom w:val="none" w:sz="0" w:space="0" w:color="auto"/>
                    <w:right w:val="none" w:sz="0" w:space="0" w:color="auto"/>
                  </w:divBdr>
                </w:div>
                <w:div w:id="774247098">
                  <w:marLeft w:val="0"/>
                  <w:marRight w:val="0"/>
                  <w:marTop w:val="0"/>
                  <w:marBottom w:val="0"/>
                  <w:divBdr>
                    <w:top w:val="none" w:sz="0" w:space="0" w:color="auto"/>
                    <w:left w:val="none" w:sz="0" w:space="0" w:color="auto"/>
                    <w:bottom w:val="none" w:sz="0" w:space="0" w:color="auto"/>
                    <w:right w:val="none" w:sz="0" w:space="0" w:color="auto"/>
                  </w:divBdr>
                </w:div>
                <w:div w:id="774247099">
                  <w:marLeft w:val="0"/>
                  <w:marRight w:val="0"/>
                  <w:marTop w:val="0"/>
                  <w:marBottom w:val="0"/>
                  <w:divBdr>
                    <w:top w:val="none" w:sz="0" w:space="0" w:color="auto"/>
                    <w:left w:val="none" w:sz="0" w:space="0" w:color="auto"/>
                    <w:bottom w:val="none" w:sz="0" w:space="0" w:color="auto"/>
                    <w:right w:val="none" w:sz="0" w:space="0" w:color="auto"/>
                  </w:divBdr>
                </w:div>
                <w:div w:id="774247100">
                  <w:marLeft w:val="0"/>
                  <w:marRight w:val="0"/>
                  <w:marTop w:val="0"/>
                  <w:marBottom w:val="0"/>
                  <w:divBdr>
                    <w:top w:val="none" w:sz="0" w:space="0" w:color="auto"/>
                    <w:left w:val="none" w:sz="0" w:space="0" w:color="auto"/>
                    <w:bottom w:val="none" w:sz="0" w:space="0" w:color="auto"/>
                    <w:right w:val="none" w:sz="0" w:space="0" w:color="auto"/>
                  </w:divBdr>
                </w:div>
                <w:div w:id="774247101">
                  <w:marLeft w:val="0"/>
                  <w:marRight w:val="0"/>
                  <w:marTop w:val="0"/>
                  <w:marBottom w:val="0"/>
                  <w:divBdr>
                    <w:top w:val="none" w:sz="0" w:space="0" w:color="auto"/>
                    <w:left w:val="none" w:sz="0" w:space="0" w:color="auto"/>
                    <w:bottom w:val="none" w:sz="0" w:space="0" w:color="auto"/>
                    <w:right w:val="none" w:sz="0" w:space="0" w:color="auto"/>
                  </w:divBdr>
                </w:div>
                <w:div w:id="774247102">
                  <w:marLeft w:val="0"/>
                  <w:marRight w:val="0"/>
                  <w:marTop w:val="0"/>
                  <w:marBottom w:val="0"/>
                  <w:divBdr>
                    <w:top w:val="none" w:sz="0" w:space="0" w:color="auto"/>
                    <w:left w:val="none" w:sz="0" w:space="0" w:color="auto"/>
                    <w:bottom w:val="none" w:sz="0" w:space="0" w:color="auto"/>
                    <w:right w:val="none" w:sz="0" w:space="0" w:color="auto"/>
                  </w:divBdr>
                </w:div>
                <w:div w:id="774247103">
                  <w:marLeft w:val="0"/>
                  <w:marRight w:val="0"/>
                  <w:marTop w:val="0"/>
                  <w:marBottom w:val="0"/>
                  <w:divBdr>
                    <w:top w:val="none" w:sz="0" w:space="0" w:color="auto"/>
                    <w:left w:val="none" w:sz="0" w:space="0" w:color="auto"/>
                    <w:bottom w:val="none" w:sz="0" w:space="0" w:color="auto"/>
                    <w:right w:val="none" w:sz="0" w:space="0" w:color="auto"/>
                  </w:divBdr>
                </w:div>
                <w:div w:id="774247104">
                  <w:marLeft w:val="0"/>
                  <w:marRight w:val="0"/>
                  <w:marTop w:val="0"/>
                  <w:marBottom w:val="0"/>
                  <w:divBdr>
                    <w:top w:val="none" w:sz="0" w:space="0" w:color="auto"/>
                    <w:left w:val="none" w:sz="0" w:space="0" w:color="auto"/>
                    <w:bottom w:val="none" w:sz="0" w:space="0" w:color="auto"/>
                    <w:right w:val="none" w:sz="0" w:space="0" w:color="auto"/>
                  </w:divBdr>
                </w:div>
                <w:div w:id="774247105">
                  <w:marLeft w:val="0"/>
                  <w:marRight w:val="0"/>
                  <w:marTop w:val="0"/>
                  <w:marBottom w:val="0"/>
                  <w:divBdr>
                    <w:top w:val="none" w:sz="0" w:space="0" w:color="auto"/>
                    <w:left w:val="none" w:sz="0" w:space="0" w:color="auto"/>
                    <w:bottom w:val="none" w:sz="0" w:space="0" w:color="auto"/>
                    <w:right w:val="none" w:sz="0" w:space="0" w:color="auto"/>
                  </w:divBdr>
                </w:div>
                <w:div w:id="774247106">
                  <w:marLeft w:val="0"/>
                  <w:marRight w:val="0"/>
                  <w:marTop w:val="0"/>
                  <w:marBottom w:val="0"/>
                  <w:divBdr>
                    <w:top w:val="none" w:sz="0" w:space="0" w:color="auto"/>
                    <w:left w:val="none" w:sz="0" w:space="0" w:color="auto"/>
                    <w:bottom w:val="none" w:sz="0" w:space="0" w:color="auto"/>
                    <w:right w:val="none" w:sz="0" w:space="0" w:color="auto"/>
                  </w:divBdr>
                </w:div>
                <w:div w:id="774247107">
                  <w:marLeft w:val="0"/>
                  <w:marRight w:val="0"/>
                  <w:marTop w:val="0"/>
                  <w:marBottom w:val="0"/>
                  <w:divBdr>
                    <w:top w:val="none" w:sz="0" w:space="0" w:color="auto"/>
                    <w:left w:val="none" w:sz="0" w:space="0" w:color="auto"/>
                    <w:bottom w:val="none" w:sz="0" w:space="0" w:color="auto"/>
                    <w:right w:val="none" w:sz="0" w:space="0" w:color="auto"/>
                  </w:divBdr>
                </w:div>
                <w:div w:id="774247108">
                  <w:marLeft w:val="0"/>
                  <w:marRight w:val="0"/>
                  <w:marTop w:val="0"/>
                  <w:marBottom w:val="0"/>
                  <w:divBdr>
                    <w:top w:val="none" w:sz="0" w:space="0" w:color="auto"/>
                    <w:left w:val="none" w:sz="0" w:space="0" w:color="auto"/>
                    <w:bottom w:val="none" w:sz="0" w:space="0" w:color="auto"/>
                    <w:right w:val="none" w:sz="0" w:space="0" w:color="auto"/>
                  </w:divBdr>
                </w:div>
                <w:div w:id="774247109">
                  <w:marLeft w:val="0"/>
                  <w:marRight w:val="0"/>
                  <w:marTop w:val="0"/>
                  <w:marBottom w:val="0"/>
                  <w:divBdr>
                    <w:top w:val="none" w:sz="0" w:space="0" w:color="auto"/>
                    <w:left w:val="none" w:sz="0" w:space="0" w:color="auto"/>
                    <w:bottom w:val="none" w:sz="0" w:space="0" w:color="auto"/>
                    <w:right w:val="none" w:sz="0" w:space="0" w:color="auto"/>
                  </w:divBdr>
                </w:div>
                <w:div w:id="774247110">
                  <w:marLeft w:val="0"/>
                  <w:marRight w:val="0"/>
                  <w:marTop w:val="0"/>
                  <w:marBottom w:val="0"/>
                  <w:divBdr>
                    <w:top w:val="none" w:sz="0" w:space="0" w:color="auto"/>
                    <w:left w:val="none" w:sz="0" w:space="0" w:color="auto"/>
                    <w:bottom w:val="none" w:sz="0" w:space="0" w:color="auto"/>
                    <w:right w:val="none" w:sz="0" w:space="0" w:color="auto"/>
                  </w:divBdr>
                </w:div>
                <w:div w:id="774247111">
                  <w:marLeft w:val="0"/>
                  <w:marRight w:val="0"/>
                  <w:marTop w:val="0"/>
                  <w:marBottom w:val="0"/>
                  <w:divBdr>
                    <w:top w:val="none" w:sz="0" w:space="0" w:color="auto"/>
                    <w:left w:val="none" w:sz="0" w:space="0" w:color="auto"/>
                    <w:bottom w:val="none" w:sz="0" w:space="0" w:color="auto"/>
                    <w:right w:val="none" w:sz="0" w:space="0" w:color="auto"/>
                  </w:divBdr>
                </w:div>
                <w:div w:id="774247112">
                  <w:marLeft w:val="0"/>
                  <w:marRight w:val="0"/>
                  <w:marTop w:val="0"/>
                  <w:marBottom w:val="0"/>
                  <w:divBdr>
                    <w:top w:val="none" w:sz="0" w:space="0" w:color="auto"/>
                    <w:left w:val="none" w:sz="0" w:space="0" w:color="auto"/>
                    <w:bottom w:val="none" w:sz="0" w:space="0" w:color="auto"/>
                    <w:right w:val="none" w:sz="0" w:space="0" w:color="auto"/>
                  </w:divBdr>
                </w:div>
                <w:div w:id="774247113">
                  <w:marLeft w:val="0"/>
                  <w:marRight w:val="0"/>
                  <w:marTop w:val="0"/>
                  <w:marBottom w:val="0"/>
                  <w:divBdr>
                    <w:top w:val="none" w:sz="0" w:space="0" w:color="auto"/>
                    <w:left w:val="none" w:sz="0" w:space="0" w:color="auto"/>
                    <w:bottom w:val="none" w:sz="0" w:space="0" w:color="auto"/>
                    <w:right w:val="none" w:sz="0" w:space="0" w:color="auto"/>
                  </w:divBdr>
                </w:div>
                <w:div w:id="774247115">
                  <w:marLeft w:val="0"/>
                  <w:marRight w:val="0"/>
                  <w:marTop w:val="0"/>
                  <w:marBottom w:val="0"/>
                  <w:divBdr>
                    <w:top w:val="none" w:sz="0" w:space="0" w:color="auto"/>
                    <w:left w:val="none" w:sz="0" w:space="0" w:color="auto"/>
                    <w:bottom w:val="none" w:sz="0" w:space="0" w:color="auto"/>
                    <w:right w:val="none" w:sz="0" w:space="0" w:color="auto"/>
                  </w:divBdr>
                </w:div>
                <w:div w:id="774247116">
                  <w:marLeft w:val="0"/>
                  <w:marRight w:val="0"/>
                  <w:marTop w:val="0"/>
                  <w:marBottom w:val="0"/>
                  <w:divBdr>
                    <w:top w:val="none" w:sz="0" w:space="0" w:color="auto"/>
                    <w:left w:val="none" w:sz="0" w:space="0" w:color="auto"/>
                    <w:bottom w:val="none" w:sz="0" w:space="0" w:color="auto"/>
                    <w:right w:val="none" w:sz="0" w:space="0" w:color="auto"/>
                  </w:divBdr>
                </w:div>
                <w:div w:id="774247117">
                  <w:marLeft w:val="0"/>
                  <w:marRight w:val="0"/>
                  <w:marTop w:val="0"/>
                  <w:marBottom w:val="0"/>
                  <w:divBdr>
                    <w:top w:val="none" w:sz="0" w:space="0" w:color="auto"/>
                    <w:left w:val="none" w:sz="0" w:space="0" w:color="auto"/>
                    <w:bottom w:val="none" w:sz="0" w:space="0" w:color="auto"/>
                    <w:right w:val="none" w:sz="0" w:space="0" w:color="auto"/>
                  </w:divBdr>
                </w:div>
                <w:div w:id="774247118">
                  <w:marLeft w:val="0"/>
                  <w:marRight w:val="0"/>
                  <w:marTop w:val="0"/>
                  <w:marBottom w:val="0"/>
                  <w:divBdr>
                    <w:top w:val="none" w:sz="0" w:space="0" w:color="auto"/>
                    <w:left w:val="none" w:sz="0" w:space="0" w:color="auto"/>
                    <w:bottom w:val="none" w:sz="0" w:space="0" w:color="auto"/>
                    <w:right w:val="none" w:sz="0" w:space="0" w:color="auto"/>
                  </w:divBdr>
                </w:div>
                <w:div w:id="774247119">
                  <w:marLeft w:val="0"/>
                  <w:marRight w:val="0"/>
                  <w:marTop w:val="0"/>
                  <w:marBottom w:val="0"/>
                  <w:divBdr>
                    <w:top w:val="none" w:sz="0" w:space="0" w:color="auto"/>
                    <w:left w:val="none" w:sz="0" w:space="0" w:color="auto"/>
                    <w:bottom w:val="none" w:sz="0" w:space="0" w:color="auto"/>
                    <w:right w:val="none" w:sz="0" w:space="0" w:color="auto"/>
                  </w:divBdr>
                </w:div>
                <w:div w:id="774247120">
                  <w:marLeft w:val="0"/>
                  <w:marRight w:val="0"/>
                  <w:marTop w:val="0"/>
                  <w:marBottom w:val="0"/>
                  <w:divBdr>
                    <w:top w:val="none" w:sz="0" w:space="0" w:color="auto"/>
                    <w:left w:val="none" w:sz="0" w:space="0" w:color="auto"/>
                    <w:bottom w:val="none" w:sz="0" w:space="0" w:color="auto"/>
                    <w:right w:val="none" w:sz="0" w:space="0" w:color="auto"/>
                  </w:divBdr>
                </w:div>
                <w:div w:id="774247121">
                  <w:marLeft w:val="0"/>
                  <w:marRight w:val="0"/>
                  <w:marTop w:val="0"/>
                  <w:marBottom w:val="0"/>
                  <w:divBdr>
                    <w:top w:val="none" w:sz="0" w:space="0" w:color="auto"/>
                    <w:left w:val="none" w:sz="0" w:space="0" w:color="auto"/>
                    <w:bottom w:val="none" w:sz="0" w:space="0" w:color="auto"/>
                    <w:right w:val="none" w:sz="0" w:space="0" w:color="auto"/>
                  </w:divBdr>
                </w:div>
                <w:div w:id="774247122">
                  <w:marLeft w:val="0"/>
                  <w:marRight w:val="0"/>
                  <w:marTop w:val="0"/>
                  <w:marBottom w:val="0"/>
                  <w:divBdr>
                    <w:top w:val="none" w:sz="0" w:space="0" w:color="auto"/>
                    <w:left w:val="none" w:sz="0" w:space="0" w:color="auto"/>
                    <w:bottom w:val="none" w:sz="0" w:space="0" w:color="auto"/>
                    <w:right w:val="none" w:sz="0" w:space="0" w:color="auto"/>
                  </w:divBdr>
                </w:div>
                <w:div w:id="774247123">
                  <w:marLeft w:val="0"/>
                  <w:marRight w:val="0"/>
                  <w:marTop w:val="0"/>
                  <w:marBottom w:val="0"/>
                  <w:divBdr>
                    <w:top w:val="none" w:sz="0" w:space="0" w:color="auto"/>
                    <w:left w:val="none" w:sz="0" w:space="0" w:color="auto"/>
                    <w:bottom w:val="none" w:sz="0" w:space="0" w:color="auto"/>
                    <w:right w:val="none" w:sz="0" w:space="0" w:color="auto"/>
                  </w:divBdr>
                </w:div>
                <w:div w:id="774247124">
                  <w:marLeft w:val="0"/>
                  <w:marRight w:val="0"/>
                  <w:marTop w:val="0"/>
                  <w:marBottom w:val="0"/>
                  <w:divBdr>
                    <w:top w:val="none" w:sz="0" w:space="0" w:color="auto"/>
                    <w:left w:val="none" w:sz="0" w:space="0" w:color="auto"/>
                    <w:bottom w:val="none" w:sz="0" w:space="0" w:color="auto"/>
                    <w:right w:val="none" w:sz="0" w:space="0" w:color="auto"/>
                  </w:divBdr>
                </w:div>
                <w:div w:id="774247125">
                  <w:marLeft w:val="0"/>
                  <w:marRight w:val="0"/>
                  <w:marTop w:val="0"/>
                  <w:marBottom w:val="0"/>
                  <w:divBdr>
                    <w:top w:val="none" w:sz="0" w:space="0" w:color="auto"/>
                    <w:left w:val="none" w:sz="0" w:space="0" w:color="auto"/>
                    <w:bottom w:val="none" w:sz="0" w:space="0" w:color="auto"/>
                    <w:right w:val="none" w:sz="0" w:space="0" w:color="auto"/>
                  </w:divBdr>
                </w:div>
                <w:div w:id="774247126">
                  <w:marLeft w:val="0"/>
                  <w:marRight w:val="0"/>
                  <w:marTop w:val="0"/>
                  <w:marBottom w:val="0"/>
                  <w:divBdr>
                    <w:top w:val="none" w:sz="0" w:space="0" w:color="auto"/>
                    <w:left w:val="none" w:sz="0" w:space="0" w:color="auto"/>
                    <w:bottom w:val="none" w:sz="0" w:space="0" w:color="auto"/>
                    <w:right w:val="none" w:sz="0" w:space="0" w:color="auto"/>
                  </w:divBdr>
                </w:div>
                <w:div w:id="77424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247128">
      <w:marLeft w:val="0"/>
      <w:marRight w:val="0"/>
      <w:marTop w:val="0"/>
      <w:marBottom w:val="0"/>
      <w:divBdr>
        <w:top w:val="none" w:sz="0" w:space="0" w:color="auto"/>
        <w:left w:val="none" w:sz="0" w:space="0" w:color="auto"/>
        <w:bottom w:val="none" w:sz="0" w:space="0" w:color="auto"/>
        <w:right w:val="none" w:sz="0" w:space="0" w:color="auto"/>
      </w:divBdr>
    </w:div>
    <w:div w:id="774247129">
      <w:marLeft w:val="0"/>
      <w:marRight w:val="0"/>
      <w:marTop w:val="0"/>
      <w:marBottom w:val="0"/>
      <w:divBdr>
        <w:top w:val="none" w:sz="0" w:space="0" w:color="auto"/>
        <w:left w:val="none" w:sz="0" w:space="0" w:color="auto"/>
        <w:bottom w:val="none" w:sz="0" w:space="0" w:color="auto"/>
        <w:right w:val="none" w:sz="0" w:space="0" w:color="auto"/>
      </w:divBdr>
    </w:div>
    <w:div w:id="774247130">
      <w:marLeft w:val="0"/>
      <w:marRight w:val="0"/>
      <w:marTop w:val="0"/>
      <w:marBottom w:val="0"/>
      <w:divBdr>
        <w:top w:val="none" w:sz="0" w:space="0" w:color="auto"/>
        <w:left w:val="none" w:sz="0" w:space="0" w:color="auto"/>
        <w:bottom w:val="none" w:sz="0" w:space="0" w:color="auto"/>
        <w:right w:val="none" w:sz="0" w:space="0" w:color="auto"/>
      </w:divBdr>
    </w:div>
    <w:div w:id="774247131">
      <w:marLeft w:val="0"/>
      <w:marRight w:val="0"/>
      <w:marTop w:val="0"/>
      <w:marBottom w:val="0"/>
      <w:divBdr>
        <w:top w:val="none" w:sz="0" w:space="0" w:color="auto"/>
        <w:left w:val="none" w:sz="0" w:space="0" w:color="auto"/>
        <w:bottom w:val="none" w:sz="0" w:space="0" w:color="auto"/>
        <w:right w:val="none" w:sz="0" w:space="0" w:color="auto"/>
      </w:divBdr>
    </w:div>
    <w:div w:id="774247132">
      <w:marLeft w:val="0"/>
      <w:marRight w:val="0"/>
      <w:marTop w:val="0"/>
      <w:marBottom w:val="0"/>
      <w:divBdr>
        <w:top w:val="none" w:sz="0" w:space="0" w:color="auto"/>
        <w:left w:val="none" w:sz="0" w:space="0" w:color="auto"/>
        <w:bottom w:val="none" w:sz="0" w:space="0" w:color="auto"/>
        <w:right w:val="none" w:sz="0" w:space="0" w:color="auto"/>
      </w:divBdr>
    </w:div>
    <w:div w:id="774247133">
      <w:marLeft w:val="0"/>
      <w:marRight w:val="0"/>
      <w:marTop w:val="0"/>
      <w:marBottom w:val="0"/>
      <w:divBdr>
        <w:top w:val="none" w:sz="0" w:space="0" w:color="auto"/>
        <w:left w:val="none" w:sz="0" w:space="0" w:color="auto"/>
        <w:bottom w:val="none" w:sz="0" w:space="0" w:color="auto"/>
        <w:right w:val="none" w:sz="0" w:space="0" w:color="auto"/>
      </w:divBdr>
    </w:div>
    <w:div w:id="774247137">
      <w:marLeft w:val="0"/>
      <w:marRight w:val="0"/>
      <w:marTop w:val="0"/>
      <w:marBottom w:val="0"/>
      <w:divBdr>
        <w:top w:val="none" w:sz="0" w:space="0" w:color="auto"/>
        <w:left w:val="none" w:sz="0" w:space="0" w:color="auto"/>
        <w:bottom w:val="none" w:sz="0" w:space="0" w:color="auto"/>
        <w:right w:val="none" w:sz="0" w:space="0" w:color="auto"/>
      </w:divBdr>
      <w:divsChild>
        <w:div w:id="774247134">
          <w:marLeft w:val="0"/>
          <w:marRight w:val="0"/>
          <w:marTop w:val="0"/>
          <w:marBottom w:val="0"/>
          <w:divBdr>
            <w:top w:val="none" w:sz="0" w:space="0" w:color="auto"/>
            <w:left w:val="none" w:sz="0" w:space="0" w:color="auto"/>
            <w:bottom w:val="none" w:sz="0" w:space="0" w:color="auto"/>
            <w:right w:val="none" w:sz="0" w:space="0" w:color="auto"/>
          </w:divBdr>
        </w:div>
        <w:div w:id="774247135">
          <w:marLeft w:val="0"/>
          <w:marRight w:val="0"/>
          <w:marTop w:val="0"/>
          <w:marBottom w:val="0"/>
          <w:divBdr>
            <w:top w:val="none" w:sz="0" w:space="0" w:color="auto"/>
            <w:left w:val="none" w:sz="0" w:space="0" w:color="auto"/>
            <w:bottom w:val="none" w:sz="0" w:space="0" w:color="auto"/>
            <w:right w:val="none" w:sz="0" w:space="0" w:color="auto"/>
          </w:divBdr>
        </w:div>
        <w:div w:id="774247136">
          <w:marLeft w:val="0"/>
          <w:marRight w:val="0"/>
          <w:marTop w:val="0"/>
          <w:marBottom w:val="0"/>
          <w:divBdr>
            <w:top w:val="none" w:sz="0" w:space="0" w:color="auto"/>
            <w:left w:val="none" w:sz="0" w:space="0" w:color="auto"/>
            <w:bottom w:val="none" w:sz="0" w:space="0" w:color="auto"/>
            <w:right w:val="none" w:sz="0" w:space="0" w:color="auto"/>
          </w:divBdr>
        </w:div>
        <w:div w:id="774247138">
          <w:marLeft w:val="0"/>
          <w:marRight w:val="0"/>
          <w:marTop w:val="0"/>
          <w:marBottom w:val="0"/>
          <w:divBdr>
            <w:top w:val="none" w:sz="0" w:space="0" w:color="auto"/>
            <w:left w:val="none" w:sz="0" w:space="0" w:color="auto"/>
            <w:bottom w:val="none" w:sz="0" w:space="0" w:color="auto"/>
            <w:right w:val="none" w:sz="0" w:space="0" w:color="auto"/>
          </w:divBdr>
        </w:div>
      </w:divsChild>
    </w:div>
    <w:div w:id="774247139">
      <w:marLeft w:val="0"/>
      <w:marRight w:val="0"/>
      <w:marTop w:val="0"/>
      <w:marBottom w:val="0"/>
      <w:divBdr>
        <w:top w:val="none" w:sz="0" w:space="0" w:color="auto"/>
        <w:left w:val="none" w:sz="0" w:space="0" w:color="auto"/>
        <w:bottom w:val="none" w:sz="0" w:space="0" w:color="auto"/>
        <w:right w:val="none" w:sz="0" w:space="0" w:color="auto"/>
      </w:divBdr>
    </w:div>
    <w:div w:id="774247140">
      <w:marLeft w:val="0"/>
      <w:marRight w:val="0"/>
      <w:marTop w:val="0"/>
      <w:marBottom w:val="0"/>
      <w:divBdr>
        <w:top w:val="none" w:sz="0" w:space="0" w:color="auto"/>
        <w:left w:val="none" w:sz="0" w:space="0" w:color="auto"/>
        <w:bottom w:val="none" w:sz="0" w:space="0" w:color="auto"/>
        <w:right w:val="none" w:sz="0" w:space="0" w:color="auto"/>
      </w:divBdr>
    </w:div>
    <w:div w:id="774247141">
      <w:marLeft w:val="0"/>
      <w:marRight w:val="0"/>
      <w:marTop w:val="0"/>
      <w:marBottom w:val="0"/>
      <w:divBdr>
        <w:top w:val="none" w:sz="0" w:space="0" w:color="auto"/>
        <w:left w:val="none" w:sz="0" w:space="0" w:color="auto"/>
        <w:bottom w:val="none" w:sz="0" w:space="0" w:color="auto"/>
        <w:right w:val="none" w:sz="0" w:space="0" w:color="auto"/>
      </w:divBdr>
    </w:div>
    <w:div w:id="774247142">
      <w:marLeft w:val="0"/>
      <w:marRight w:val="0"/>
      <w:marTop w:val="0"/>
      <w:marBottom w:val="0"/>
      <w:divBdr>
        <w:top w:val="none" w:sz="0" w:space="0" w:color="auto"/>
        <w:left w:val="none" w:sz="0" w:space="0" w:color="auto"/>
        <w:bottom w:val="none" w:sz="0" w:space="0" w:color="auto"/>
        <w:right w:val="none" w:sz="0" w:space="0" w:color="auto"/>
      </w:divBdr>
    </w:div>
    <w:div w:id="774247143">
      <w:marLeft w:val="0"/>
      <w:marRight w:val="0"/>
      <w:marTop w:val="0"/>
      <w:marBottom w:val="0"/>
      <w:divBdr>
        <w:top w:val="none" w:sz="0" w:space="0" w:color="auto"/>
        <w:left w:val="none" w:sz="0" w:space="0" w:color="auto"/>
        <w:bottom w:val="none" w:sz="0" w:space="0" w:color="auto"/>
        <w:right w:val="none" w:sz="0" w:space="0" w:color="auto"/>
      </w:divBdr>
    </w:div>
    <w:div w:id="774247144">
      <w:marLeft w:val="0"/>
      <w:marRight w:val="0"/>
      <w:marTop w:val="0"/>
      <w:marBottom w:val="0"/>
      <w:divBdr>
        <w:top w:val="none" w:sz="0" w:space="0" w:color="auto"/>
        <w:left w:val="none" w:sz="0" w:space="0" w:color="auto"/>
        <w:bottom w:val="none" w:sz="0" w:space="0" w:color="auto"/>
        <w:right w:val="none" w:sz="0" w:space="0" w:color="auto"/>
      </w:divBdr>
    </w:div>
    <w:div w:id="774247147">
      <w:marLeft w:val="0"/>
      <w:marRight w:val="0"/>
      <w:marTop w:val="0"/>
      <w:marBottom w:val="0"/>
      <w:divBdr>
        <w:top w:val="none" w:sz="0" w:space="0" w:color="auto"/>
        <w:left w:val="none" w:sz="0" w:space="0" w:color="auto"/>
        <w:bottom w:val="none" w:sz="0" w:space="0" w:color="auto"/>
        <w:right w:val="none" w:sz="0" w:space="0" w:color="auto"/>
      </w:divBdr>
      <w:divsChild>
        <w:div w:id="774247145">
          <w:marLeft w:val="0"/>
          <w:marRight w:val="0"/>
          <w:marTop w:val="0"/>
          <w:marBottom w:val="0"/>
          <w:divBdr>
            <w:top w:val="none" w:sz="0" w:space="0" w:color="auto"/>
            <w:left w:val="none" w:sz="0" w:space="0" w:color="auto"/>
            <w:bottom w:val="none" w:sz="0" w:space="0" w:color="auto"/>
            <w:right w:val="none" w:sz="0" w:space="0" w:color="auto"/>
          </w:divBdr>
        </w:div>
        <w:div w:id="774247146">
          <w:marLeft w:val="0"/>
          <w:marRight w:val="0"/>
          <w:marTop w:val="0"/>
          <w:marBottom w:val="0"/>
          <w:divBdr>
            <w:top w:val="none" w:sz="0" w:space="0" w:color="auto"/>
            <w:left w:val="none" w:sz="0" w:space="0" w:color="auto"/>
            <w:bottom w:val="none" w:sz="0" w:space="0" w:color="auto"/>
            <w:right w:val="none" w:sz="0" w:space="0" w:color="auto"/>
          </w:divBdr>
        </w:div>
      </w:divsChild>
    </w:div>
    <w:div w:id="774247151">
      <w:marLeft w:val="0"/>
      <w:marRight w:val="0"/>
      <w:marTop w:val="0"/>
      <w:marBottom w:val="0"/>
      <w:divBdr>
        <w:top w:val="none" w:sz="0" w:space="0" w:color="auto"/>
        <w:left w:val="none" w:sz="0" w:space="0" w:color="auto"/>
        <w:bottom w:val="none" w:sz="0" w:space="0" w:color="auto"/>
        <w:right w:val="none" w:sz="0" w:space="0" w:color="auto"/>
      </w:divBdr>
      <w:divsChild>
        <w:div w:id="774247148">
          <w:marLeft w:val="0"/>
          <w:marRight w:val="0"/>
          <w:marTop w:val="0"/>
          <w:marBottom w:val="0"/>
          <w:divBdr>
            <w:top w:val="none" w:sz="0" w:space="0" w:color="auto"/>
            <w:left w:val="none" w:sz="0" w:space="0" w:color="auto"/>
            <w:bottom w:val="none" w:sz="0" w:space="0" w:color="auto"/>
            <w:right w:val="none" w:sz="0" w:space="0" w:color="auto"/>
          </w:divBdr>
        </w:div>
        <w:div w:id="774247149">
          <w:marLeft w:val="0"/>
          <w:marRight w:val="0"/>
          <w:marTop w:val="0"/>
          <w:marBottom w:val="0"/>
          <w:divBdr>
            <w:top w:val="none" w:sz="0" w:space="0" w:color="auto"/>
            <w:left w:val="none" w:sz="0" w:space="0" w:color="auto"/>
            <w:bottom w:val="none" w:sz="0" w:space="0" w:color="auto"/>
            <w:right w:val="none" w:sz="0" w:space="0" w:color="auto"/>
          </w:divBdr>
        </w:div>
        <w:div w:id="774247150">
          <w:marLeft w:val="0"/>
          <w:marRight w:val="0"/>
          <w:marTop w:val="0"/>
          <w:marBottom w:val="0"/>
          <w:divBdr>
            <w:top w:val="none" w:sz="0" w:space="0" w:color="auto"/>
            <w:left w:val="none" w:sz="0" w:space="0" w:color="auto"/>
            <w:bottom w:val="none" w:sz="0" w:space="0" w:color="auto"/>
            <w:right w:val="none" w:sz="0" w:space="0" w:color="auto"/>
          </w:divBdr>
        </w:div>
        <w:div w:id="774247152">
          <w:marLeft w:val="0"/>
          <w:marRight w:val="0"/>
          <w:marTop w:val="0"/>
          <w:marBottom w:val="0"/>
          <w:divBdr>
            <w:top w:val="none" w:sz="0" w:space="0" w:color="auto"/>
            <w:left w:val="none" w:sz="0" w:space="0" w:color="auto"/>
            <w:bottom w:val="none" w:sz="0" w:space="0" w:color="auto"/>
            <w:right w:val="none" w:sz="0" w:space="0" w:color="auto"/>
          </w:divBdr>
        </w:div>
        <w:div w:id="774247153">
          <w:marLeft w:val="0"/>
          <w:marRight w:val="0"/>
          <w:marTop w:val="0"/>
          <w:marBottom w:val="0"/>
          <w:divBdr>
            <w:top w:val="none" w:sz="0" w:space="0" w:color="auto"/>
            <w:left w:val="none" w:sz="0" w:space="0" w:color="auto"/>
            <w:bottom w:val="none" w:sz="0" w:space="0" w:color="auto"/>
            <w:right w:val="none" w:sz="0" w:space="0" w:color="auto"/>
          </w:divBdr>
        </w:div>
      </w:divsChild>
    </w:div>
    <w:div w:id="774247154">
      <w:marLeft w:val="0"/>
      <w:marRight w:val="0"/>
      <w:marTop w:val="0"/>
      <w:marBottom w:val="0"/>
      <w:divBdr>
        <w:top w:val="none" w:sz="0" w:space="0" w:color="auto"/>
        <w:left w:val="none" w:sz="0" w:space="0" w:color="auto"/>
        <w:bottom w:val="none" w:sz="0" w:space="0" w:color="auto"/>
        <w:right w:val="none" w:sz="0" w:space="0" w:color="auto"/>
      </w:divBdr>
    </w:div>
    <w:div w:id="774247155">
      <w:marLeft w:val="0"/>
      <w:marRight w:val="0"/>
      <w:marTop w:val="0"/>
      <w:marBottom w:val="0"/>
      <w:divBdr>
        <w:top w:val="none" w:sz="0" w:space="0" w:color="auto"/>
        <w:left w:val="none" w:sz="0" w:space="0" w:color="auto"/>
        <w:bottom w:val="none" w:sz="0" w:space="0" w:color="auto"/>
        <w:right w:val="none" w:sz="0" w:space="0" w:color="auto"/>
      </w:divBdr>
    </w:div>
    <w:div w:id="774247156">
      <w:marLeft w:val="0"/>
      <w:marRight w:val="0"/>
      <w:marTop w:val="0"/>
      <w:marBottom w:val="0"/>
      <w:divBdr>
        <w:top w:val="none" w:sz="0" w:space="0" w:color="auto"/>
        <w:left w:val="none" w:sz="0" w:space="0" w:color="auto"/>
        <w:bottom w:val="none" w:sz="0" w:space="0" w:color="auto"/>
        <w:right w:val="none" w:sz="0" w:space="0" w:color="auto"/>
      </w:divBdr>
    </w:div>
    <w:div w:id="774247157">
      <w:marLeft w:val="0"/>
      <w:marRight w:val="0"/>
      <w:marTop w:val="0"/>
      <w:marBottom w:val="0"/>
      <w:divBdr>
        <w:top w:val="none" w:sz="0" w:space="0" w:color="auto"/>
        <w:left w:val="none" w:sz="0" w:space="0" w:color="auto"/>
        <w:bottom w:val="none" w:sz="0" w:space="0" w:color="auto"/>
        <w:right w:val="none" w:sz="0" w:space="0" w:color="auto"/>
      </w:divBdr>
    </w:div>
    <w:div w:id="774247158">
      <w:marLeft w:val="0"/>
      <w:marRight w:val="0"/>
      <w:marTop w:val="0"/>
      <w:marBottom w:val="0"/>
      <w:divBdr>
        <w:top w:val="none" w:sz="0" w:space="0" w:color="auto"/>
        <w:left w:val="none" w:sz="0" w:space="0" w:color="auto"/>
        <w:bottom w:val="none" w:sz="0" w:space="0" w:color="auto"/>
        <w:right w:val="none" w:sz="0" w:space="0" w:color="auto"/>
      </w:divBdr>
    </w:div>
    <w:div w:id="774247159">
      <w:marLeft w:val="0"/>
      <w:marRight w:val="0"/>
      <w:marTop w:val="0"/>
      <w:marBottom w:val="0"/>
      <w:divBdr>
        <w:top w:val="none" w:sz="0" w:space="0" w:color="auto"/>
        <w:left w:val="none" w:sz="0" w:space="0" w:color="auto"/>
        <w:bottom w:val="none" w:sz="0" w:space="0" w:color="auto"/>
        <w:right w:val="none" w:sz="0" w:space="0" w:color="auto"/>
      </w:divBdr>
    </w:div>
    <w:div w:id="774247160">
      <w:marLeft w:val="0"/>
      <w:marRight w:val="0"/>
      <w:marTop w:val="0"/>
      <w:marBottom w:val="0"/>
      <w:divBdr>
        <w:top w:val="none" w:sz="0" w:space="0" w:color="auto"/>
        <w:left w:val="none" w:sz="0" w:space="0" w:color="auto"/>
        <w:bottom w:val="none" w:sz="0" w:space="0" w:color="auto"/>
        <w:right w:val="none" w:sz="0" w:space="0" w:color="auto"/>
      </w:divBdr>
    </w:div>
    <w:div w:id="774247161">
      <w:marLeft w:val="0"/>
      <w:marRight w:val="0"/>
      <w:marTop w:val="0"/>
      <w:marBottom w:val="0"/>
      <w:divBdr>
        <w:top w:val="none" w:sz="0" w:space="0" w:color="auto"/>
        <w:left w:val="none" w:sz="0" w:space="0" w:color="auto"/>
        <w:bottom w:val="none" w:sz="0" w:space="0" w:color="auto"/>
        <w:right w:val="none" w:sz="0" w:space="0" w:color="auto"/>
      </w:divBdr>
    </w:div>
    <w:div w:id="774247162">
      <w:marLeft w:val="0"/>
      <w:marRight w:val="0"/>
      <w:marTop w:val="0"/>
      <w:marBottom w:val="0"/>
      <w:divBdr>
        <w:top w:val="none" w:sz="0" w:space="0" w:color="auto"/>
        <w:left w:val="none" w:sz="0" w:space="0" w:color="auto"/>
        <w:bottom w:val="none" w:sz="0" w:space="0" w:color="auto"/>
        <w:right w:val="none" w:sz="0" w:space="0" w:color="auto"/>
      </w:divBdr>
    </w:div>
    <w:div w:id="774247163">
      <w:marLeft w:val="0"/>
      <w:marRight w:val="0"/>
      <w:marTop w:val="0"/>
      <w:marBottom w:val="0"/>
      <w:divBdr>
        <w:top w:val="none" w:sz="0" w:space="0" w:color="auto"/>
        <w:left w:val="none" w:sz="0" w:space="0" w:color="auto"/>
        <w:bottom w:val="none" w:sz="0" w:space="0" w:color="auto"/>
        <w:right w:val="none" w:sz="0" w:space="0" w:color="auto"/>
      </w:divBdr>
    </w:div>
    <w:div w:id="774247164">
      <w:marLeft w:val="0"/>
      <w:marRight w:val="0"/>
      <w:marTop w:val="0"/>
      <w:marBottom w:val="0"/>
      <w:divBdr>
        <w:top w:val="none" w:sz="0" w:space="0" w:color="auto"/>
        <w:left w:val="none" w:sz="0" w:space="0" w:color="auto"/>
        <w:bottom w:val="none" w:sz="0" w:space="0" w:color="auto"/>
        <w:right w:val="none" w:sz="0" w:space="0" w:color="auto"/>
      </w:divBdr>
    </w:div>
    <w:div w:id="774247169">
      <w:marLeft w:val="0"/>
      <w:marRight w:val="0"/>
      <w:marTop w:val="0"/>
      <w:marBottom w:val="0"/>
      <w:divBdr>
        <w:top w:val="none" w:sz="0" w:space="0" w:color="auto"/>
        <w:left w:val="none" w:sz="0" w:space="0" w:color="auto"/>
        <w:bottom w:val="none" w:sz="0" w:space="0" w:color="auto"/>
        <w:right w:val="none" w:sz="0" w:space="0" w:color="auto"/>
      </w:divBdr>
      <w:divsChild>
        <w:div w:id="774247165">
          <w:marLeft w:val="0"/>
          <w:marRight w:val="424"/>
          <w:marTop w:val="0"/>
          <w:marBottom w:val="0"/>
          <w:divBdr>
            <w:top w:val="none" w:sz="0" w:space="0" w:color="auto"/>
            <w:left w:val="none" w:sz="0" w:space="0" w:color="auto"/>
            <w:bottom w:val="none" w:sz="0" w:space="0" w:color="auto"/>
            <w:right w:val="none" w:sz="0" w:space="0" w:color="auto"/>
          </w:divBdr>
        </w:div>
        <w:div w:id="774247166">
          <w:marLeft w:val="0"/>
          <w:marRight w:val="424"/>
          <w:marTop w:val="0"/>
          <w:marBottom w:val="0"/>
          <w:divBdr>
            <w:top w:val="none" w:sz="0" w:space="0" w:color="auto"/>
            <w:left w:val="none" w:sz="0" w:space="0" w:color="auto"/>
            <w:bottom w:val="none" w:sz="0" w:space="0" w:color="auto"/>
            <w:right w:val="none" w:sz="0" w:space="0" w:color="auto"/>
          </w:divBdr>
        </w:div>
        <w:div w:id="774247167">
          <w:marLeft w:val="0"/>
          <w:marRight w:val="424"/>
          <w:marTop w:val="0"/>
          <w:marBottom w:val="0"/>
          <w:divBdr>
            <w:top w:val="none" w:sz="0" w:space="0" w:color="auto"/>
            <w:left w:val="none" w:sz="0" w:space="0" w:color="auto"/>
            <w:bottom w:val="none" w:sz="0" w:space="0" w:color="auto"/>
            <w:right w:val="none" w:sz="0" w:space="0" w:color="auto"/>
          </w:divBdr>
        </w:div>
        <w:div w:id="774247168">
          <w:marLeft w:val="0"/>
          <w:marRight w:val="424"/>
          <w:marTop w:val="0"/>
          <w:marBottom w:val="0"/>
          <w:divBdr>
            <w:top w:val="none" w:sz="0" w:space="0" w:color="auto"/>
            <w:left w:val="none" w:sz="0" w:space="0" w:color="auto"/>
            <w:bottom w:val="none" w:sz="0" w:space="0" w:color="auto"/>
            <w:right w:val="none" w:sz="0" w:space="0" w:color="auto"/>
          </w:divBdr>
        </w:div>
        <w:div w:id="774247170">
          <w:marLeft w:val="0"/>
          <w:marRight w:val="424"/>
          <w:marTop w:val="0"/>
          <w:marBottom w:val="0"/>
          <w:divBdr>
            <w:top w:val="none" w:sz="0" w:space="0" w:color="auto"/>
            <w:left w:val="none" w:sz="0" w:space="0" w:color="auto"/>
            <w:bottom w:val="none" w:sz="0" w:space="0" w:color="auto"/>
            <w:right w:val="none" w:sz="0" w:space="0" w:color="auto"/>
          </w:divBdr>
        </w:div>
        <w:div w:id="774247171">
          <w:marLeft w:val="0"/>
          <w:marRight w:val="424"/>
          <w:marTop w:val="0"/>
          <w:marBottom w:val="0"/>
          <w:divBdr>
            <w:top w:val="none" w:sz="0" w:space="0" w:color="auto"/>
            <w:left w:val="none" w:sz="0" w:space="0" w:color="auto"/>
            <w:bottom w:val="none" w:sz="0" w:space="0" w:color="auto"/>
            <w:right w:val="none" w:sz="0" w:space="0" w:color="auto"/>
          </w:divBdr>
        </w:div>
      </w:divsChild>
    </w:div>
    <w:div w:id="774247172">
      <w:marLeft w:val="0"/>
      <w:marRight w:val="0"/>
      <w:marTop w:val="0"/>
      <w:marBottom w:val="0"/>
      <w:divBdr>
        <w:top w:val="none" w:sz="0" w:space="0" w:color="auto"/>
        <w:left w:val="none" w:sz="0" w:space="0" w:color="auto"/>
        <w:bottom w:val="none" w:sz="0" w:space="0" w:color="auto"/>
        <w:right w:val="none" w:sz="0" w:space="0" w:color="auto"/>
      </w:divBdr>
    </w:div>
    <w:div w:id="774247175">
      <w:marLeft w:val="0"/>
      <w:marRight w:val="0"/>
      <w:marTop w:val="0"/>
      <w:marBottom w:val="0"/>
      <w:divBdr>
        <w:top w:val="none" w:sz="0" w:space="0" w:color="auto"/>
        <w:left w:val="none" w:sz="0" w:space="0" w:color="auto"/>
        <w:bottom w:val="none" w:sz="0" w:space="0" w:color="auto"/>
        <w:right w:val="none" w:sz="0" w:space="0" w:color="auto"/>
      </w:divBdr>
      <w:divsChild>
        <w:div w:id="774247173">
          <w:marLeft w:val="0"/>
          <w:marRight w:val="0"/>
          <w:marTop w:val="0"/>
          <w:marBottom w:val="0"/>
          <w:divBdr>
            <w:top w:val="none" w:sz="0" w:space="0" w:color="auto"/>
            <w:left w:val="none" w:sz="0" w:space="0" w:color="auto"/>
            <w:bottom w:val="none" w:sz="0" w:space="0" w:color="auto"/>
            <w:right w:val="none" w:sz="0" w:space="0" w:color="auto"/>
          </w:divBdr>
          <w:divsChild>
            <w:div w:id="77424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247176">
      <w:marLeft w:val="0"/>
      <w:marRight w:val="0"/>
      <w:marTop w:val="0"/>
      <w:marBottom w:val="0"/>
      <w:divBdr>
        <w:top w:val="none" w:sz="0" w:space="0" w:color="auto"/>
        <w:left w:val="none" w:sz="0" w:space="0" w:color="auto"/>
        <w:bottom w:val="none" w:sz="0" w:space="0" w:color="auto"/>
        <w:right w:val="none" w:sz="0" w:space="0" w:color="auto"/>
      </w:divBdr>
    </w:div>
    <w:div w:id="774247177">
      <w:marLeft w:val="0"/>
      <w:marRight w:val="0"/>
      <w:marTop w:val="0"/>
      <w:marBottom w:val="0"/>
      <w:divBdr>
        <w:top w:val="none" w:sz="0" w:space="0" w:color="auto"/>
        <w:left w:val="none" w:sz="0" w:space="0" w:color="auto"/>
        <w:bottom w:val="none" w:sz="0" w:space="0" w:color="auto"/>
        <w:right w:val="none" w:sz="0" w:space="0" w:color="auto"/>
      </w:divBdr>
    </w:div>
    <w:div w:id="789937735">
      <w:bodyDiv w:val="1"/>
      <w:marLeft w:val="0"/>
      <w:marRight w:val="0"/>
      <w:marTop w:val="0"/>
      <w:marBottom w:val="0"/>
      <w:divBdr>
        <w:top w:val="none" w:sz="0" w:space="0" w:color="auto"/>
        <w:left w:val="none" w:sz="0" w:space="0" w:color="auto"/>
        <w:bottom w:val="none" w:sz="0" w:space="0" w:color="auto"/>
        <w:right w:val="none" w:sz="0" w:space="0" w:color="auto"/>
      </w:divBdr>
    </w:div>
    <w:div w:id="912272976">
      <w:bodyDiv w:val="1"/>
      <w:marLeft w:val="0"/>
      <w:marRight w:val="0"/>
      <w:marTop w:val="0"/>
      <w:marBottom w:val="0"/>
      <w:divBdr>
        <w:top w:val="none" w:sz="0" w:space="0" w:color="auto"/>
        <w:left w:val="none" w:sz="0" w:space="0" w:color="auto"/>
        <w:bottom w:val="none" w:sz="0" w:space="0" w:color="auto"/>
        <w:right w:val="none" w:sz="0" w:space="0" w:color="auto"/>
      </w:divBdr>
    </w:div>
    <w:div w:id="933710612">
      <w:bodyDiv w:val="1"/>
      <w:marLeft w:val="0"/>
      <w:marRight w:val="0"/>
      <w:marTop w:val="0"/>
      <w:marBottom w:val="0"/>
      <w:divBdr>
        <w:top w:val="none" w:sz="0" w:space="0" w:color="auto"/>
        <w:left w:val="none" w:sz="0" w:space="0" w:color="auto"/>
        <w:bottom w:val="none" w:sz="0" w:space="0" w:color="auto"/>
        <w:right w:val="none" w:sz="0" w:space="0" w:color="auto"/>
      </w:divBdr>
    </w:div>
    <w:div w:id="1038627865">
      <w:bodyDiv w:val="1"/>
      <w:marLeft w:val="0"/>
      <w:marRight w:val="0"/>
      <w:marTop w:val="0"/>
      <w:marBottom w:val="0"/>
      <w:divBdr>
        <w:top w:val="none" w:sz="0" w:space="0" w:color="auto"/>
        <w:left w:val="none" w:sz="0" w:space="0" w:color="auto"/>
        <w:bottom w:val="none" w:sz="0" w:space="0" w:color="auto"/>
        <w:right w:val="none" w:sz="0" w:space="0" w:color="auto"/>
      </w:divBdr>
    </w:div>
    <w:div w:id="1140808633">
      <w:bodyDiv w:val="1"/>
      <w:marLeft w:val="0"/>
      <w:marRight w:val="0"/>
      <w:marTop w:val="0"/>
      <w:marBottom w:val="0"/>
      <w:divBdr>
        <w:top w:val="none" w:sz="0" w:space="0" w:color="auto"/>
        <w:left w:val="none" w:sz="0" w:space="0" w:color="auto"/>
        <w:bottom w:val="none" w:sz="0" w:space="0" w:color="auto"/>
        <w:right w:val="none" w:sz="0" w:space="0" w:color="auto"/>
      </w:divBdr>
    </w:div>
    <w:div w:id="1173685544">
      <w:bodyDiv w:val="1"/>
      <w:marLeft w:val="0"/>
      <w:marRight w:val="0"/>
      <w:marTop w:val="0"/>
      <w:marBottom w:val="0"/>
      <w:divBdr>
        <w:top w:val="none" w:sz="0" w:space="0" w:color="auto"/>
        <w:left w:val="none" w:sz="0" w:space="0" w:color="auto"/>
        <w:bottom w:val="none" w:sz="0" w:space="0" w:color="auto"/>
        <w:right w:val="none" w:sz="0" w:space="0" w:color="auto"/>
      </w:divBdr>
    </w:div>
    <w:div w:id="1233541623">
      <w:bodyDiv w:val="1"/>
      <w:marLeft w:val="0"/>
      <w:marRight w:val="0"/>
      <w:marTop w:val="0"/>
      <w:marBottom w:val="0"/>
      <w:divBdr>
        <w:top w:val="none" w:sz="0" w:space="0" w:color="auto"/>
        <w:left w:val="none" w:sz="0" w:space="0" w:color="auto"/>
        <w:bottom w:val="none" w:sz="0" w:space="0" w:color="auto"/>
        <w:right w:val="none" w:sz="0" w:space="0" w:color="auto"/>
      </w:divBdr>
    </w:div>
    <w:div w:id="1254315860">
      <w:bodyDiv w:val="1"/>
      <w:marLeft w:val="0"/>
      <w:marRight w:val="0"/>
      <w:marTop w:val="0"/>
      <w:marBottom w:val="0"/>
      <w:divBdr>
        <w:top w:val="none" w:sz="0" w:space="0" w:color="auto"/>
        <w:left w:val="none" w:sz="0" w:space="0" w:color="auto"/>
        <w:bottom w:val="none" w:sz="0" w:space="0" w:color="auto"/>
        <w:right w:val="none" w:sz="0" w:space="0" w:color="auto"/>
      </w:divBdr>
    </w:div>
    <w:div w:id="1257405855">
      <w:bodyDiv w:val="1"/>
      <w:marLeft w:val="0"/>
      <w:marRight w:val="0"/>
      <w:marTop w:val="0"/>
      <w:marBottom w:val="0"/>
      <w:divBdr>
        <w:top w:val="none" w:sz="0" w:space="0" w:color="auto"/>
        <w:left w:val="none" w:sz="0" w:space="0" w:color="auto"/>
        <w:bottom w:val="none" w:sz="0" w:space="0" w:color="auto"/>
        <w:right w:val="none" w:sz="0" w:space="0" w:color="auto"/>
      </w:divBdr>
    </w:div>
    <w:div w:id="1257982098">
      <w:bodyDiv w:val="1"/>
      <w:marLeft w:val="0"/>
      <w:marRight w:val="0"/>
      <w:marTop w:val="0"/>
      <w:marBottom w:val="0"/>
      <w:divBdr>
        <w:top w:val="none" w:sz="0" w:space="0" w:color="auto"/>
        <w:left w:val="none" w:sz="0" w:space="0" w:color="auto"/>
        <w:bottom w:val="none" w:sz="0" w:space="0" w:color="auto"/>
        <w:right w:val="none" w:sz="0" w:space="0" w:color="auto"/>
      </w:divBdr>
    </w:div>
    <w:div w:id="1284921123">
      <w:bodyDiv w:val="1"/>
      <w:marLeft w:val="0"/>
      <w:marRight w:val="0"/>
      <w:marTop w:val="0"/>
      <w:marBottom w:val="0"/>
      <w:divBdr>
        <w:top w:val="none" w:sz="0" w:space="0" w:color="auto"/>
        <w:left w:val="none" w:sz="0" w:space="0" w:color="auto"/>
        <w:bottom w:val="none" w:sz="0" w:space="0" w:color="auto"/>
        <w:right w:val="none" w:sz="0" w:space="0" w:color="auto"/>
      </w:divBdr>
    </w:div>
    <w:div w:id="1298141926">
      <w:bodyDiv w:val="1"/>
      <w:marLeft w:val="0"/>
      <w:marRight w:val="0"/>
      <w:marTop w:val="0"/>
      <w:marBottom w:val="0"/>
      <w:divBdr>
        <w:top w:val="none" w:sz="0" w:space="0" w:color="auto"/>
        <w:left w:val="none" w:sz="0" w:space="0" w:color="auto"/>
        <w:bottom w:val="none" w:sz="0" w:space="0" w:color="auto"/>
        <w:right w:val="none" w:sz="0" w:space="0" w:color="auto"/>
      </w:divBdr>
    </w:div>
    <w:div w:id="1327245389">
      <w:bodyDiv w:val="1"/>
      <w:marLeft w:val="0"/>
      <w:marRight w:val="0"/>
      <w:marTop w:val="0"/>
      <w:marBottom w:val="0"/>
      <w:divBdr>
        <w:top w:val="none" w:sz="0" w:space="0" w:color="auto"/>
        <w:left w:val="none" w:sz="0" w:space="0" w:color="auto"/>
        <w:bottom w:val="none" w:sz="0" w:space="0" w:color="auto"/>
        <w:right w:val="none" w:sz="0" w:space="0" w:color="auto"/>
      </w:divBdr>
    </w:div>
    <w:div w:id="1328169567">
      <w:bodyDiv w:val="1"/>
      <w:marLeft w:val="0"/>
      <w:marRight w:val="0"/>
      <w:marTop w:val="0"/>
      <w:marBottom w:val="0"/>
      <w:divBdr>
        <w:top w:val="none" w:sz="0" w:space="0" w:color="auto"/>
        <w:left w:val="none" w:sz="0" w:space="0" w:color="auto"/>
        <w:bottom w:val="none" w:sz="0" w:space="0" w:color="auto"/>
        <w:right w:val="none" w:sz="0" w:space="0" w:color="auto"/>
      </w:divBdr>
    </w:div>
    <w:div w:id="1408574206">
      <w:bodyDiv w:val="1"/>
      <w:marLeft w:val="0"/>
      <w:marRight w:val="0"/>
      <w:marTop w:val="0"/>
      <w:marBottom w:val="0"/>
      <w:divBdr>
        <w:top w:val="none" w:sz="0" w:space="0" w:color="auto"/>
        <w:left w:val="none" w:sz="0" w:space="0" w:color="auto"/>
        <w:bottom w:val="none" w:sz="0" w:space="0" w:color="auto"/>
        <w:right w:val="none" w:sz="0" w:space="0" w:color="auto"/>
      </w:divBdr>
    </w:div>
    <w:div w:id="1460608227">
      <w:bodyDiv w:val="1"/>
      <w:marLeft w:val="0"/>
      <w:marRight w:val="0"/>
      <w:marTop w:val="0"/>
      <w:marBottom w:val="0"/>
      <w:divBdr>
        <w:top w:val="none" w:sz="0" w:space="0" w:color="auto"/>
        <w:left w:val="none" w:sz="0" w:space="0" w:color="auto"/>
        <w:bottom w:val="none" w:sz="0" w:space="0" w:color="auto"/>
        <w:right w:val="none" w:sz="0" w:space="0" w:color="auto"/>
      </w:divBdr>
    </w:div>
    <w:div w:id="1532760564">
      <w:bodyDiv w:val="1"/>
      <w:marLeft w:val="0"/>
      <w:marRight w:val="0"/>
      <w:marTop w:val="0"/>
      <w:marBottom w:val="0"/>
      <w:divBdr>
        <w:top w:val="none" w:sz="0" w:space="0" w:color="auto"/>
        <w:left w:val="none" w:sz="0" w:space="0" w:color="auto"/>
        <w:bottom w:val="none" w:sz="0" w:space="0" w:color="auto"/>
        <w:right w:val="none" w:sz="0" w:space="0" w:color="auto"/>
      </w:divBdr>
    </w:div>
    <w:div w:id="1534923390">
      <w:bodyDiv w:val="1"/>
      <w:marLeft w:val="0"/>
      <w:marRight w:val="0"/>
      <w:marTop w:val="0"/>
      <w:marBottom w:val="0"/>
      <w:divBdr>
        <w:top w:val="none" w:sz="0" w:space="0" w:color="auto"/>
        <w:left w:val="none" w:sz="0" w:space="0" w:color="auto"/>
        <w:bottom w:val="none" w:sz="0" w:space="0" w:color="auto"/>
        <w:right w:val="none" w:sz="0" w:space="0" w:color="auto"/>
      </w:divBdr>
      <w:divsChild>
        <w:div w:id="1400592489">
          <w:marLeft w:val="0"/>
          <w:marRight w:val="0"/>
          <w:marTop w:val="0"/>
          <w:marBottom w:val="0"/>
          <w:divBdr>
            <w:top w:val="none" w:sz="0" w:space="0" w:color="auto"/>
            <w:left w:val="none" w:sz="0" w:space="0" w:color="auto"/>
            <w:bottom w:val="none" w:sz="0" w:space="0" w:color="auto"/>
            <w:right w:val="none" w:sz="0" w:space="0" w:color="auto"/>
          </w:divBdr>
        </w:div>
        <w:div w:id="160201322">
          <w:marLeft w:val="0"/>
          <w:marRight w:val="0"/>
          <w:marTop w:val="0"/>
          <w:marBottom w:val="0"/>
          <w:divBdr>
            <w:top w:val="none" w:sz="0" w:space="0" w:color="auto"/>
            <w:left w:val="none" w:sz="0" w:space="0" w:color="auto"/>
            <w:bottom w:val="none" w:sz="0" w:space="0" w:color="auto"/>
            <w:right w:val="none" w:sz="0" w:space="0" w:color="auto"/>
          </w:divBdr>
        </w:div>
      </w:divsChild>
    </w:div>
    <w:div w:id="1547833715">
      <w:bodyDiv w:val="1"/>
      <w:marLeft w:val="0"/>
      <w:marRight w:val="0"/>
      <w:marTop w:val="0"/>
      <w:marBottom w:val="0"/>
      <w:divBdr>
        <w:top w:val="none" w:sz="0" w:space="0" w:color="auto"/>
        <w:left w:val="none" w:sz="0" w:space="0" w:color="auto"/>
        <w:bottom w:val="none" w:sz="0" w:space="0" w:color="auto"/>
        <w:right w:val="none" w:sz="0" w:space="0" w:color="auto"/>
      </w:divBdr>
    </w:div>
    <w:div w:id="1557158058">
      <w:bodyDiv w:val="1"/>
      <w:marLeft w:val="0"/>
      <w:marRight w:val="0"/>
      <w:marTop w:val="0"/>
      <w:marBottom w:val="0"/>
      <w:divBdr>
        <w:top w:val="none" w:sz="0" w:space="0" w:color="auto"/>
        <w:left w:val="none" w:sz="0" w:space="0" w:color="auto"/>
        <w:bottom w:val="none" w:sz="0" w:space="0" w:color="auto"/>
        <w:right w:val="none" w:sz="0" w:space="0" w:color="auto"/>
      </w:divBdr>
    </w:div>
    <w:div w:id="1599949664">
      <w:bodyDiv w:val="1"/>
      <w:marLeft w:val="0"/>
      <w:marRight w:val="0"/>
      <w:marTop w:val="0"/>
      <w:marBottom w:val="0"/>
      <w:divBdr>
        <w:top w:val="none" w:sz="0" w:space="0" w:color="auto"/>
        <w:left w:val="none" w:sz="0" w:space="0" w:color="auto"/>
        <w:bottom w:val="none" w:sz="0" w:space="0" w:color="auto"/>
        <w:right w:val="none" w:sz="0" w:space="0" w:color="auto"/>
      </w:divBdr>
    </w:div>
    <w:div w:id="1659531928">
      <w:bodyDiv w:val="1"/>
      <w:marLeft w:val="0"/>
      <w:marRight w:val="0"/>
      <w:marTop w:val="0"/>
      <w:marBottom w:val="0"/>
      <w:divBdr>
        <w:top w:val="none" w:sz="0" w:space="0" w:color="auto"/>
        <w:left w:val="none" w:sz="0" w:space="0" w:color="auto"/>
        <w:bottom w:val="none" w:sz="0" w:space="0" w:color="auto"/>
        <w:right w:val="none" w:sz="0" w:space="0" w:color="auto"/>
      </w:divBdr>
    </w:div>
    <w:div w:id="1669669755">
      <w:bodyDiv w:val="1"/>
      <w:marLeft w:val="0"/>
      <w:marRight w:val="0"/>
      <w:marTop w:val="0"/>
      <w:marBottom w:val="0"/>
      <w:divBdr>
        <w:top w:val="none" w:sz="0" w:space="0" w:color="auto"/>
        <w:left w:val="none" w:sz="0" w:space="0" w:color="auto"/>
        <w:bottom w:val="none" w:sz="0" w:space="0" w:color="auto"/>
        <w:right w:val="none" w:sz="0" w:space="0" w:color="auto"/>
      </w:divBdr>
    </w:div>
    <w:div w:id="1807119982">
      <w:bodyDiv w:val="1"/>
      <w:marLeft w:val="0"/>
      <w:marRight w:val="0"/>
      <w:marTop w:val="0"/>
      <w:marBottom w:val="0"/>
      <w:divBdr>
        <w:top w:val="none" w:sz="0" w:space="0" w:color="auto"/>
        <w:left w:val="none" w:sz="0" w:space="0" w:color="auto"/>
        <w:bottom w:val="none" w:sz="0" w:space="0" w:color="auto"/>
        <w:right w:val="none" w:sz="0" w:space="0" w:color="auto"/>
      </w:divBdr>
    </w:div>
    <w:div w:id="1812283351">
      <w:bodyDiv w:val="1"/>
      <w:marLeft w:val="0"/>
      <w:marRight w:val="0"/>
      <w:marTop w:val="0"/>
      <w:marBottom w:val="0"/>
      <w:divBdr>
        <w:top w:val="none" w:sz="0" w:space="0" w:color="auto"/>
        <w:left w:val="none" w:sz="0" w:space="0" w:color="auto"/>
        <w:bottom w:val="none" w:sz="0" w:space="0" w:color="auto"/>
        <w:right w:val="none" w:sz="0" w:space="0" w:color="auto"/>
      </w:divBdr>
    </w:div>
    <w:div w:id="1880314416">
      <w:bodyDiv w:val="1"/>
      <w:marLeft w:val="0"/>
      <w:marRight w:val="0"/>
      <w:marTop w:val="0"/>
      <w:marBottom w:val="0"/>
      <w:divBdr>
        <w:top w:val="none" w:sz="0" w:space="0" w:color="auto"/>
        <w:left w:val="none" w:sz="0" w:space="0" w:color="auto"/>
        <w:bottom w:val="none" w:sz="0" w:space="0" w:color="auto"/>
        <w:right w:val="none" w:sz="0" w:space="0" w:color="auto"/>
      </w:divBdr>
    </w:div>
    <w:div w:id="1919709760">
      <w:bodyDiv w:val="1"/>
      <w:marLeft w:val="0"/>
      <w:marRight w:val="0"/>
      <w:marTop w:val="0"/>
      <w:marBottom w:val="0"/>
      <w:divBdr>
        <w:top w:val="none" w:sz="0" w:space="0" w:color="auto"/>
        <w:left w:val="none" w:sz="0" w:space="0" w:color="auto"/>
        <w:bottom w:val="none" w:sz="0" w:space="0" w:color="auto"/>
        <w:right w:val="none" w:sz="0" w:space="0" w:color="auto"/>
      </w:divBdr>
    </w:div>
    <w:div w:id="1938174131">
      <w:bodyDiv w:val="1"/>
      <w:marLeft w:val="0"/>
      <w:marRight w:val="0"/>
      <w:marTop w:val="0"/>
      <w:marBottom w:val="0"/>
      <w:divBdr>
        <w:top w:val="none" w:sz="0" w:space="0" w:color="auto"/>
        <w:left w:val="none" w:sz="0" w:space="0" w:color="auto"/>
        <w:bottom w:val="none" w:sz="0" w:space="0" w:color="auto"/>
        <w:right w:val="none" w:sz="0" w:space="0" w:color="auto"/>
      </w:divBdr>
    </w:div>
    <w:div w:id="1994407404">
      <w:bodyDiv w:val="1"/>
      <w:marLeft w:val="0"/>
      <w:marRight w:val="0"/>
      <w:marTop w:val="0"/>
      <w:marBottom w:val="0"/>
      <w:divBdr>
        <w:top w:val="none" w:sz="0" w:space="0" w:color="auto"/>
        <w:left w:val="none" w:sz="0" w:space="0" w:color="auto"/>
        <w:bottom w:val="none" w:sz="0" w:space="0" w:color="auto"/>
        <w:right w:val="none" w:sz="0" w:space="0" w:color="auto"/>
      </w:divBdr>
      <w:divsChild>
        <w:div w:id="600458287">
          <w:marLeft w:val="0"/>
          <w:marRight w:val="0"/>
          <w:marTop w:val="0"/>
          <w:marBottom w:val="0"/>
          <w:divBdr>
            <w:top w:val="none" w:sz="0" w:space="0" w:color="auto"/>
            <w:left w:val="none" w:sz="0" w:space="0" w:color="auto"/>
            <w:bottom w:val="none" w:sz="0" w:space="0" w:color="auto"/>
            <w:right w:val="none" w:sz="0" w:space="0" w:color="auto"/>
          </w:divBdr>
        </w:div>
        <w:div w:id="1513493482">
          <w:marLeft w:val="0"/>
          <w:marRight w:val="0"/>
          <w:marTop w:val="0"/>
          <w:marBottom w:val="0"/>
          <w:divBdr>
            <w:top w:val="none" w:sz="0" w:space="0" w:color="auto"/>
            <w:left w:val="none" w:sz="0" w:space="0" w:color="auto"/>
            <w:bottom w:val="none" w:sz="0" w:space="0" w:color="auto"/>
            <w:right w:val="none" w:sz="0" w:space="0" w:color="auto"/>
          </w:divBdr>
        </w:div>
      </w:divsChild>
    </w:div>
    <w:div w:id="1998652241">
      <w:bodyDiv w:val="1"/>
      <w:marLeft w:val="0"/>
      <w:marRight w:val="0"/>
      <w:marTop w:val="0"/>
      <w:marBottom w:val="0"/>
      <w:divBdr>
        <w:top w:val="none" w:sz="0" w:space="0" w:color="auto"/>
        <w:left w:val="none" w:sz="0" w:space="0" w:color="auto"/>
        <w:bottom w:val="none" w:sz="0" w:space="0" w:color="auto"/>
        <w:right w:val="none" w:sz="0" w:space="0" w:color="auto"/>
      </w:divBdr>
    </w:div>
    <w:div w:id="2025932128">
      <w:bodyDiv w:val="1"/>
      <w:marLeft w:val="0"/>
      <w:marRight w:val="0"/>
      <w:marTop w:val="0"/>
      <w:marBottom w:val="0"/>
      <w:divBdr>
        <w:top w:val="none" w:sz="0" w:space="0" w:color="auto"/>
        <w:left w:val="none" w:sz="0" w:space="0" w:color="auto"/>
        <w:bottom w:val="none" w:sz="0" w:space="0" w:color="auto"/>
        <w:right w:val="none" w:sz="0" w:space="0" w:color="auto"/>
      </w:divBdr>
    </w:div>
    <w:div w:id="2031177338">
      <w:bodyDiv w:val="1"/>
      <w:marLeft w:val="0"/>
      <w:marRight w:val="0"/>
      <w:marTop w:val="0"/>
      <w:marBottom w:val="0"/>
      <w:divBdr>
        <w:top w:val="none" w:sz="0" w:space="0" w:color="auto"/>
        <w:left w:val="none" w:sz="0" w:space="0" w:color="auto"/>
        <w:bottom w:val="none" w:sz="0" w:space="0" w:color="auto"/>
        <w:right w:val="none" w:sz="0" w:space="0" w:color="auto"/>
      </w:divBdr>
    </w:div>
    <w:div w:id="2039352669">
      <w:bodyDiv w:val="1"/>
      <w:marLeft w:val="0"/>
      <w:marRight w:val="0"/>
      <w:marTop w:val="0"/>
      <w:marBottom w:val="0"/>
      <w:divBdr>
        <w:top w:val="none" w:sz="0" w:space="0" w:color="auto"/>
        <w:left w:val="none" w:sz="0" w:space="0" w:color="auto"/>
        <w:bottom w:val="none" w:sz="0" w:space="0" w:color="auto"/>
        <w:right w:val="none" w:sz="0" w:space="0" w:color="auto"/>
      </w:divBdr>
    </w:div>
    <w:div w:id="21233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a\Dati%20applicazioni\Microsoft\Modelli\VerbaliConsiglio\DefsVerbaleConsiglioColoreNUOV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598D0-9707-0842-8E83-3E1557E0A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Settings\maria\Dati applicazioni\Microsoft\Modelli\VerbaliConsiglio\DefsVerbaleConsiglioColoreNUOVO.dot</Template>
  <TotalTime>907</TotalTime>
  <Pages>12</Pages>
  <Words>2198</Words>
  <Characters>12532</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Il giorno</vt:lpstr>
    </vt:vector>
  </TitlesOfParts>
  <Company>Dipartimento di Economia Università di Perugia</Company>
  <LinksUpToDate>false</LinksUpToDate>
  <CharactersWithSpaces>14701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giorno</dc:title>
  <dc:subject/>
  <dc:creator>Mariaelisa</dc:creator>
  <cp:keywords/>
  <dc:description/>
  <cp:lastModifiedBy>Utente di Microsoft Office</cp:lastModifiedBy>
  <cp:revision>184</cp:revision>
  <cp:lastPrinted>2021-12-03T09:32:00Z</cp:lastPrinted>
  <dcterms:created xsi:type="dcterms:W3CDTF">2021-06-17T09:30:00Z</dcterms:created>
  <dcterms:modified xsi:type="dcterms:W3CDTF">2022-02-07T13:47:00Z</dcterms:modified>
</cp:coreProperties>
</file>